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8AAEE8A" w14:textId="295AE1BB" w:rsidR="008F5F1E" w:rsidRPr="00E52BCF" w:rsidRDefault="00B07738" w:rsidP="00652D57">
      <w:pPr>
        <w:tabs>
          <w:tab w:val="left" w:pos="946"/>
          <w:tab w:val="left" w:pos="5891"/>
          <w:tab w:val="left" w:pos="8016"/>
        </w:tabs>
        <w:spacing w:before="98"/>
        <w:ind w:left="586"/>
        <w:rPr>
          <w:i/>
          <w:sz w:val="16"/>
          <w:szCs w:val="16"/>
          <w:lang w:val="tr-TR"/>
        </w:rPr>
      </w:pPr>
      <w:bookmarkStart w:id="0" w:name="_GoBack"/>
      <w:bookmarkEnd w:id="0"/>
      <w:r w:rsidRPr="00E52BCF">
        <w:rPr>
          <w:b/>
          <w:sz w:val="20"/>
          <w:lang w:val="tr-TR"/>
        </w:rPr>
        <w:tab/>
      </w:r>
      <w:r w:rsidR="00563B0B" w:rsidRPr="00E52BCF">
        <w:rPr>
          <w:sz w:val="16"/>
          <w:szCs w:val="16"/>
          <w:lang w:val="tr-TR"/>
        </w:rPr>
        <w:t>CMU</w:t>
      </w:r>
      <w:r w:rsidR="00004F3A" w:rsidRPr="00E52BCF">
        <w:rPr>
          <w:color w:val="000000" w:themeColor="text1"/>
          <w:spacing w:val="22"/>
          <w:sz w:val="16"/>
          <w:szCs w:val="16"/>
          <w:lang w:val="tr-TR"/>
        </w:rPr>
        <w:t xml:space="preserve"> </w:t>
      </w:r>
      <w:r w:rsidRPr="00E52BCF">
        <w:rPr>
          <w:color w:val="000000" w:themeColor="text1"/>
          <w:spacing w:val="-31"/>
          <w:sz w:val="16"/>
          <w:szCs w:val="16"/>
          <w:lang w:val="tr-TR"/>
        </w:rPr>
        <w:t xml:space="preserve">3 </w:t>
      </w:r>
      <w:r w:rsidRPr="00E52BCF">
        <w:rPr>
          <w:color w:val="000000" w:themeColor="text1"/>
          <w:spacing w:val="-29"/>
          <w:sz w:val="16"/>
          <w:szCs w:val="16"/>
          <w:lang w:val="tr-TR"/>
        </w:rPr>
        <w:t xml:space="preserve"> 9 </w:t>
      </w:r>
      <w:r w:rsidR="00004F3A" w:rsidRPr="00E52BCF">
        <w:rPr>
          <w:color w:val="000000" w:themeColor="text1"/>
          <w:spacing w:val="-29"/>
          <w:sz w:val="16"/>
          <w:szCs w:val="16"/>
          <w:lang w:val="tr-TR"/>
        </w:rPr>
        <w:t xml:space="preserve"> </w:t>
      </w:r>
      <w:r w:rsidRPr="00E52BCF">
        <w:rPr>
          <w:color w:val="000000" w:themeColor="text1"/>
          <w:spacing w:val="-29"/>
          <w:sz w:val="16"/>
          <w:szCs w:val="16"/>
          <w:lang w:val="tr-TR"/>
        </w:rPr>
        <w:t xml:space="preserve">.      </w:t>
      </w:r>
      <w:r w:rsidR="00E6272D" w:rsidRPr="00E52BCF">
        <w:rPr>
          <w:color w:val="000000" w:themeColor="text1"/>
          <w:sz w:val="16"/>
          <w:szCs w:val="16"/>
          <w:lang w:val="tr-TR"/>
        </w:rPr>
        <w:t xml:space="preserve"> </w:t>
      </w:r>
      <w:r w:rsidR="00E6272D" w:rsidRPr="00E52BCF">
        <w:rPr>
          <w:color w:val="000000" w:themeColor="text1"/>
          <w:spacing w:val="-31"/>
          <w:sz w:val="16"/>
          <w:szCs w:val="16"/>
          <w:lang w:val="tr-TR"/>
        </w:rPr>
        <w:t>maddesi</w:t>
      </w:r>
      <w:r w:rsidR="00004F3A" w:rsidRPr="00E52BCF">
        <w:rPr>
          <w:color w:val="000000" w:themeColor="text1"/>
          <w:spacing w:val="-31"/>
          <w:sz w:val="16"/>
          <w:szCs w:val="16"/>
          <w:lang w:val="tr-TR"/>
        </w:rPr>
        <w:t xml:space="preserve"> </w:t>
      </w:r>
      <w:r w:rsidR="00004F3A" w:rsidRPr="00E52BCF">
        <w:rPr>
          <w:color w:val="000000" w:themeColor="text1"/>
          <w:sz w:val="16"/>
          <w:szCs w:val="16"/>
          <w:lang w:val="tr-TR"/>
        </w:rPr>
        <w:t>.</w:t>
      </w:r>
      <w:r w:rsidR="00BF68D3" w:rsidRPr="00E52BCF">
        <w:rPr>
          <w:color w:val="000000" w:themeColor="text1"/>
          <w:sz w:val="16"/>
          <w:szCs w:val="16"/>
          <w:lang w:val="tr-TR"/>
        </w:rPr>
        <w:t xml:space="preserve">nin </w:t>
      </w:r>
      <w:r w:rsidR="00004F3A" w:rsidRPr="00E52BCF">
        <w:rPr>
          <w:color w:val="000000" w:themeColor="text1"/>
          <w:spacing w:val="-30"/>
          <w:sz w:val="16"/>
          <w:szCs w:val="16"/>
          <w:lang w:val="tr-TR"/>
        </w:rPr>
        <w:t xml:space="preserve"> </w:t>
      </w:r>
      <w:r w:rsidRPr="00E52BCF">
        <w:rPr>
          <w:color w:val="000000" w:themeColor="text1"/>
          <w:spacing w:val="-30"/>
          <w:sz w:val="16"/>
          <w:szCs w:val="16"/>
          <w:lang w:val="tr-TR"/>
        </w:rPr>
        <w:t xml:space="preserve"> (     2        )    </w:t>
      </w:r>
      <w:r w:rsidR="00004F3A" w:rsidRPr="00E52BCF">
        <w:rPr>
          <w:color w:val="000000" w:themeColor="text1"/>
          <w:sz w:val="16"/>
          <w:szCs w:val="16"/>
          <w:lang w:val="tr-TR"/>
        </w:rPr>
        <w:t>.</w:t>
      </w:r>
      <w:r w:rsidR="00004F3A" w:rsidRPr="00E52BCF">
        <w:rPr>
          <w:color w:val="000000" w:themeColor="text1"/>
          <w:spacing w:val="-30"/>
          <w:sz w:val="16"/>
          <w:szCs w:val="16"/>
          <w:lang w:val="tr-TR"/>
        </w:rPr>
        <w:t xml:space="preserve"> </w:t>
      </w:r>
      <w:r w:rsidRPr="00E52BCF">
        <w:rPr>
          <w:sz w:val="16"/>
          <w:szCs w:val="16"/>
          <w:lang w:val="tr-TR"/>
        </w:rPr>
        <w:t>d)</w:t>
      </w:r>
      <w:r w:rsidR="00004F3A" w:rsidRPr="00E52BCF">
        <w:rPr>
          <w:spacing w:val="-31"/>
          <w:sz w:val="16"/>
          <w:szCs w:val="16"/>
          <w:lang w:val="tr-TR"/>
        </w:rPr>
        <w:t xml:space="preserve"> </w:t>
      </w:r>
      <w:r w:rsidR="00004F3A" w:rsidRPr="00E52BCF">
        <w:rPr>
          <w:sz w:val="16"/>
          <w:szCs w:val="16"/>
          <w:lang w:val="tr-TR"/>
        </w:rPr>
        <w:t>.</w:t>
      </w:r>
      <w:r w:rsidR="00E6272D" w:rsidRPr="00E52BCF">
        <w:rPr>
          <w:spacing w:val="25"/>
          <w:sz w:val="16"/>
          <w:szCs w:val="16"/>
          <w:lang w:val="tr-TR"/>
        </w:rPr>
        <w:t>fıkras</w:t>
      </w:r>
      <w:r w:rsidR="00BF68D3" w:rsidRPr="00E52BCF">
        <w:rPr>
          <w:spacing w:val="25"/>
          <w:sz w:val="16"/>
          <w:szCs w:val="16"/>
          <w:lang w:val="tr-TR"/>
        </w:rPr>
        <w:t xml:space="preserve">ı </w:t>
      </w:r>
      <w:r w:rsidR="00BF68D3" w:rsidRPr="00E52BCF">
        <w:rPr>
          <w:position w:val="7"/>
          <w:sz w:val="16"/>
          <w:szCs w:val="16"/>
          <w:lang w:val="tr-TR"/>
        </w:rPr>
        <w:t>gereğince</w:t>
      </w:r>
      <w:r w:rsidR="00004F3A" w:rsidRPr="00E52BCF">
        <w:rPr>
          <w:position w:val="7"/>
          <w:sz w:val="16"/>
          <w:szCs w:val="16"/>
          <w:vertAlign w:val="superscript"/>
          <w:lang w:val="tr-TR"/>
        </w:rPr>
        <w:t>.</w:t>
      </w:r>
      <w:r w:rsidR="00004F3A" w:rsidRPr="00E52BCF">
        <w:rPr>
          <w:i/>
          <w:sz w:val="16"/>
          <w:szCs w:val="16"/>
          <w:lang w:val="tr-TR"/>
        </w:rPr>
        <w:t xml:space="preserve"> </w:t>
      </w:r>
      <w:r w:rsidR="00096D75" w:rsidRPr="00E52BCF">
        <w:rPr>
          <w:i/>
          <w:sz w:val="16"/>
          <w:szCs w:val="16"/>
          <w:lang w:val="tr-TR"/>
        </w:rPr>
        <w:t xml:space="preserve">                                                                     </w:t>
      </w:r>
      <w:r w:rsidR="00004F3A" w:rsidRPr="00E52BCF">
        <w:rPr>
          <w:i/>
          <w:sz w:val="16"/>
          <w:szCs w:val="16"/>
          <w:lang w:val="tr-TR"/>
        </w:rPr>
        <w:t>………. - …….. -</w:t>
      </w:r>
      <w:r w:rsidR="00004F3A" w:rsidRPr="00E52BCF">
        <w:rPr>
          <w:i/>
          <w:spacing w:val="-2"/>
          <w:sz w:val="16"/>
          <w:szCs w:val="16"/>
          <w:lang w:val="tr-TR"/>
        </w:rPr>
        <w:t xml:space="preserve"> </w:t>
      </w:r>
      <w:r w:rsidR="00004F3A" w:rsidRPr="00E52BCF">
        <w:rPr>
          <w:i/>
          <w:sz w:val="16"/>
          <w:szCs w:val="16"/>
          <w:lang w:val="tr-TR"/>
        </w:rPr>
        <w:t>……..</w:t>
      </w:r>
      <w:r w:rsidR="00BB2715" w:rsidRPr="00E52BCF">
        <w:rPr>
          <w:i/>
          <w:sz w:val="16"/>
          <w:szCs w:val="16"/>
          <w:lang w:val="tr-TR"/>
        </w:rPr>
        <w:t xml:space="preserve"> </w:t>
      </w:r>
      <w:r w:rsidR="00276134" w:rsidRPr="00E52BCF">
        <w:rPr>
          <w:i/>
          <w:sz w:val="16"/>
          <w:szCs w:val="16"/>
          <w:lang w:val="tr-TR"/>
        </w:rPr>
        <w:t>tarihinde</w:t>
      </w:r>
      <w:r w:rsidR="00E33642" w:rsidRPr="00E52BCF">
        <w:rPr>
          <w:i/>
          <w:sz w:val="16"/>
          <w:szCs w:val="16"/>
          <w:lang w:val="tr-TR"/>
        </w:rPr>
        <w:t xml:space="preserve"> kayıt al</w:t>
      </w:r>
      <w:r w:rsidR="00B1262B" w:rsidRPr="00E52BCF">
        <w:rPr>
          <w:i/>
          <w:sz w:val="16"/>
          <w:szCs w:val="16"/>
          <w:lang w:val="tr-TR"/>
        </w:rPr>
        <w:t>tına</w:t>
      </w:r>
      <w:r w:rsidR="00096D75" w:rsidRPr="00E52BCF">
        <w:rPr>
          <w:i/>
          <w:sz w:val="16"/>
          <w:szCs w:val="16"/>
          <w:lang w:val="tr-TR"/>
        </w:rPr>
        <w:t xml:space="preserve"> alınmıştır</w:t>
      </w:r>
    </w:p>
    <w:p w14:paraId="508E20AA" w14:textId="7554D5B9" w:rsidR="008F5F1E" w:rsidRPr="00E52BCF" w:rsidRDefault="008869CB" w:rsidP="00FD38B8">
      <w:pPr>
        <w:spacing w:before="97"/>
        <w:rPr>
          <w:sz w:val="13"/>
          <w:lang w:val="tr-TR"/>
        </w:rPr>
      </w:pPr>
      <w:bookmarkStart w:id="1" w:name="Rendelkezési_jogkör_gyakorlójának_engedé"/>
      <w:bookmarkEnd w:id="1"/>
      <w:r w:rsidRPr="00E52BCF">
        <w:rPr>
          <w:sz w:val="13"/>
          <w:lang w:val="tr-TR"/>
        </w:rPr>
        <w:t xml:space="preserve">                             </w:t>
      </w:r>
      <w:r w:rsidR="00F247B7" w:rsidRPr="00E52BCF">
        <w:rPr>
          <w:sz w:val="13"/>
          <w:lang w:val="tr-TR"/>
        </w:rPr>
        <w:t>Hukuki yetkiy</w:t>
      </w:r>
      <w:r w:rsidR="00A34AEA" w:rsidRPr="00E52BCF">
        <w:rPr>
          <w:sz w:val="13"/>
          <w:lang w:val="tr-TR"/>
        </w:rPr>
        <w:t>i kullanan yetkilinin izni doğrultusunda</w:t>
      </w:r>
    </w:p>
    <w:p w14:paraId="7787EF66" w14:textId="28BACFF0" w:rsidR="008F5F1E" w:rsidRPr="00E52BCF" w:rsidRDefault="008869CB" w:rsidP="00652D57">
      <w:pPr>
        <w:rPr>
          <w:sz w:val="13"/>
          <w:lang w:val="tr-TR"/>
        </w:rPr>
        <w:sectPr w:rsidR="008F5F1E" w:rsidRPr="00E52BCF">
          <w:type w:val="continuous"/>
          <w:pgSz w:w="11910" w:h="16840"/>
          <w:pgMar w:top="160" w:right="340" w:bottom="280" w:left="340" w:header="708" w:footer="708" w:gutter="0"/>
          <w:cols w:space="708"/>
        </w:sectPr>
      </w:pPr>
      <w:r w:rsidRPr="00E52BCF">
        <w:rPr>
          <w:sz w:val="13"/>
          <w:lang w:val="tr-TR"/>
        </w:rPr>
        <w:t xml:space="preserve"> </w:t>
      </w:r>
    </w:p>
    <w:p w14:paraId="34F80D7F" w14:textId="181CECF2" w:rsidR="008F5F1E" w:rsidRPr="00E52BCF" w:rsidRDefault="00A34AEA" w:rsidP="00652D57">
      <w:pPr>
        <w:pStyle w:val="Cmsor1"/>
        <w:spacing w:before="225"/>
        <w:ind w:left="4211"/>
        <w:rPr>
          <w:lang w:val="tr-TR"/>
        </w:rPr>
      </w:pPr>
      <w:bookmarkStart w:id="2" w:name="N_Y_I_L_A_T_K_O_Z_A_T"/>
      <w:bookmarkEnd w:id="2"/>
      <w:r w:rsidRPr="00E52BCF">
        <w:rPr>
          <w:lang w:val="tr-TR"/>
        </w:rPr>
        <w:lastRenderedPageBreak/>
        <w:t>B E Y A N</w:t>
      </w:r>
      <w:r w:rsidR="008869CB" w:rsidRPr="00E52BCF">
        <w:rPr>
          <w:lang w:val="tr-TR"/>
        </w:rPr>
        <w:t xml:space="preserve">                 </w:t>
      </w:r>
    </w:p>
    <w:p w14:paraId="2B2A9B47" w14:textId="5ACE86ED" w:rsidR="008F5F1E" w:rsidRPr="00E52BCF" w:rsidRDefault="00004F3A" w:rsidP="00FD38B8">
      <w:pPr>
        <w:pStyle w:val="Szvegtrzs"/>
        <w:spacing w:line="221" w:lineRule="exact"/>
        <w:ind w:left="0"/>
        <w:rPr>
          <w:lang w:val="tr-TR"/>
        </w:rPr>
      </w:pPr>
      <w:r w:rsidRPr="00E52BCF">
        <w:rPr>
          <w:lang w:val="tr-TR"/>
        </w:rPr>
        <w:lastRenderedPageBreak/>
        <w:t>…………………………………..</w:t>
      </w:r>
    </w:p>
    <w:p w14:paraId="1C93B9FA" w14:textId="77777777" w:rsidR="008F5F1E" w:rsidRPr="00E52BCF" w:rsidRDefault="008F5F1E">
      <w:pPr>
        <w:spacing w:line="221" w:lineRule="exact"/>
        <w:rPr>
          <w:lang w:val="tr-TR"/>
        </w:rPr>
        <w:sectPr w:rsidR="008F5F1E" w:rsidRPr="00E52BCF">
          <w:type w:val="continuous"/>
          <w:pgSz w:w="11910" w:h="16840"/>
          <w:pgMar w:top="160" w:right="340" w:bottom="280" w:left="340" w:header="708" w:footer="708" w:gutter="0"/>
          <w:cols w:num="2" w:space="708" w:equalWidth="0">
            <w:col w:w="7013" w:space="40"/>
            <w:col w:w="4177"/>
          </w:cols>
        </w:sectPr>
      </w:pPr>
    </w:p>
    <w:p w14:paraId="6A5274B9" w14:textId="35231633" w:rsidR="008F5F1E" w:rsidRPr="00E52BCF" w:rsidRDefault="00914FA1">
      <w:pPr>
        <w:tabs>
          <w:tab w:val="left" w:pos="9715"/>
        </w:tabs>
        <w:spacing w:line="113" w:lineRule="exact"/>
        <w:ind w:left="6599"/>
        <w:rPr>
          <w:rFonts w:ascii="Wingdings" w:hAnsi="Wingdings"/>
          <w:sz w:val="10"/>
          <w:lang w:val="tr-TR"/>
        </w:rPr>
      </w:pPr>
      <w:r w:rsidRPr="00E52BCF">
        <w:rPr>
          <w:rFonts w:ascii="Wingdings" w:hAnsi="Wingdings"/>
          <w:sz w:val="10"/>
          <w:lang w:val="tr-TR"/>
        </w:rPr>
        <w:lastRenderedPageBreak/>
        <w:t></w:t>
      </w:r>
      <w:r w:rsidRPr="00E52BCF">
        <w:rPr>
          <w:rFonts w:ascii="Wingdings" w:hAnsi="Wingdings"/>
          <w:sz w:val="10"/>
          <w:lang w:val="tr-TR"/>
        </w:rPr>
        <w:t></w:t>
      </w:r>
      <w:r w:rsidRPr="00E52BCF">
        <w:rPr>
          <w:rFonts w:ascii="Wingdings" w:hAnsi="Wingdings"/>
          <w:sz w:val="10"/>
          <w:lang w:val="tr-TR"/>
        </w:rPr>
        <w:t></w:t>
      </w:r>
      <w:r w:rsidRPr="00E52BCF">
        <w:rPr>
          <w:rFonts w:ascii="Wingdings" w:hAnsi="Wingdings"/>
          <w:sz w:val="10"/>
          <w:lang w:val="tr-TR"/>
        </w:rPr>
        <w:t></w:t>
      </w:r>
      <w:r w:rsidRPr="00E52BCF">
        <w:rPr>
          <w:rFonts w:ascii="Wingdings" w:hAnsi="Wingdings"/>
          <w:sz w:val="10"/>
          <w:lang w:val="tr-TR"/>
        </w:rPr>
        <w:t></w:t>
      </w:r>
      <w:r w:rsidRPr="00E52BCF">
        <w:rPr>
          <w:rFonts w:ascii="Wingdings" w:hAnsi="Wingdings"/>
          <w:sz w:val="10"/>
          <w:lang w:val="tr-TR"/>
        </w:rPr>
        <w:t></w:t>
      </w:r>
      <w:r w:rsidR="00004F3A" w:rsidRPr="00E52BCF">
        <w:rPr>
          <w:rFonts w:ascii="Wingdings" w:hAnsi="Wingdings"/>
          <w:sz w:val="10"/>
          <w:lang w:val="tr-TR"/>
        </w:rPr>
        <w:t></w:t>
      </w:r>
      <w:r w:rsidR="00004F3A" w:rsidRPr="00E52BCF">
        <w:rPr>
          <w:sz w:val="10"/>
          <w:lang w:val="tr-TR"/>
        </w:rPr>
        <w:t xml:space="preserve"> </w:t>
      </w:r>
      <w:r w:rsidR="00004F3A" w:rsidRPr="00E52BCF">
        <w:rPr>
          <w:spacing w:val="13"/>
          <w:sz w:val="10"/>
          <w:lang w:val="tr-TR"/>
        </w:rPr>
        <w:t xml:space="preserve"> </w:t>
      </w:r>
      <w:r w:rsidR="007E10D4" w:rsidRPr="00E52BCF">
        <w:rPr>
          <w:sz w:val="10"/>
          <w:lang w:val="tr-TR"/>
        </w:rPr>
        <w:t>Mahkumun adı</w:t>
      </w:r>
      <w:r w:rsidR="00004F3A" w:rsidRPr="00E52BCF">
        <w:rPr>
          <w:spacing w:val="16"/>
          <w:sz w:val="10"/>
          <w:lang w:val="tr-TR"/>
        </w:rPr>
        <w:t xml:space="preserve"> </w:t>
      </w:r>
      <w:r w:rsidR="00004F3A" w:rsidRPr="00E52BCF">
        <w:rPr>
          <w:rFonts w:ascii="Wingdings" w:hAnsi="Wingdings"/>
          <w:sz w:val="10"/>
          <w:lang w:val="tr-TR"/>
        </w:rPr>
        <w:t></w:t>
      </w:r>
      <w:r w:rsidR="00004F3A" w:rsidRPr="00E52BCF">
        <w:rPr>
          <w:sz w:val="10"/>
          <w:lang w:val="tr-TR"/>
        </w:rPr>
        <w:tab/>
      </w:r>
      <w:r w:rsidRPr="00E52BCF">
        <w:rPr>
          <w:sz w:val="10"/>
          <w:lang w:val="tr-TR"/>
        </w:rPr>
        <w:t xml:space="preserve">                 </w:t>
      </w:r>
      <w:r w:rsidR="00004F3A" w:rsidRPr="00E52BCF">
        <w:rPr>
          <w:rFonts w:ascii="Wingdings" w:hAnsi="Wingdings"/>
          <w:sz w:val="10"/>
          <w:lang w:val="tr-TR"/>
        </w:rPr>
        <w:t></w:t>
      </w:r>
      <w:r w:rsidR="00004F3A" w:rsidRPr="00E52BCF">
        <w:rPr>
          <w:spacing w:val="-6"/>
          <w:sz w:val="10"/>
          <w:lang w:val="tr-TR"/>
        </w:rPr>
        <w:t xml:space="preserve"> </w:t>
      </w:r>
      <w:r w:rsidRPr="00E52BCF">
        <w:rPr>
          <w:sz w:val="10"/>
          <w:lang w:val="tr-TR"/>
        </w:rPr>
        <w:t>Doğum tarihi</w:t>
      </w:r>
      <w:r w:rsidR="00004F3A" w:rsidRPr="00E52BCF">
        <w:rPr>
          <w:sz w:val="10"/>
          <w:lang w:val="tr-TR"/>
        </w:rPr>
        <w:t xml:space="preserve"> </w:t>
      </w:r>
      <w:r w:rsidR="00004F3A" w:rsidRPr="00E52BCF">
        <w:rPr>
          <w:rFonts w:ascii="Wingdings" w:hAnsi="Wingdings"/>
          <w:sz w:val="10"/>
          <w:lang w:val="tr-TR"/>
        </w:rPr>
        <w:t></w:t>
      </w:r>
    </w:p>
    <w:p w14:paraId="7854D34A" w14:textId="493816E4" w:rsidR="008F5F1E" w:rsidRPr="00E52BCF" w:rsidRDefault="000436BD" w:rsidP="00652D57">
      <w:pPr>
        <w:pStyle w:val="Szvegtrzs"/>
        <w:tabs>
          <w:tab w:val="left" w:leader="dot" w:pos="10930"/>
        </w:tabs>
        <w:ind w:left="227"/>
        <w:rPr>
          <w:lang w:val="tr-TR"/>
        </w:rPr>
      </w:pPr>
      <w:r w:rsidRPr="00E52BCF">
        <w:rPr>
          <w:spacing w:val="-4"/>
          <w:lang w:val="tr-TR"/>
        </w:rPr>
        <w:t>Aşağıda imzası bulunan ben</w:t>
      </w:r>
      <w:r w:rsidR="009D503D" w:rsidRPr="00E52BCF">
        <w:rPr>
          <w:spacing w:val="-4"/>
          <w:lang w:val="tr-TR"/>
        </w:rPr>
        <w:t>,</w:t>
      </w:r>
      <w:r w:rsidR="00004F3A" w:rsidRPr="00E52BCF">
        <w:rPr>
          <w:spacing w:val="-4"/>
          <w:lang w:val="tr-TR"/>
        </w:rPr>
        <w:t xml:space="preserve"> </w:t>
      </w:r>
      <w:r w:rsidRPr="00E52BCF">
        <w:rPr>
          <w:spacing w:val="-3"/>
          <w:lang w:val="tr-TR"/>
        </w:rPr>
        <w:t>Ceza-İnfaz Kurumunda</w:t>
      </w:r>
      <w:r w:rsidR="009D503D" w:rsidRPr="00E52BCF">
        <w:rPr>
          <w:spacing w:val="-3"/>
          <w:lang w:val="tr-TR"/>
        </w:rPr>
        <w:t>ki</w:t>
      </w:r>
      <w:r w:rsidR="00004F3A" w:rsidRPr="00E52BCF">
        <w:rPr>
          <w:spacing w:val="-4"/>
          <w:lang w:val="tr-TR"/>
        </w:rPr>
        <w:t xml:space="preserve"> </w:t>
      </w:r>
      <w:r w:rsidR="00C71FB8" w:rsidRPr="00E52BCF">
        <w:rPr>
          <w:b/>
          <w:spacing w:val="-5"/>
          <w:sz w:val="24"/>
          <w:u w:val="thick"/>
          <w:lang w:val="tr-TR"/>
        </w:rPr>
        <w:t>tutuklu/hükümlü</w:t>
      </w:r>
      <w:r w:rsidR="00004F3A" w:rsidRPr="00E52BCF">
        <w:rPr>
          <w:spacing w:val="-5"/>
          <w:lang w:val="tr-TR"/>
        </w:rPr>
        <w:t>:</w:t>
      </w:r>
      <w:r w:rsidR="006C7671" w:rsidRPr="00E52BCF">
        <w:rPr>
          <w:spacing w:val="-5"/>
          <w:lang w:val="tr-TR"/>
        </w:rPr>
        <w:t>*</w:t>
      </w:r>
      <w:r w:rsidR="00004F3A" w:rsidRPr="00E52BCF">
        <w:rPr>
          <w:spacing w:val="-5"/>
          <w:lang w:val="tr-TR"/>
        </w:rPr>
        <w:t xml:space="preserve"> </w:t>
      </w:r>
      <w:r w:rsidR="00A60522" w:rsidRPr="00E52BCF">
        <w:rPr>
          <w:spacing w:val="-4"/>
          <w:lang w:val="tr-TR"/>
        </w:rPr>
        <w:t>…………………………………………………</w:t>
      </w:r>
      <w:r w:rsidR="00004F3A" w:rsidRPr="00E52BCF">
        <w:rPr>
          <w:spacing w:val="-4"/>
          <w:lang w:val="tr-TR"/>
        </w:rPr>
        <w:t>……..</w:t>
      </w:r>
      <w:r w:rsidR="00004F3A" w:rsidRPr="00E52BCF">
        <w:rPr>
          <w:spacing w:val="-5"/>
          <w:lang w:val="tr-TR"/>
        </w:rPr>
        <w:t xml:space="preserve"> </w:t>
      </w:r>
      <w:r w:rsidR="00004F3A" w:rsidRPr="00E52BCF">
        <w:rPr>
          <w:lang w:val="tr-TR"/>
        </w:rPr>
        <w:t>-</w:t>
      </w:r>
      <w:r w:rsidR="006C7671" w:rsidRPr="00E52BCF">
        <w:rPr>
          <w:lang w:val="tr-TR"/>
        </w:rPr>
        <w:t>*</w:t>
      </w:r>
      <w:r w:rsidR="00652D57" w:rsidRPr="00E52BCF">
        <w:rPr>
          <w:lang w:val="tr-TR"/>
        </w:rPr>
        <w:t>…………...…</w:t>
      </w:r>
      <w:r w:rsidR="00004F3A" w:rsidRPr="00E52BCF">
        <w:rPr>
          <w:lang w:val="tr-TR"/>
        </w:rPr>
        <w:t>,</w:t>
      </w:r>
    </w:p>
    <w:p w14:paraId="693AC846" w14:textId="75F33721" w:rsidR="008F5F1E" w:rsidRPr="00E52BCF" w:rsidRDefault="00C20521" w:rsidP="00652D57">
      <w:pPr>
        <w:pStyle w:val="Szvegtrzs"/>
        <w:ind w:left="227"/>
        <w:rPr>
          <w:spacing w:val="-4"/>
          <w:lang w:val="tr-TR"/>
        </w:rPr>
      </w:pPr>
      <w:r w:rsidRPr="00E52BCF">
        <w:rPr>
          <w:spacing w:val="-4"/>
          <w:lang w:val="tr-TR"/>
        </w:rPr>
        <w:t>ile</w:t>
      </w:r>
      <w:r w:rsidR="007A7908" w:rsidRPr="00E52BCF">
        <w:rPr>
          <w:spacing w:val="-4"/>
          <w:lang w:val="tr-TR"/>
        </w:rPr>
        <w:t xml:space="preserve"> </w:t>
      </w:r>
      <w:r w:rsidR="008F1227" w:rsidRPr="00E52BCF">
        <w:rPr>
          <w:spacing w:val="-4"/>
          <w:lang w:val="tr-TR"/>
        </w:rPr>
        <w:t>i</w:t>
      </w:r>
      <w:r w:rsidR="00F875C2" w:rsidRPr="00E52BCF">
        <w:rPr>
          <w:spacing w:val="-4"/>
          <w:lang w:val="tr-TR"/>
        </w:rPr>
        <w:t xml:space="preserve">letişimde bulunan kişi </w:t>
      </w:r>
      <w:r w:rsidR="00257DB2" w:rsidRPr="00E52BCF">
        <w:rPr>
          <w:spacing w:val="-4"/>
          <w:lang w:val="tr-TR"/>
        </w:rPr>
        <w:t>sıfatıyla</w:t>
      </w:r>
      <w:r w:rsidR="00004F3A" w:rsidRPr="00E52BCF">
        <w:rPr>
          <w:spacing w:val="-4"/>
          <w:lang w:val="tr-TR"/>
        </w:rPr>
        <w:t xml:space="preserve">, </w:t>
      </w:r>
      <w:r w:rsidR="00004F3A" w:rsidRPr="00E52BCF">
        <w:rPr>
          <w:lang w:val="tr-TR"/>
        </w:rPr>
        <w:t>a</w:t>
      </w:r>
      <w:r w:rsidR="00257DB2" w:rsidRPr="00E52BCF">
        <w:rPr>
          <w:lang w:val="tr-TR"/>
        </w:rPr>
        <w:t>şağıda belirtilen kişisel verilerim</w:t>
      </w:r>
      <w:r w:rsidR="00926356" w:rsidRPr="00E52BCF">
        <w:rPr>
          <w:lang w:val="tr-TR"/>
        </w:rPr>
        <w:t>in</w:t>
      </w:r>
      <w:r w:rsidR="00004F3A" w:rsidRPr="00E52BCF">
        <w:rPr>
          <w:spacing w:val="-4"/>
          <w:lang w:val="tr-TR"/>
        </w:rPr>
        <w:t xml:space="preserve">, </w:t>
      </w:r>
      <w:r w:rsidR="00926356" w:rsidRPr="00E52BCF">
        <w:rPr>
          <w:spacing w:val="-4"/>
          <w:lang w:val="tr-TR"/>
        </w:rPr>
        <w:t xml:space="preserve">adı geçen kişinin </w:t>
      </w:r>
      <w:r w:rsidR="00C71FB8" w:rsidRPr="00E52BCF">
        <w:rPr>
          <w:spacing w:val="-4"/>
          <w:lang w:val="tr-TR"/>
        </w:rPr>
        <w:t>tutukluluğu</w:t>
      </w:r>
      <w:r w:rsidR="00096D75" w:rsidRPr="00E52BCF">
        <w:rPr>
          <w:spacing w:val="-4"/>
          <w:lang w:val="tr-TR"/>
        </w:rPr>
        <w:t>/</w:t>
      </w:r>
      <w:r w:rsidR="00926356" w:rsidRPr="00E52BCF">
        <w:rPr>
          <w:spacing w:val="-4"/>
          <w:lang w:val="tr-TR"/>
        </w:rPr>
        <w:t>mahkumiyeti süresince</w:t>
      </w:r>
      <w:r w:rsidR="00004F3A" w:rsidRPr="00E52BCF">
        <w:rPr>
          <w:lang w:val="tr-TR"/>
        </w:rPr>
        <w:t xml:space="preserve"> </w:t>
      </w:r>
      <w:r w:rsidR="00926356" w:rsidRPr="00E52BCF">
        <w:rPr>
          <w:spacing w:val="-4"/>
          <w:lang w:val="tr-TR"/>
        </w:rPr>
        <w:t>Ceza-İnfaz Kurumu</w:t>
      </w:r>
      <w:r w:rsidR="00004F3A" w:rsidRPr="00E52BCF">
        <w:rPr>
          <w:spacing w:val="-4"/>
          <w:lang w:val="tr-TR"/>
        </w:rPr>
        <w:t xml:space="preserve"> </w:t>
      </w:r>
      <w:r w:rsidR="008F5EC4" w:rsidRPr="00E52BCF">
        <w:rPr>
          <w:spacing w:val="-4"/>
          <w:lang w:val="tr-TR"/>
        </w:rPr>
        <w:t>tarafından kullanılmasını</w:t>
      </w:r>
      <w:r w:rsidR="00365DF7" w:rsidRPr="00E52BCF">
        <w:rPr>
          <w:spacing w:val="-4"/>
          <w:lang w:val="tr-TR"/>
        </w:rPr>
        <w:t xml:space="preserve"> kabul ediyorum</w:t>
      </w:r>
      <w:r w:rsidR="00004F3A" w:rsidRPr="00E52BCF">
        <w:rPr>
          <w:spacing w:val="-4"/>
          <w:lang w:val="tr-TR"/>
        </w:rPr>
        <w:t>.</w:t>
      </w:r>
      <w:r w:rsidR="00383D74" w:rsidRPr="00E52BCF">
        <w:rPr>
          <w:spacing w:val="-4"/>
          <w:lang w:val="tr-TR"/>
        </w:rPr>
        <w:t xml:space="preserve"> </w:t>
      </w:r>
    </w:p>
    <w:tbl>
      <w:tblPr>
        <w:tblStyle w:val="Rcsostblzat"/>
        <w:tblW w:w="11396" w:type="dxa"/>
        <w:tblBorders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11396"/>
      </w:tblGrid>
      <w:tr w:rsidR="00256FA5" w:rsidRPr="00E52BCF" w14:paraId="0E57ED65" w14:textId="77777777" w:rsidTr="00652D57">
        <w:trPr>
          <w:trHeight w:val="4108"/>
        </w:trPr>
        <w:tc>
          <w:tcPr>
            <w:tcW w:w="0" w:type="auto"/>
          </w:tcPr>
          <w:p w14:paraId="0F221227" w14:textId="7BEE2CFA" w:rsidR="00652D57" w:rsidRPr="00E52BCF" w:rsidRDefault="00365DF7" w:rsidP="00D435C2">
            <w:pPr>
              <w:tabs>
                <w:tab w:val="left" w:pos="4500"/>
              </w:tabs>
              <w:spacing w:line="227" w:lineRule="exact"/>
              <w:rPr>
                <w:b/>
                <w:sz w:val="20"/>
                <w:lang w:val="tr-TR"/>
              </w:rPr>
            </w:pPr>
            <w:r w:rsidRPr="00E52BCF">
              <w:rPr>
                <w:b/>
                <w:sz w:val="20"/>
                <w:lang w:val="tr-TR"/>
              </w:rPr>
              <w:t>İletişimde bulunan ki</w:t>
            </w:r>
            <w:r w:rsidR="004B6C8D" w:rsidRPr="00E52BCF">
              <w:rPr>
                <w:b/>
                <w:sz w:val="20"/>
                <w:lang w:val="tr-TR"/>
              </w:rPr>
              <w:t xml:space="preserve">şinin </w:t>
            </w:r>
            <w:r w:rsidR="00E316DD" w:rsidRPr="00E52BCF">
              <w:rPr>
                <w:b/>
                <w:sz w:val="20"/>
                <w:lang w:val="tr-TR"/>
              </w:rPr>
              <w:t>verileri</w:t>
            </w:r>
            <w:r w:rsidR="007C5F72" w:rsidRPr="00E52BCF">
              <w:rPr>
                <w:b/>
                <w:sz w:val="20"/>
                <w:lang w:val="tr-TR"/>
              </w:rPr>
              <w:t>:</w:t>
            </w:r>
          </w:p>
          <w:p w14:paraId="291F2B26" w14:textId="77777777" w:rsidR="007C5F72" w:rsidRPr="00E52BCF" w:rsidRDefault="00D435C2" w:rsidP="00D435C2">
            <w:pPr>
              <w:tabs>
                <w:tab w:val="left" w:pos="4500"/>
              </w:tabs>
              <w:spacing w:line="227" w:lineRule="exact"/>
              <w:rPr>
                <w:b/>
                <w:sz w:val="20"/>
                <w:lang w:val="tr-TR"/>
              </w:rPr>
            </w:pPr>
            <w:r w:rsidRPr="00E52BCF">
              <w:rPr>
                <w:b/>
                <w:sz w:val="20"/>
                <w:lang w:val="tr-TR"/>
              </w:rPr>
              <w:tab/>
            </w:r>
          </w:p>
          <w:p w14:paraId="2BC72780" w14:textId="5757E3B2" w:rsidR="00652D57" w:rsidRPr="00E52BCF" w:rsidRDefault="00383D74" w:rsidP="007C5F72">
            <w:pPr>
              <w:spacing w:line="360" w:lineRule="auto"/>
              <w:rPr>
                <w:sz w:val="20"/>
                <w:lang w:val="tr-TR"/>
              </w:rPr>
            </w:pPr>
            <w:r w:rsidRPr="00E52BCF">
              <w:rPr>
                <w:sz w:val="20"/>
                <w:lang w:val="tr-TR"/>
              </w:rPr>
              <w:t>*</w:t>
            </w:r>
            <w:r w:rsidR="00E316DD" w:rsidRPr="00E52BCF">
              <w:rPr>
                <w:sz w:val="20"/>
                <w:lang w:val="tr-TR"/>
              </w:rPr>
              <w:t>Tam adı</w:t>
            </w:r>
            <w:r w:rsidR="007C5F72" w:rsidRPr="00E52BCF">
              <w:rPr>
                <w:sz w:val="20"/>
                <w:lang w:val="tr-TR"/>
              </w:rPr>
              <w:t>: …………</w:t>
            </w:r>
            <w:r w:rsidR="00A60522" w:rsidRPr="00E52BCF">
              <w:rPr>
                <w:sz w:val="20"/>
                <w:lang w:val="tr-TR"/>
              </w:rPr>
              <w:t>…………………………………………………………………………………………………………..</w:t>
            </w:r>
            <w:r w:rsidR="007C5F72" w:rsidRPr="00E52BCF">
              <w:rPr>
                <w:sz w:val="20"/>
                <w:lang w:val="tr-TR"/>
              </w:rPr>
              <w:t>………………</w:t>
            </w:r>
          </w:p>
          <w:p w14:paraId="1243130C" w14:textId="7E3324CF" w:rsidR="007C5F72" w:rsidRPr="00E52BCF" w:rsidRDefault="008D6A25" w:rsidP="007C5F72">
            <w:pPr>
              <w:spacing w:line="360" w:lineRule="auto"/>
              <w:rPr>
                <w:sz w:val="20"/>
                <w:lang w:val="tr-TR"/>
              </w:rPr>
            </w:pPr>
            <w:r w:rsidRPr="00E52BCF">
              <w:rPr>
                <w:sz w:val="20"/>
                <w:lang w:val="tr-TR"/>
              </w:rPr>
              <w:t>*</w:t>
            </w:r>
            <w:r w:rsidR="00E316DD" w:rsidRPr="00E52BCF">
              <w:rPr>
                <w:sz w:val="20"/>
                <w:lang w:val="tr-TR"/>
              </w:rPr>
              <w:t>Doğum yeri</w:t>
            </w:r>
            <w:r w:rsidR="00652D57" w:rsidRPr="00E52BCF">
              <w:rPr>
                <w:sz w:val="20"/>
                <w:lang w:val="tr-TR"/>
              </w:rPr>
              <w:t xml:space="preserve">, </w:t>
            </w:r>
            <w:r w:rsidR="00E316DD" w:rsidRPr="00E52BCF">
              <w:rPr>
                <w:sz w:val="20"/>
                <w:lang w:val="tr-TR"/>
              </w:rPr>
              <w:t>doğum tarihi</w:t>
            </w:r>
            <w:r w:rsidR="00652D57" w:rsidRPr="00E52BCF">
              <w:rPr>
                <w:sz w:val="20"/>
                <w:lang w:val="tr-TR"/>
              </w:rPr>
              <w:t>: ……………………………………………… An</w:t>
            </w:r>
            <w:r w:rsidR="00E316DD" w:rsidRPr="00E52BCF">
              <w:rPr>
                <w:sz w:val="20"/>
                <w:lang w:val="tr-TR"/>
              </w:rPr>
              <w:t>a adı</w:t>
            </w:r>
            <w:r w:rsidR="00652D57" w:rsidRPr="00E52BCF">
              <w:rPr>
                <w:sz w:val="20"/>
                <w:lang w:val="tr-TR"/>
              </w:rPr>
              <w:t xml:space="preserve">: </w:t>
            </w:r>
            <w:r w:rsidR="00E316DD" w:rsidRPr="00E52BCF">
              <w:rPr>
                <w:sz w:val="20"/>
                <w:lang w:val="tr-TR"/>
              </w:rPr>
              <w:t>….</w:t>
            </w:r>
            <w:r w:rsidR="00652D57" w:rsidRPr="00E52BCF">
              <w:rPr>
                <w:sz w:val="20"/>
                <w:lang w:val="tr-TR"/>
              </w:rPr>
              <w:t>…………………………………………………….</w:t>
            </w:r>
            <w:r w:rsidR="007C5F72" w:rsidRPr="00E52BCF">
              <w:rPr>
                <w:sz w:val="20"/>
                <w:lang w:val="tr-TR"/>
              </w:rPr>
              <w:t xml:space="preserve"> </w:t>
            </w:r>
          </w:p>
          <w:p w14:paraId="323E7A05" w14:textId="2816EC1D" w:rsidR="007C5F72" w:rsidRPr="00E52BCF" w:rsidRDefault="00383D74" w:rsidP="007C5F72">
            <w:pPr>
              <w:spacing w:line="360" w:lineRule="auto"/>
              <w:rPr>
                <w:sz w:val="20"/>
                <w:lang w:val="tr-TR"/>
              </w:rPr>
            </w:pPr>
            <w:r w:rsidRPr="00E52BCF">
              <w:rPr>
                <w:sz w:val="20"/>
                <w:lang w:val="tr-TR"/>
              </w:rPr>
              <w:t>*</w:t>
            </w:r>
            <w:r w:rsidR="007C5F72" w:rsidRPr="00E52BCF">
              <w:rPr>
                <w:sz w:val="20"/>
                <w:lang w:val="tr-TR"/>
              </w:rPr>
              <w:t>B</w:t>
            </w:r>
            <w:r w:rsidR="007D4646" w:rsidRPr="00E52BCF">
              <w:rPr>
                <w:sz w:val="20"/>
                <w:lang w:val="tr-TR"/>
              </w:rPr>
              <w:t>aşvuruda bulunan kişinin</w:t>
            </w:r>
            <w:r w:rsidR="007C5F72" w:rsidRPr="00E52BCF">
              <w:rPr>
                <w:sz w:val="20"/>
                <w:lang w:val="tr-TR"/>
              </w:rPr>
              <w:t xml:space="preserve"> </w:t>
            </w:r>
            <w:r w:rsidR="007D4646" w:rsidRPr="00E52BCF">
              <w:rPr>
                <w:sz w:val="20"/>
                <w:lang w:val="tr-TR"/>
              </w:rPr>
              <w:t>ikamet adresi</w:t>
            </w:r>
            <w:r w:rsidR="007C5F72" w:rsidRPr="00E52BCF">
              <w:rPr>
                <w:sz w:val="20"/>
                <w:lang w:val="tr-TR"/>
              </w:rPr>
              <w:t xml:space="preserve"> v</w:t>
            </w:r>
            <w:r w:rsidR="007D4646" w:rsidRPr="00E52BCF">
              <w:rPr>
                <w:sz w:val="20"/>
                <w:lang w:val="tr-TR"/>
              </w:rPr>
              <w:t xml:space="preserve">eya </w:t>
            </w:r>
            <w:r w:rsidR="00821650" w:rsidRPr="00E52BCF">
              <w:rPr>
                <w:sz w:val="20"/>
                <w:lang w:val="tr-TR"/>
              </w:rPr>
              <w:t>bulunduğu yerin adresi</w:t>
            </w:r>
            <w:r w:rsidR="007C5F72" w:rsidRPr="00E52BCF">
              <w:rPr>
                <w:sz w:val="20"/>
                <w:lang w:val="tr-TR"/>
              </w:rPr>
              <w:t>: ……</w:t>
            </w:r>
            <w:r w:rsidR="00A60522" w:rsidRPr="00E52BCF">
              <w:rPr>
                <w:sz w:val="20"/>
                <w:lang w:val="tr-TR"/>
              </w:rPr>
              <w:t>…</w:t>
            </w:r>
            <w:r w:rsidR="007C5F72" w:rsidRPr="00E52BCF">
              <w:rPr>
                <w:sz w:val="20"/>
                <w:lang w:val="tr-TR"/>
              </w:rPr>
              <w:t xml:space="preserve"> - </w:t>
            </w:r>
            <w:r w:rsidR="00A60522" w:rsidRPr="00E52BCF">
              <w:rPr>
                <w:sz w:val="20"/>
                <w:lang w:val="tr-TR"/>
              </w:rPr>
              <w:t>..</w:t>
            </w:r>
            <w:r w:rsidR="007C5F72" w:rsidRPr="00E52BCF">
              <w:rPr>
                <w:sz w:val="20"/>
                <w:lang w:val="tr-TR"/>
              </w:rPr>
              <w:t>………………</w:t>
            </w:r>
            <w:r w:rsidR="00E52BCF" w:rsidRPr="00E52BCF">
              <w:rPr>
                <w:sz w:val="20"/>
                <w:lang w:val="tr-TR"/>
              </w:rPr>
              <w:t xml:space="preserve"> </w:t>
            </w:r>
            <w:r w:rsidR="007C5F72" w:rsidRPr="00E52BCF">
              <w:rPr>
                <w:sz w:val="20"/>
                <w:lang w:val="tr-TR"/>
              </w:rPr>
              <w:t>…..-</w:t>
            </w:r>
            <w:r w:rsidR="00A60522" w:rsidRPr="00E52BCF">
              <w:rPr>
                <w:sz w:val="20"/>
                <w:lang w:val="tr-TR"/>
              </w:rPr>
              <w:t>.</w:t>
            </w:r>
            <w:r w:rsidR="007C5F72" w:rsidRPr="00E52BCF">
              <w:rPr>
                <w:sz w:val="20"/>
                <w:lang w:val="tr-TR"/>
              </w:rPr>
              <w:t>……</w:t>
            </w:r>
            <w:r w:rsidR="00A60522" w:rsidRPr="00E52BCF">
              <w:rPr>
                <w:sz w:val="20"/>
                <w:lang w:val="tr-TR"/>
              </w:rPr>
              <w:t>…………</w:t>
            </w:r>
            <w:r w:rsidR="007C5F72" w:rsidRPr="00E52BCF">
              <w:rPr>
                <w:sz w:val="20"/>
                <w:lang w:val="tr-TR"/>
              </w:rPr>
              <w:t>…</w:t>
            </w:r>
            <w:r w:rsidR="00E52BCF" w:rsidRPr="00E52BCF">
              <w:rPr>
                <w:sz w:val="20"/>
                <w:lang w:val="tr-TR"/>
              </w:rPr>
              <w:t xml:space="preserve"> </w:t>
            </w:r>
            <w:r w:rsidR="00A60522" w:rsidRPr="00E52BCF">
              <w:rPr>
                <w:sz w:val="20"/>
                <w:lang w:val="tr-TR"/>
              </w:rPr>
              <w:t>……..</w:t>
            </w:r>
            <w:r w:rsidR="007C5F72" w:rsidRPr="00E52BCF">
              <w:rPr>
                <w:sz w:val="20"/>
                <w:lang w:val="tr-TR"/>
              </w:rPr>
              <w:t>.-……</w:t>
            </w:r>
            <w:r w:rsidR="00DB1F21" w:rsidRPr="00E52BCF">
              <w:rPr>
                <w:sz w:val="20"/>
                <w:lang w:val="tr-TR"/>
              </w:rPr>
              <w:t>.</w:t>
            </w:r>
            <w:r w:rsidR="007C5F72" w:rsidRPr="00E52BCF">
              <w:rPr>
                <w:sz w:val="20"/>
                <w:lang w:val="tr-TR"/>
              </w:rPr>
              <w:t>….</w:t>
            </w:r>
          </w:p>
          <w:p w14:paraId="21DBD04F" w14:textId="26E3D3A0" w:rsidR="007C5F72" w:rsidRPr="00E52BCF" w:rsidRDefault="007C5F72" w:rsidP="007C5F72">
            <w:pPr>
              <w:tabs>
                <w:tab w:val="left" w:pos="7060"/>
                <w:tab w:val="right" w:pos="9700"/>
              </w:tabs>
              <w:spacing w:line="360" w:lineRule="auto"/>
              <w:rPr>
                <w:sz w:val="12"/>
                <w:szCs w:val="12"/>
                <w:lang w:val="tr-TR"/>
              </w:rPr>
            </w:pPr>
            <w:r w:rsidRPr="00E52BCF">
              <w:rPr>
                <w:sz w:val="12"/>
                <w:szCs w:val="12"/>
                <w:lang w:val="tr-TR"/>
              </w:rPr>
              <w:t xml:space="preserve">↓ </w:t>
            </w:r>
            <w:r w:rsidR="00117232" w:rsidRPr="00E52BCF">
              <w:rPr>
                <w:sz w:val="12"/>
                <w:szCs w:val="12"/>
                <w:lang w:val="tr-TR"/>
              </w:rPr>
              <w:t>İkamet adresinin mahkuma bildirilmemesi durumunda</w:t>
            </w:r>
            <w:r w:rsidRPr="00E52BCF">
              <w:rPr>
                <w:sz w:val="12"/>
                <w:szCs w:val="12"/>
                <w:lang w:val="tr-TR"/>
              </w:rPr>
              <w:t xml:space="preserve"> ↓          </w:t>
            </w:r>
            <w:r w:rsidR="00283DFB" w:rsidRPr="00E52BCF">
              <w:rPr>
                <w:sz w:val="12"/>
                <w:szCs w:val="12"/>
                <w:lang w:val="tr-TR"/>
              </w:rPr>
              <w:t xml:space="preserve">          </w:t>
            </w:r>
            <w:r w:rsidR="00117232" w:rsidRPr="00E52BCF">
              <w:rPr>
                <w:sz w:val="12"/>
                <w:szCs w:val="12"/>
                <w:lang w:val="tr-TR"/>
              </w:rPr>
              <w:t>posta kodu</w:t>
            </w:r>
            <w:r w:rsidR="00283DFB" w:rsidRPr="00E52BCF">
              <w:rPr>
                <w:sz w:val="12"/>
                <w:szCs w:val="12"/>
                <w:lang w:val="tr-TR"/>
              </w:rPr>
              <w:t xml:space="preserve"> </w:t>
            </w:r>
            <w:r w:rsidRPr="00E52BCF">
              <w:rPr>
                <w:sz w:val="12"/>
                <w:szCs w:val="12"/>
                <w:lang w:val="tr-TR"/>
              </w:rPr>
              <w:t xml:space="preserve"> </w:t>
            </w:r>
            <w:r w:rsidR="00283DFB" w:rsidRPr="00E52BCF">
              <w:rPr>
                <w:sz w:val="12"/>
                <w:szCs w:val="12"/>
                <w:lang w:val="tr-TR"/>
              </w:rPr>
              <w:t xml:space="preserve">  </w:t>
            </w:r>
            <w:r w:rsidRPr="00E52BCF">
              <w:rPr>
                <w:sz w:val="12"/>
                <w:szCs w:val="12"/>
                <w:lang w:val="tr-TR"/>
              </w:rPr>
              <w:t xml:space="preserve"> </w:t>
            </w:r>
            <w:r w:rsidRPr="00E52BCF">
              <w:rPr>
                <w:b/>
                <w:sz w:val="12"/>
                <w:szCs w:val="12"/>
                <w:lang w:val="tr-TR"/>
              </w:rPr>
              <w:t>-</w:t>
            </w:r>
            <w:r w:rsidRPr="00E52BCF">
              <w:rPr>
                <w:sz w:val="12"/>
                <w:szCs w:val="12"/>
                <w:lang w:val="tr-TR"/>
              </w:rPr>
              <w:t xml:space="preserve">    </w:t>
            </w:r>
            <w:r w:rsidR="00283DFB" w:rsidRPr="00E52BCF">
              <w:rPr>
                <w:sz w:val="12"/>
                <w:szCs w:val="12"/>
                <w:lang w:val="tr-TR"/>
              </w:rPr>
              <w:t xml:space="preserve">                       </w:t>
            </w:r>
            <w:r w:rsidR="00117232" w:rsidRPr="00E52BCF">
              <w:rPr>
                <w:sz w:val="12"/>
                <w:szCs w:val="12"/>
                <w:lang w:val="tr-TR"/>
              </w:rPr>
              <w:t>şehir</w:t>
            </w:r>
            <w:r w:rsidRPr="00E52BCF">
              <w:rPr>
                <w:sz w:val="12"/>
                <w:szCs w:val="12"/>
                <w:lang w:val="tr-TR"/>
              </w:rPr>
              <w:t xml:space="preserve">                                        </w:t>
            </w:r>
            <w:r w:rsidR="00A60522" w:rsidRPr="00E52BCF">
              <w:rPr>
                <w:sz w:val="12"/>
                <w:szCs w:val="12"/>
                <w:lang w:val="tr-TR"/>
              </w:rPr>
              <w:t xml:space="preserve"> </w:t>
            </w:r>
            <w:r w:rsidRPr="00E52BCF">
              <w:rPr>
                <w:b/>
                <w:sz w:val="12"/>
                <w:szCs w:val="12"/>
                <w:lang w:val="tr-TR"/>
              </w:rPr>
              <w:t>-</w:t>
            </w:r>
            <w:r w:rsidRPr="00E52BCF">
              <w:rPr>
                <w:sz w:val="12"/>
                <w:szCs w:val="12"/>
                <w:lang w:val="tr-TR"/>
              </w:rPr>
              <w:t xml:space="preserve">                            </w:t>
            </w:r>
            <w:r w:rsidR="00A60522" w:rsidRPr="00E52BCF">
              <w:rPr>
                <w:sz w:val="12"/>
                <w:szCs w:val="12"/>
                <w:lang w:val="tr-TR"/>
              </w:rPr>
              <w:t xml:space="preserve"> </w:t>
            </w:r>
            <w:r w:rsidR="00283DFB" w:rsidRPr="00E52BCF">
              <w:rPr>
                <w:sz w:val="12"/>
                <w:szCs w:val="12"/>
                <w:lang w:val="tr-TR"/>
              </w:rPr>
              <w:t xml:space="preserve">         </w:t>
            </w:r>
            <w:r w:rsidR="00A60522" w:rsidRPr="00E52BCF">
              <w:rPr>
                <w:sz w:val="12"/>
                <w:szCs w:val="12"/>
                <w:lang w:val="tr-TR"/>
              </w:rPr>
              <w:t xml:space="preserve">  </w:t>
            </w:r>
            <w:r w:rsidR="00283DFB" w:rsidRPr="00E52BCF">
              <w:rPr>
                <w:sz w:val="12"/>
                <w:szCs w:val="12"/>
                <w:lang w:val="tr-TR"/>
              </w:rPr>
              <w:t>sokak</w:t>
            </w:r>
            <w:r w:rsidRPr="00E52BCF">
              <w:rPr>
                <w:sz w:val="12"/>
                <w:szCs w:val="12"/>
                <w:lang w:val="tr-TR"/>
              </w:rPr>
              <w:t>/</w:t>
            </w:r>
            <w:r w:rsidR="00283DFB" w:rsidRPr="00E52BCF">
              <w:rPr>
                <w:sz w:val="12"/>
                <w:szCs w:val="12"/>
                <w:lang w:val="tr-TR"/>
              </w:rPr>
              <w:t>meydan adı</w:t>
            </w:r>
            <w:r w:rsidRPr="00E52BCF">
              <w:rPr>
                <w:sz w:val="12"/>
                <w:szCs w:val="12"/>
                <w:lang w:val="tr-TR"/>
              </w:rPr>
              <w:t xml:space="preserve">               </w:t>
            </w:r>
            <w:r w:rsidR="00A60522" w:rsidRPr="00E52BCF">
              <w:rPr>
                <w:sz w:val="12"/>
                <w:szCs w:val="12"/>
                <w:lang w:val="tr-TR"/>
              </w:rPr>
              <w:t xml:space="preserve">                                             </w:t>
            </w:r>
            <w:r w:rsidRPr="00E52BCF">
              <w:rPr>
                <w:b/>
                <w:sz w:val="12"/>
                <w:szCs w:val="12"/>
                <w:lang w:val="tr-TR"/>
              </w:rPr>
              <w:t>-</w:t>
            </w:r>
            <w:r w:rsidRPr="00E52BCF">
              <w:rPr>
                <w:sz w:val="12"/>
                <w:szCs w:val="12"/>
                <w:lang w:val="tr-TR"/>
              </w:rPr>
              <w:t xml:space="preserve">  </w:t>
            </w:r>
            <w:r w:rsidR="002C1566" w:rsidRPr="00E52BCF">
              <w:rPr>
                <w:sz w:val="12"/>
                <w:szCs w:val="12"/>
                <w:lang w:val="tr-TR"/>
              </w:rPr>
              <w:t>bina numarası</w:t>
            </w:r>
          </w:p>
          <w:p w14:paraId="08D32CE9" w14:textId="6CEDA554" w:rsidR="007C5F72" w:rsidRPr="00E52BCF" w:rsidRDefault="005F7D1D" w:rsidP="007C5F72">
            <w:pPr>
              <w:tabs>
                <w:tab w:val="left" w:pos="3358"/>
              </w:tabs>
              <w:spacing w:line="360" w:lineRule="auto"/>
              <w:rPr>
                <w:sz w:val="20"/>
                <w:lang w:val="tr-TR"/>
              </w:rPr>
            </w:pPr>
            <w:r w:rsidRPr="00E52BCF">
              <w:rPr>
                <w:sz w:val="20"/>
                <w:lang w:val="tr-TR"/>
              </w:rPr>
              <w:t>Büro</w:t>
            </w:r>
            <w:r w:rsidR="007C5F72" w:rsidRPr="00E52BCF">
              <w:rPr>
                <w:sz w:val="20"/>
                <w:lang w:val="tr-TR"/>
              </w:rPr>
              <w:t xml:space="preserve">, </w:t>
            </w:r>
            <w:r w:rsidRPr="00E52BCF">
              <w:rPr>
                <w:sz w:val="20"/>
                <w:lang w:val="tr-TR"/>
              </w:rPr>
              <w:t>şirket adresi</w:t>
            </w:r>
            <w:r w:rsidR="007C5F72" w:rsidRPr="00E52BCF">
              <w:rPr>
                <w:sz w:val="20"/>
                <w:lang w:val="tr-TR"/>
              </w:rPr>
              <w:t xml:space="preserve"> v</w:t>
            </w:r>
            <w:r w:rsidRPr="00E52BCF">
              <w:rPr>
                <w:sz w:val="20"/>
                <w:lang w:val="tr-TR"/>
              </w:rPr>
              <w:t>e</w:t>
            </w:r>
            <w:r w:rsidR="007C5F72" w:rsidRPr="00E52BCF">
              <w:rPr>
                <w:sz w:val="20"/>
                <w:lang w:val="tr-TR"/>
              </w:rPr>
              <w:t>y</w:t>
            </w:r>
            <w:r w:rsidRPr="00E52BCF">
              <w:rPr>
                <w:sz w:val="20"/>
                <w:lang w:val="tr-TR"/>
              </w:rPr>
              <w:t>a</w:t>
            </w:r>
            <w:r w:rsidR="007C5F72" w:rsidRPr="00E52BCF">
              <w:rPr>
                <w:spacing w:val="-6"/>
                <w:sz w:val="20"/>
                <w:lang w:val="tr-TR"/>
              </w:rPr>
              <w:t xml:space="preserve"> </w:t>
            </w:r>
            <w:r w:rsidRPr="00E52BCF">
              <w:rPr>
                <w:spacing w:val="-6"/>
                <w:sz w:val="20"/>
                <w:lang w:val="tr-TR"/>
              </w:rPr>
              <w:t>yazışma adresi</w:t>
            </w:r>
            <w:r w:rsidR="007C5F72" w:rsidRPr="00E52BCF">
              <w:rPr>
                <w:sz w:val="20"/>
                <w:lang w:val="tr-TR"/>
              </w:rPr>
              <w:t>:</w:t>
            </w:r>
            <w:r w:rsidR="007C5F72" w:rsidRPr="00E52BCF">
              <w:rPr>
                <w:sz w:val="20"/>
                <w:lang w:val="tr-TR"/>
              </w:rPr>
              <w:tab/>
              <w:t xml:space="preserve">..…….. </w:t>
            </w:r>
            <w:r w:rsidR="00A60522" w:rsidRPr="00E52BCF">
              <w:rPr>
                <w:sz w:val="20"/>
                <w:lang w:val="tr-TR"/>
              </w:rPr>
              <w:t xml:space="preserve"> </w:t>
            </w:r>
            <w:r w:rsidR="007C5F72" w:rsidRPr="00E52BCF">
              <w:rPr>
                <w:sz w:val="20"/>
                <w:lang w:val="tr-TR"/>
              </w:rPr>
              <w:t>- ……………………….….</w:t>
            </w:r>
            <w:r w:rsidR="00A60522" w:rsidRPr="00E52BCF">
              <w:rPr>
                <w:sz w:val="20"/>
                <w:lang w:val="tr-TR"/>
              </w:rPr>
              <w:t>..- …………………………………………………</w:t>
            </w:r>
            <w:r w:rsidR="007C5F72" w:rsidRPr="00E52BCF">
              <w:rPr>
                <w:sz w:val="20"/>
                <w:lang w:val="tr-TR"/>
              </w:rPr>
              <w:t>-</w:t>
            </w:r>
            <w:r w:rsidR="007C5F72" w:rsidRPr="00E52BCF">
              <w:rPr>
                <w:spacing w:val="-8"/>
                <w:sz w:val="20"/>
                <w:lang w:val="tr-TR"/>
              </w:rPr>
              <w:t xml:space="preserve"> </w:t>
            </w:r>
            <w:r w:rsidR="007C5F72" w:rsidRPr="00E52BCF">
              <w:rPr>
                <w:sz w:val="20"/>
                <w:lang w:val="tr-TR"/>
              </w:rPr>
              <w:t>………</w:t>
            </w:r>
            <w:r w:rsidR="00DB1F21" w:rsidRPr="00E52BCF">
              <w:rPr>
                <w:sz w:val="20"/>
                <w:lang w:val="tr-TR"/>
              </w:rPr>
              <w:t>.</w:t>
            </w:r>
            <w:r w:rsidR="007C5F72" w:rsidRPr="00E52BCF">
              <w:rPr>
                <w:sz w:val="20"/>
                <w:lang w:val="tr-TR"/>
              </w:rPr>
              <w:t>.</w:t>
            </w:r>
          </w:p>
          <w:p w14:paraId="286EA1B1" w14:textId="21A6482D" w:rsidR="007C5F72" w:rsidRPr="00E52BCF" w:rsidRDefault="007C5F72" w:rsidP="007C5F72">
            <w:pPr>
              <w:spacing w:line="360" w:lineRule="auto"/>
              <w:rPr>
                <w:sz w:val="20"/>
                <w:lang w:val="tr-TR"/>
              </w:rPr>
            </w:pPr>
            <w:r w:rsidRPr="00E52BCF">
              <w:rPr>
                <w:sz w:val="20"/>
                <w:lang w:val="tr-TR"/>
              </w:rPr>
              <w:t>Telefon</w:t>
            </w:r>
            <w:r w:rsidR="00BD2291" w:rsidRPr="00E52BCF">
              <w:rPr>
                <w:sz w:val="20"/>
                <w:lang w:val="tr-TR"/>
              </w:rPr>
              <w:t xml:space="preserve"> numarası</w:t>
            </w:r>
            <w:r w:rsidR="00DB1F21" w:rsidRPr="00E52BCF">
              <w:rPr>
                <w:sz w:val="20"/>
                <w:lang w:val="tr-TR"/>
              </w:rPr>
              <w:t xml:space="preserve"> </w:t>
            </w:r>
            <w:r w:rsidR="003E06FE" w:rsidRPr="00E52BCF">
              <w:rPr>
                <w:sz w:val="20"/>
                <w:lang w:val="tr-TR"/>
              </w:rPr>
              <w:t>/</w:t>
            </w:r>
            <w:r w:rsidR="00CA7B89" w:rsidRPr="00E52BCF">
              <w:rPr>
                <w:sz w:val="20"/>
                <w:lang w:val="tr-TR"/>
              </w:rPr>
              <w:t>sabit telefon</w:t>
            </w:r>
            <w:r w:rsidR="00DB1F21" w:rsidRPr="00E52BCF">
              <w:rPr>
                <w:sz w:val="20"/>
                <w:lang w:val="tr-TR"/>
              </w:rPr>
              <w:t>:</w:t>
            </w:r>
            <w:r w:rsidRPr="00E52BCF">
              <w:rPr>
                <w:sz w:val="20"/>
                <w:lang w:val="tr-TR"/>
              </w:rPr>
              <w:t>……………………………………………</w:t>
            </w:r>
            <w:r w:rsidR="003E06FE" w:rsidRPr="00E52BCF">
              <w:rPr>
                <w:sz w:val="20"/>
                <w:lang w:val="tr-TR"/>
              </w:rPr>
              <w:t>/c</w:t>
            </w:r>
            <w:r w:rsidR="00CA7B89" w:rsidRPr="00E52BCF">
              <w:rPr>
                <w:sz w:val="20"/>
                <w:lang w:val="tr-TR"/>
              </w:rPr>
              <w:t>ep telefonu</w:t>
            </w:r>
            <w:r w:rsidR="00DB1F21" w:rsidRPr="00E52BCF">
              <w:rPr>
                <w:sz w:val="20"/>
                <w:lang w:val="tr-TR"/>
              </w:rPr>
              <w:t>:</w:t>
            </w:r>
            <w:r w:rsidRPr="00E52BCF">
              <w:rPr>
                <w:sz w:val="20"/>
                <w:lang w:val="tr-TR"/>
              </w:rPr>
              <w:t>………………………</w:t>
            </w:r>
            <w:r w:rsidR="00DB1F21" w:rsidRPr="00E52BCF">
              <w:rPr>
                <w:sz w:val="20"/>
                <w:lang w:val="tr-TR"/>
              </w:rPr>
              <w:t>…………..</w:t>
            </w:r>
            <w:r w:rsidRPr="00E52BCF">
              <w:rPr>
                <w:sz w:val="20"/>
                <w:lang w:val="tr-TR"/>
              </w:rPr>
              <w:t>…………………</w:t>
            </w:r>
          </w:p>
          <w:p w14:paraId="373DBBDF" w14:textId="77E186DA" w:rsidR="007C5F72" w:rsidRPr="00E52BCF" w:rsidRDefault="006C7671" w:rsidP="007C5F72">
            <w:pPr>
              <w:spacing w:line="360" w:lineRule="auto"/>
              <w:rPr>
                <w:sz w:val="20"/>
                <w:lang w:val="tr-TR"/>
              </w:rPr>
            </w:pPr>
            <w:r w:rsidRPr="00E52BCF">
              <w:rPr>
                <w:sz w:val="20"/>
                <w:lang w:val="tr-TR"/>
              </w:rPr>
              <w:t>#</w:t>
            </w:r>
            <w:r w:rsidR="00DB1F21" w:rsidRPr="00E52BCF">
              <w:rPr>
                <w:sz w:val="20"/>
                <w:lang w:val="tr-TR"/>
              </w:rPr>
              <w:t>E-</w:t>
            </w:r>
            <w:r w:rsidR="004D33D8" w:rsidRPr="00E52BCF">
              <w:rPr>
                <w:sz w:val="20"/>
                <w:lang w:val="tr-TR"/>
              </w:rPr>
              <w:t>posta</w:t>
            </w:r>
            <w:r w:rsidR="00DB1F21" w:rsidRPr="00E52BCF">
              <w:rPr>
                <w:sz w:val="20"/>
                <w:lang w:val="tr-TR"/>
              </w:rPr>
              <w:t xml:space="preserve"> </w:t>
            </w:r>
            <w:r w:rsidR="004D33D8" w:rsidRPr="00E52BCF">
              <w:rPr>
                <w:sz w:val="20"/>
                <w:lang w:val="tr-TR"/>
              </w:rPr>
              <w:t>adresi</w:t>
            </w:r>
            <w:r w:rsidR="00F407C1" w:rsidRPr="00E52BCF">
              <w:rPr>
                <w:sz w:val="20"/>
                <w:lang w:val="tr-TR"/>
              </w:rPr>
              <w:t xml:space="preserve"> </w:t>
            </w:r>
            <w:r w:rsidR="0081098E" w:rsidRPr="00E52BCF">
              <w:rPr>
                <w:sz w:val="20"/>
                <w:lang w:val="tr-TR"/>
              </w:rPr>
              <w:t>(</w:t>
            </w:r>
            <w:r w:rsidR="0074201F" w:rsidRPr="00E52BCF">
              <w:rPr>
                <w:sz w:val="20"/>
                <w:lang w:val="tr-TR"/>
              </w:rPr>
              <w:t>elektronik</w:t>
            </w:r>
            <w:r w:rsidR="004D33D8" w:rsidRPr="00E52BCF">
              <w:rPr>
                <w:sz w:val="20"/>
                <w:lang w:val="tr-TR"/>
              </w:rPr>
              <w:t xml:space="preserve"> iletişimde kullanılmak</w:t>
            </w:r>
            <w:r w:rsidR="00FC2BEF" w:rsidRPr="00E52BCF">
              <w:rPr>
                <w:sz w:val="20"/>
                <w:lang w:val="tr-TR"/>
              </w:rPr>
              <w:t xml:space="preserve"> üzere</w:t>
            </w:r>
            <w:r w:rsidR="0081098E" w:rsidRPr="00E52BCF">
              <w:rPr>
                <w:sz w:val="20"/>
                <w:lang w:val="tr-TR"/>
              </w:rPr>
              <w:t>)</w:t>
            </w:r>
            <w:r w:rsidR="00D513B2" w:rsidRPr="00E52BCF">
              <w:rPr>
                <w:sz w:val="20"/>
                <w:lang w:val="tr-TR"/>
              </w:rPr>
              <w:t>:..</w:t>
            </w:r>
            <w:r w:rsidRPr="00E52BCF">
              <w:rPr>
                <w:sz w:val="20"/>
                <w:lang w:val="tr-TR"/>
              </w:rPr>
              <w:t>…………</w:t>
            </w:r>
            <w:r w:rsidR="0081098E" w:rsidRPr="00E52BCF">
              <w:rPr>
                <w:sz w:val="20"/>
                <w:lang w:val="tr-TR"/>
              </w:rPr>
              <w:t>……………..</w:t>
            </w:r>
            <w:r w:rsidRPr="00E52BCF">
              <w:rPr>
                <w:sz w:val="20"/>
                <w:lang w:val="tr-TR"/>
              </w:rPr>
              <w:t>……………</w:t>
            </w:r>
            <w:r w:rsidR="00A727F2" w:rsidRPr="00E52BCF">
              <w:rPr>
                <w:sz w:val="20"/>
                <w:lang w:val="tr-TR"/>
              </w:rPr>
              <w:t>…</w:t>
            </w:r>
            <w:r w:rsidR="0081098E" w:rsidRPr="00E52BCF">
              <w:rPr>
                <w:sz w:val="20"/>
                <w:lang w:val="tr-TR"/>
              </w:rPr>
              <w:t>.</w:t>
            </w:r>
            <w:r w:rsidR="00A727F2" w:rsidRPr="00E52BCF">
              <w:rPr>
                <w:sz w:val="20"/>
                <w:lang w:val="tr-TR"/>
              </w:rPr>
              <w:t>……</w:t>
            </w:r>
            <w:r w:rsidR="002A3D87" w:rsidRPr="00E52BCF">
              <w:rPr>
                <w:sz w:val="20"/>
                <w:lang w:val="tr-TR"/>
              </w:rPr>
              <w:t>.</w:t>
            </w:r>
            <w:r w:rsidR="00A727F2" w:rsidRPr="00E52BCF">
              <w:rPr>
                <w:sz w:val="20"/>
                <w:lang w:val="tr-TR"/>
              </w:rPr>
              <w:t>…..</w:t>
            </w:r>
            <w:r w:rsidR="00F407C1" w:rsidRPr="00E52BCF">
              <w:rPr>
                <w:sz w:val="20"/>
                <w:lang w:val="tr-TR"/>
              </w:rPr>
              <w:t>…..</w:t>
            </w:r>
            <w:r w:rsidRPr="00E52BCF">
              <w:rPr>
                <w:sz w:val="20"/>
                <w:lang w:val="tr-TR"/>
              </w:rPr>
              <w:t>……</w:t>
            </w:r>
            <w:r w:rsidR="00FB55C3" w:rsidRPr="00E52BCF">
              <w:rPr>
                <w:sz w:val="20"/>
                <w:lang w:val="tr-TR"/>
              </w:rPr>
              <w:t>………</w:t>
            </w:r>
            <w:r w:rsidR="00D513B2" w:rsidRPr="00E52BCF">
              <w:rPr>
                <w:sz w:val="20"/>
                <w:lang w:val="tr-TR"/>
              </w:rPr>
              <w:t>…</w:t>
            </w:r>
            <w:r w:rsidR="00DB1F21" w:rsidRPr="00E52BCF">
              <w:rPr>
                <w:sz w:val="20"/>
                <w:lang w:val="tr-TR"/>
              </w:rPr>
              <w:t>…</w:t>
            </w:r>
            <w:r w:rsidR="00A727F2" w:rsidRPr="00E52BCF">
              <w:rPr>
                <w:sz w:val="20"/>
                <w:lang w:val="tr-TR"/>
              </w:rPr>
              <w:t>…</w:t>
            </w:r>
            <w:r w:rsidR="00FF7237" w:rsidRPr="00E52BCF">
              <w:rPr>
                <w:sz w:val="20"/>
                <w:lang w:val="tr-TR"/>
              </w:rPr>
              <w:t>……</w:t>
            </w:r>
          </w:p>
          <w:p w14:paraId="565D392B" w14:textId="30D52A49" w:rsidR="007C5F72" w:rsidRPr="00E52BCF" w:rsidRDefault="00383D74" w:rsidP="00B63155">
            <w:pPr>
              <w:rPr>
                <w:b/>
                <w:sz w:val="20"/>
                <w:lang w:val="tr-TR"/>
              </w:rPr>
            </w:pPr>
            <w:r w:rsidRPr="00E52BCF">
              <w:rPr>
                <w:b/>
                <w:sz w:val="20"/>
                <w:lang w:val="tr-TR"/>
              </w:rPr>
              <w:t>*</w:t>
            </w:r>
            <w:r w:rsidR="00FC2BEF" w:rsidRPr="00E52BCF">
              <w:rPr>
                <w:b/>
                <w:sz w:val="20"/>
                <w:lang w:val="tr-TR"/>
              </w:rPr>
              <w:t>İletişimde bulunan kişinin</w:t>
            </w:r>
            <w:r w:rsidR="007C5F72" w:rsidRPr="00E52BCF">
              <w:rPr>
                <w:b/>
                <w:sz w:val="20"/>
                <w:lang w:val="tr-TR"/>
              </w:rPr>
              <w:t xml:space="preserve"> </w:t>
            </w:r>
            <w:r w:rsidR="00DF6595" w:rsidRPr="00E52BCF">
              <w:rPr>
                <w:b/>
                <w:sz w:val="20"/>
                <w:lang w:val="tr-TR"/>
              </w:rPr>
              <w:t>yakınlık derecesi</w:t>
            </w:r>
            <w:r w:rsidR="007C5F72" w:rsidRPr="00E52BCF">
              <w:rPr>
                <w:b/>
                <w:sz w:val="20"/>
                <w:lang w:val="tr-TR"/>
              </w:rPr>
              <w:t xml:space="preserve"> </w:t>
            </w:r>
            <w:r w:rsidR="007C5F72" w:rsidRPr="00E52BCF">
              <w:rPr>
                <w:sz w:val="20"/>
                <w:lang w:val="tr-TR"/>
              </w:rPr>
              <w:t>(</w:t>
            </w:r>
            <w:r w:rsidR="00DF6595" w:rsidRPr="00E52BCF">
              <w:rPr>
                <w:sz w:val="20"/>
                <w:lang w:val="tr-TR"/>
              </w:rPr>
              <w:t>örneğin</w:t>
            </w:r>
            <w:r w:rsidR="007C5F72" w:rsidRPr="00E52BCF">
              <w:rPr>
                <w:b/>
                <w:sz w:val="20"/>
                <w:lang w:val="tr-TR"/>
              </w:rPr>
              <w:t xml:space="preserve">: </w:t>
            </w:r>
            <w:r w:rsidR="00BB7468" w:rsidRPr="00E52BCF">
              <w:rPr>
                <w:spacing w:val="-7"/>
                <w:sz w:val="16"/>
                <w:lang w:val="tr-TR"/>
              </w:rPr>
              <w:t>üvey kardeş</w:t>
            </w:r>
            <w:r w:rsidR="00EC6397" w:rsidRPr="00E52BCF">
              <w:rPr>
                <w:spacing w:val="-7"/>
                <w:sz w:val="16"/>
                <w:lang w:val="tr-TR"/>
              </w:rPr>
              <w:t>i</w:t>
            </w:r>
            <w:r w:rsidR="007C5F72" w:rsidRPr="00E52BCF">
              <w:rPr>
                <w:spacing w:val="-7"/>
                <w:sz w:val="16"/>
                <w:lang w:val="tr-TR"/>
              </w:rPr>
              <w:t xml:space="preserve">, </w:t>
            </w:r>
            <w:r w:rsidR="00EC6397" w:rsidRPr="00E52BCF">
              <w:rPr>
                <w:spacing w:val="-7"/>
                <w:sz w:val="16"/>
                <w:lang w:val="tr-TR"/>
              </w:rPr>
              <w:t>kuzeni</w:t>
            </w:r>
            <w:r w:rsidR="007C5F72" w:rsidRPr="00E52BCF">
              <w:rPr>
                <w:spacing w:val="-7"/>
                <w:sz w:val="16"/>
                <w:lang w:val="tr-TR"/>
              </w:rPr>
              <w:t xml:space="preserve">, </w:t>
            </w:r>
            <w:r w:rsidR="00DD0DA5" w:rsidRPr="00E52BCF">
              <w:rPr>
                <w:spacing w:val="-7"/>
                <w:sz w:val="16"/>
                <w:lang w:val="tr-TR"/>
              </w:rPr>
              <w:t>vaftiz ebeveyni</w:t>
            </w:r>
            <w:r w:rsidR="007C5F72" w:rsidRPr="00E52BCF">
              <w:rPr>
                <w:spacing w:val="-7"/>
                <w:sz w:val="16"/>
                <w:lang w:val="tr-TR"/>
              </w:rPr>
              <w:t xml:space="preserve">, </w:t>
            </w:r>
            <w:r w:rsidR="00473A93" w:rsidRPr="00E52BCF">
              <w:rPr>
                <w:spacing w:val="-7"/>
                <w:sz w:val="16"/>
                <w:lang w:val="tr-TR"/>
              </w:rPr>
              <w:t>vaftiz çocuğu</w:t>
            </w:r>
            <w:r w:rsidR="007C5F72" w:rsidRPr="00E52BCF">
              <w:rPr>
                <w:spacing w:val="-7"/>
                <w:sz w:val="16"/>
                <w:lang w:val="tr-TR"/>
              </w:rPr>
              <w:t xml:space="preserve">, </w:t>
            </w:r>
            <w:r w:rsidR="00473A93" w:rsidRPr="00E52BCF">
              <w:rPr>
                <w:spacing w:val="-7"/>
                <w:sz w:val="16"/>
                <w:lang w:val="tr-TR"/>
              </w:rPr>
              <w:t>hayat arkadaşı</w:t>
            </w:r>
            <w:r w:rsidR="007C5F72" w:rsidRPr="00E52BCF">
              <w:rPr>
                <w:spacing w:val="-7"/>
                <w:sz w:val="16"/>
                <w:lang w:val="tr-TR"/>
              </w:rPr>
              <w:t xml:space="preserve">, </w:t>
            </w:r>
            <w:r w:rsidR="00473A93" w:rsidRPr="00E52BCF">
              <w:rPr>
                <w:spacing w:val="-6"/>
                <w:sz w:val="16"/>
                <w:lang w:val="tr-TR"/>
              </w:rPr>
              <w:t>evlatlığı</w:t>
            </w:r>
            <w:r w:rsidR="007C5F72" w:rsidRPr="00E52BCF">
              <w:rPr>
                <w:spacing w:val="-6"/>
                <w:sz w:val="16"/>
                <w:lang w:val="tr-TR"/>
              </w:rPr>
              <w:t xml:space="preserve">, </w:t>
            </w:r>
            <w:r w:rsidR="00473A93" w:rsidRPr="00E52BCF">
              <w:rPr>
                <w:spacing w:val="-6"/>
                <w:sz w:val="16"/>
                <w:lang w:val="tr-TR"/>
              </w:rPr>
              <w:t>arkadaşı</w:t>
            </w:r>
            <w:r w:rsidR="007C5F72" w:rsidRPr="00E52BCF">
              <w:rPr>
                <w:spacing w:val="-6"/>
                <w:sz w:val="16"/>
                <w:lang w:val="tr-TR"/>
              </w:rPr>
              <w:t xml:space="preserve">, </w:t>
            </w:r>
            <w:r w:rsidR="00473A93" w:rsidRPr="00E52BCF">
              <w:rPr>
                <w:b/>
                <w:bCs/>
                <w:spacing w:val="-6"/>
                <w:sz w:val="16"/>
                <w:lang w:val="tr-TR"/>
              </w:rPr>
              <w:t>v</w:t>
            </w:r>
            <w:r w:rsidR="007C5F72" w:rsidRPr="00E52BCF">
              <w:rPr>
                <w:b/>
                <w:sz w:val="16"/>
                <w:u w:val="single"/>
                <w:lang w:val="tr-TR"/>
              </w:rPr>
              <w:t>b</w:t>
            </w:r>
            <w:r w:rsidR="007C5F72" w:rsidRPr="00E52BCF">
              <w:rPr>
                <w:b/>
                <w:sz w:val="16"/>
                <w:lang w:val="tr-TR"/>
              </w:rPr>
              <w:t>. ---&gt;</w:t>
            </w:r>
            <w:r w:rsidR="007C5F72" w:rsidRPr="00E52BCF">
              <w:rPr>
                <w:sz w:val="20"/>
                <w:lang w:val="tr-TR"/>
              </w:rPr>
              <w:t>.):</w:t>
            </w:r>
            <w:r w:rsidR="00C914F5" w:rsidRPr="00E52BCF">
              <w:rPr>
                <w:sz w:val="20"/>
                <w:lang w:val="tr-TR"/>
              </w:rPr>
              <w:t xml:space="preserve"> </w:t>
            </w:r>
            <w:r w:rsidR="007C5F72" w:rsidRPr="00E52BCF">
              <w:rPr>
                <w:b/>
                <w:sz w:val="20"/>
                <w:lang w:val="tr-TR"/>
              </w:rPr>
              <w:t>……………………………</w:t>
            </w:r>
            <w:r w:rsidR="00652D57" w:rsidRPr="00E52BCF">
              <w:rPr>
                <w:b/>
                <w:sz w:val="20"/>
                <w:lang w:val="tr-TR"/>
              </w:rPr>
              <w:t>………</w:t>
            </w:r>
          </w:p>
          <w:p w14:paraId="51671AAF" w14:textId="77777777" w:rsidR="00652D57" w:rsidRPr="00E52BCF" w:rsidRDefault="00652D57" w:rsidP="00B63155">
            <w:pPr>
              <w:tabs>
                <w:tab w:val="left" w:pos="3497"/>
              </w:tabs>
              <w:ind w:left="-1" w:right="3740"/>
              <w:rPr>
                <w:b/>
                <w:sz w:val="20"/>
                <w:lang w:val="tr-TR"/>
              </w:rPr>
            </w:pPr>
          </w:p>
          <w:p w14:paraId="1A17530C" w14:textId="31B7BC9E" w:rsidR="008D04C7" w:rsidRPr="00E52BCF" w:rsidRDefault="008D04C7" w:rsidP="00B63155">
            <w:pPr>
              <w:ind w:left="103" w:right="30" w:hanging="11"/>
              <w:jc w:val="center"/>
              <w:rPr>
                <w:sz w:val="18"/>
                <w:lang w:val="tr-TR"/>
              </w:rPr>
            </w:pPr>
            <w:r w:rsidRPr="00E52BCF">
              <w:rPr>
                <w:sz w:val="18"/>
                <w:lang w:val="tr-TR"/>
              </w:rPr>
              <w:t>Verilerimin kullanılmasına ilişkin hususlar</w:t>
            </w:r>
            <w:r w:rsidR="000F3072" w:rsidRPr="00E52BCF">
              <w:rPr>
                <w:sz w:val="18"/>
                <w:lang w:val="tr-TR"/>
              </w:rPr>
              <w:t>;</w:t>
            </w:r>
            <w:r w:rsidRPr="00E52BCF">
              <w:rPr>
                <w:sz w:val="18"/>
                <w:lang w:val="tr-TR"/>
              </w:rPr>
              <w:t xml:space="preserve"> özellikle </w:t>
            </w:r>
            <w:r w:rsidR="000F3072" w:rsidRPr="00E52BCF">
              <w:rPr>
                <w:sz w:val="18"/>
                <w:lang w:val="tr-TR"/>
              </w:rPr>
              <w:t xml:space="preserve">de </w:t>
            </w:r>
            <w:r w:rsidRPr="00E52BCF">
              <w:rPr>
                <w:sz w:val="18"/>
                <w:lang w:val="tr-TR"/>
              </w:rPr>
              <w:t>veri</w:t>
            </w:r>
            <w:r w:rsidR="000F3072" w:rsidRPr="00E52BCF">
              <w:rPr>
                <w:sz w:val="18"/>
                <w:lang w:val="tr-TR"/>
              </w:rPr>
              <w:t xml:space="preserve">lerimin hangi amaçla </w:t>
            </w:r>
            <w:r w:rsidR="00705F52" w:rsidRPr="00E52BCF">
              <w:rPr>
                <w:sz w:val="18"/>
                <w:lang w:val="tr-TR"/>
              </w:rPr>
              <w:t>kullanılacağı</w:t>
            </w:r>
            <w:r w:rsidRPr="00E52BCF">
              <w:rPr>
                <w:sz w:val="18"/>
                <w:lang w:val="tr-TR"/>
              </w:rPr>
              <w:t xml:space="preserve"> ve </w:t>
            </w:r>
            <w:r w:rsidR="00705F52" w:rsidRPr="00E52BCF">
              <w:rPr>
                <w:sz w:val="18"/>
                <w:lang w:val="tr-TR"/>
              </w:rPr>
              <w:t xml:space="preserve">bunun </w:t>
            </w:r>
            <w:r w:rsidRPr="00E52BCF">
              <w:rPr>
                <w:sz w:val="18"/>
                <w:lang w:val="tr-TR"/>
              </w:rPr>
              <w:t>hukuki dayanağı, verileri</w:t>
            </w:r>
            <w:r w:rsidR="00131CF7" w:rsidRPr="00E52BCF">
              <w:rPr>
                <w:sz w:val="18"/>
                <w:lang w:val="tr-TR"/>
              </w:rPr>
              <w:t>mi</w:t>
            </w:r>
            <w:r w:rsidR="009E0E27" w:rsidRPr="00E52BCF">
              <w:rPr>
                <w:sz w:val="18"/>
                <w:lang w:val="tr-TR"/>
              </w:rPr>
              <w:t xml:space="preserve"> kullan</w:t>
            </w:r>
            <w:r w:rsidR="00131CF7" w:rsidRPr="00E52BCF">
              <w:rPr>
                <w:sz w:val="18"/>
                <w:lang w:val="tr-TR"/>
              </w:rPr>
              <w:t>ma</w:t>
            </w:r>
            <w:r w:rsidRPr="00E52BCF">
              <w:rPr>
                <w:sz w:val="18"/>
                <w:lang w:val="tr-TR"/>
              </w:rPr>
              <w:t xml:space="preserve"> ve işleme</w:t>
            </w:r>
            <w:r w:rsidR="00620A15" w:rsidRPr="00E52BCF">
              <w:rPr>
                <w:sz w:val="18"/>
                <w:lang w:val="tr-TR"/>
              </w:rPr>
              <w:t xml:space="preserve"> tabi tutma</w:t>
            </w:r>
            <w:r w:rsidRPr="00E52BCF">
              <w:rPr>
                <w:sz w:val="18"/>
                <w:lang w:val="tr-TR"/>
              </w:rPr>
              <w:t xml:space="preserve"> yetkisine sahip </w:t>
            </w:r>
            <w:r w:rsidR="004F0D0F" w:rsidRPr="00E52BCF">
              <w:rPr>
                <w:sz w:val="18"/>
                <w:lang w:val="tr-TR"/>
              </w:rPr>
              <w:t xml:space="preserve">olan </w:t>
            </w:r>
            <w:r w:rsidRPr="00E52BCF">
              <w:rPr>
                <w:sz w:val="18"/>
                <w:lang w:val="tr-TR"/>
              </w:rPr>
              <w:t>kişi, veri</w:t>
            </w:r>
            <w:r w:rsidR="004F0D0F" w:rsidRPr="00E52BCF">
              <w:rPr>
                <w:sz w:val="18"/>
                <w:lang w:val="tr-TR"/>
              </w:rPr>
              <w:t>lerimin kullanım</w:t>
            </w:r>
            <w:r w:rsidRPr="00E52BCF">
              <w:rPr>
                <w:sz w:val="18"/>
                <w:lang w:val="tr-TR"/>
              </w:rPr>
              <w:t xml:space="preserve"> süresi ve veriler</w:t>
            </w:r>
            <w:r w:rsidR="004A2ADC" w:rsidRPr="00E52BCF">
              <w:rPr>
                <w:sz w:val="18"/>
                <w:lang w:val="tr-TR"/>
              </w:rPr>
              <w:t>im</w:t>
            </w:r>
            <w:r w:rsidRPr="00E52BCF">
              <w:rPr>
                <w:sz w:val="18"/>
                <w:lang w:val="tr-TR"/>
              </w:rPr>
              <w:t>e kimler</w:t>
            </w:r>
            <w:r w:rsidR="004A2ADC" w:rsidRPr="00E52BCF">
              <w:rPr>
                <w:sz w:val="18"/>
                <w:lang w:val="tr-TR"/>
              </w:rPr>
              <w:t xml:space="preserve"> tarafından</w:t>
            </w:r>
            <w:r w:rsidRPr="00E52BCF">
              <w:rPr>
                <w:sz w:val="18"/>
                <w:lang w:val="tr-TR"/>
              </w:rPr>
              <w:t xml:space="preserve"> eriş</w:t>
            </w:r>
            <w:r w:rsidR="004A2ADC" w:rsidRPr="00E52BCF">
              <w:rPr>
                <w:sz w:val="18"/>
                <w:lang w:val="tr-TR"/>
              </w:rPr>
              <w:t>il</w:t>
            </w:r>
            <w:r w:rsidRPr="00E52BCF">
              <w:rPr>
                <w:sz w:val="18"/>
                <w:lang w:val="tr-TR"/>
              </w:rPr>
              <w:t>ebileceği konusunda bilgilendirildiğimi beyan ederim.</w:t>
            </w:r>
          </w:p>
          <w:p w14:paraId="512414F3" w14:textId="38D59584" w:rsidR="00652D57" w:rsidRPr="00E52BCF" w:rsidRDefault="00915177" w:rsidP="00B63155">
            <w:pPr>
              <w:ind w:left="221" w:right="169"/>
              <w:jc w:val="center"/>
              <w:rPr>
                <w:b/>
                <w:sz w:val="12"/>
                <w:lang w:val="tr-TR"/>
              </w:rPr>
            </w:pPr>
            <w:r w:rsidRPr="00E52BCF">
              <w:rPr>
                <w:b/>
                <w:sz w:val="20"/>
                <w:u w:val="single"/>
                <w:lang w:val="tr-TR"/>
              </w:rPr>
              <w:t>Cezai sorumluluğumun bilincinde olarak verdiğim bilgilerin doğru olduğunu beyan ederim.</w:t>
            </w:r>
          </w:p>
          <w:p w14:paraId="70447C0D" w14:textId="3263497F" w:rsidR="007C5F72" w:rsidRPr="00E52BCF" w:rsidRDefault="006C7671" w:rsidP="00B63155">
            <w:pPr>
              <w:tabs>
                <w:tab w:val="left" w:pos="6121"/>
              </w:tabs>
              <w:ind w:right="169"/>
              <w:jc w:val="center"/>
              <w:rPr>
                <w:sz w:val="20"/>
                <w:lang w:val="tr-TR"/>
              </w:rPr>
            </w:pPr>
            <w:r w:rsidRPr="00E52BCF">
              <w:rPr>
                <w:sz w:val="20"/>
                <w:lang w:val="tr-TR"/>
              </w:rPr>
              <w:t>*</w:t>
            </w:r>
            <w:r w:rsidR="007C5F72" w:rsidRPr="00E52BCF">
              <w:rPr>
                <w:sz w:val="20"/>
                <w:lang w:val="tr-TR"/>
              </w:rPr>
              <w:t xml:space="preserve">…………………………, …….. </w:t>
            </w:r>
            <w:r w:rsidR="00E16171" w:rsidRPr="00E52BCF">
              <w:rPr>
                <w:sz w:val="20"/>
                <w:lang w:val="tr-TR"/>
              </w:rPr>
              <w:t>yıl</w:t>
            </w:r>
            <w:r w:rsidR="007C5F72" w:rsidRPr="00E52BCF">
              <w:rPr>
                <w:sz w:val="20"/>
                <w:lang w:val="tr-TR"/>
              </w:rPr>
              <w:t xml:space="preserve"> ……………. </w:t>
            </w:r>
            <w:r w:rsidR="00E16171" w:rsidRPr="00E52BCF">
              <w:rPr>
                <w:sz w:val="20"/>
                <w:lang w:val="tr-TR"/>
              </w:rPr>
              <w:t>ay</w:t>
            </w:r>
            <w:r w:rsidR="007C5F72" w:rsidRPr="00E52BCF">
              <w:rPr>
                <w:spacing w:val="-8"/>
                <w:sz w:val="20"/>
                <w:lang w:val="tr-TR"/>
              </w:rPr>
              <w:t xml:space="preserve"> </w:t>
            </w:r>
            <w:r w:rsidR="007C5F72" w:rsidRPr="00E52BCF">
              <w:rPr>
                <w:sz w:val="20"/>
                <w:lang w:val="tr-TR"/>
              </w:rPr>
              <w:t>….</w:t>
            </w:r>
            <w:r w:rsidR="007C5F72" w:rsidRPr="00E52BCF">
              <w:rPr>
                <w:spacing w:val="3"/>
                <w:sz w:val="20"/>
                <w:lang w:val="tr-TR"/>
              </w:rPr>
              <w:t xml:space="preserve"> </w:t>
            </w:r>
            <w:r w:rsidR="00E16171" w:rsidRPr="00E52BCF">
              <w:rPr>
                <w:spacing w:val="3"/>
                <w:sz w:val="20"/>
                <w:lang w:val="tr-TR"/>
              </w:rPr>
              <w:t>gün</w:t>
            </w:r>
          </w:p>
        </w:tc>
      </w:tr>
      <w:tr w:rsidR="00256FA5" w:rsidRPr="00E52BCF" w14:paraId="00EA78AD" w14:textId="77777777" w:rsidTr="00652D57">
        <w:trPr>
          <w:trHeight w:val="802"/>
        </w:trPr>
        <w:tc>
          <w:tcPr>
            <w:tcW w:w="0" w:type="auto"/>
            <w:vAlign w:val="center"/>
          </w:tcPr>
          <w:p w14:paraId="5E3AFA1B" w14:textId="77777777" w:rsidR="007C5F72" w:rsidRPr="00E52BCF" w:rsidRDefault="007C5F72" w:rsidP="00B63155">
            <w:pPr>
              <w:tabs>
                <w:tab w:val="center" w:pos="5670"/>
                <w:tab w:val="left" w:pos="6121"/>
              </w:tabs>
              <w:ind w:right="169"/>
              <w:jc w:val="right"/>
              <w:rPr>
                <w:sz w:val="20"/>
                <w:lang w:val="tr-TR"/>
              </w:rPr>
            </w:pPr>
            <w:r w:rsidRPr="00E52BCF">
              <w:rPr>
                <w:sz w:val="20"/>
                <w:lang w:val="tr-TR"/>
              </w:rPr>
              <w:t>…………………………………………………..</w:t>
            </w:r>
          </w:p>
          <w:p w14:paraId="1799C36A" w14:textId="26B2C060" w:rsidR="007C5F72" w:rsidRPr="00E52BCF" w:rsidRDefault="007C5F72" w:rsidP="00B63155">
            <w:pPr>
              <w:tabs>
                <w:tab w:val="center" w:pos="5670"/>
              </w:tabs>
              <w:jc w:val="center"/>
              <w:rPr>
                <w:sz w:val="22"/>
                <w:lang w:val="tr-TR"/>
              </w:rPr>
            </w:pPr>
            <w:bookmarkStart w:id="3" w:name="Kapcsolattartó_/_Törvényes_képviselő_alá"/>
            <w:bookmarkEnd w:id="3"/>
            <w:r w:rsidRPr="00E52BCF">
              <w:rPr>
                <w:b/>
                <w:sz w:val="20"/>
                <w:lang w:val="tr-TR"/>
              </w:rPr>
              <w:t xml:space="preserve">                                                                                                                   </w:t>
            </w:r>
            <w:r w:rsidR="004D120E" w:rsidRPr="00E52BCF">
              <w:rPr>
                <w:b/>
                <w:sz w:val="20"/>
                <w:lang w:val="tr-TR"/>
              </w:rPr>
              <w:t xml:space="preserve">            </w:t>
            </w:r>
            <w:r w:rsidR="006C7671" w:rsidRPr="00E52BCF">
              <w:rPr>
                <w:b/>
                <w:sz w:val="20"/>
                <w:lang w:val="tr-TR"/>
              </w:rPr>
              <w:t>*</w:t>
            </w:r>
            <w:r w:rsidR="00E16171" w:rsidRPr="00E52BCF">
              <w:rPr>
                <w:b/>
                <w:sz w:val="20"/>
                <w:lang w:val="tr-TR"/>
              </w:rPr>
              <w:t>İletişimde bulunan kişi</w:t>
            </w:r>
            <w:r w:rsidR="004D120E" w:rsidRPr="00E52BCF">
              <w:rPr>
                <w:b/>
                <w:sz w:val="20"/>
                <w:lang w:val="tr-TR"/>
              </w:rPr>
              <w:t>nin</w:t>
            </w:r>
            <w:r w:rsidRPr="00E52BCF">
              <w:rPr>
                <w:b/>
                <w:sz w:val="20"/>
                <w:lang w:val="tr-TR"/>
              </w:rPr>
              <w:t xml:space="preserve"> / </w:t>
            </w:r>
            <w:r w:rsidR="00817067" w:rsidRPr="00E52BCF">
              <w:rPr>
                <w:b/>
                <w:sz w:val="20"/>
                <w:lang w:val="tr-TR"/>
              </w:rPr>
              <w:t>yasal temsilci</w:t>
            </w:r>
            <w:r w:rsidR="004D120E" w:rsidRPr="00E52BCF">
              <w:rPr>
                <w:b/>
                <w:sz w:val="20"/>
                <w:lang w:val="tr-TR"/>
              </w:rPr>
              <w:t>nin imzası</w:t>
            </w:r>
          </w:p>
        </w:tc>
      </w:tr>
    </w:tbl>
    <w:p w14:paraId="3E243D0B" w14:textId="041AC539" w:rsidR="008F5F1E" w:rsidRPr="00E52BCF" w:rsidRDefault="00F929F2" w:rsidP="00652D57">
      <w:pPr>
        <w:ind w:left="743" w:right="748"/>
        <w:jc w:val="center"/>
        <w:rPr>
          <w:b/>
          <w:i/>
          <w:sz w:val="24"/>
          <w:lang w:val="tr-TR"/>
        </w:rPr>
      </w:pPr>
      <w:r w:rsidRPr="00E52BCF">
        <w:rPr>
          <w:b/>
          <w:i/>
          <w:sz w:val="24"/>
          <w:lang w:val="tr-TR"/>
        </w:rPr>
        <w:t>Sayın i</w:t>
      </w:r>
      <w:r w:rsidR="001E09FE" w:rsidRPr="00E52BCF">
        <w:rPr>
          <w:b/>
          <w:i/>
          <w:sz w:val="24"/>
          <w:lang w:val="tr-TR"/>
        </w:rPr>
        <w:t>n</w:t>
      </w:r>
      <w:r w:rsidRPr="00E52BCF">
        <w:rPr>
          <w:b/>
          <w:i/>
          <w:sz w:val="24"/>
          <w:lang w:val="tr-TR"/>
        </w:rPr>
        <w:t>faz</w:t>
      </w:r>
      <w:r w:rsidR="001E09FE" w:rsidRPr="00E52BCF">
        <w:rPr>
          <w:b/>
          <w:i/>
          <w:sz w:val="24"/>
          <w:lang w:val="tr-TR"/>
        </w:rPr>
        <w:t xml:space="preserve"> koruma görevlisi</w:t>
      </w:r>
      <w:r w:rsidR="00004F3A" w:rsidRPr="00E52BCF">
        <w:rPr>
          <w:b/>
          <w:i/>
          <w:sz w:val="24"/>
          <w:lang w:val="tr-TR"/>
        </w:rPr>
        <w:t xml:space="preserve">! </w:t>
      </w:r>
      <w:r w:rsidR="006A6B91" w:rsidRPr="00E52BCF">
        <w:rPr>
          <w:b/>
          <w:i/>
          <w:sz w:val="24"/>
          <w:lang w:val="tr-TR"/>
        </w:rPr>
        <w:t>İ</w:t>
      </w:r>
      <w:r w:rsidR="00777F6A" w:rsidRPr="00E52BCF">
        <w:rPr>
          <w:b/>
          <w:i/>
          <w:sz w:val="24"/>
          <w:lang w:val="tr-TR"/>
        </w:rPr>
        <w:t>letişimde bulunan kiş</w:t>
      </w:r>
      <w:r w:rsidR="00F470B2" w:rsidRPr="00E52BCF">
        <w:rPr>
          <w:b/>
          <w:i/>
          <w:sz w:val="24"/>
          <w:lang w:val="tr-TR"/>
        </w:rPr>
        <w:t>i</w:t>
      </w:r>
      <w:r w:rsidR="00655B81" w:rsidRPr="00E52BCF">
        <w:rPr>
          <w:b/>
          <w:i/>
          <w:sz w:val="24"/>
          <w:lang w:val="tr-TR"/>
        </w:rPr>
        <w:t>y</w:t>
      </w:r>
      <w:r w:rsidR="008D7E6F" w:rsidRPr="00E52BCF">
        <w:rPr>
          <w:b/>
          <w:i/>
          <w:sz w:val="24"/>
          <w:lang w:val="tr-TR"/>
        </w:rPr>
        <w:t>l</w:t>
      </w:r>
      <w:r w:rsidR="00655B81" w:rsidRPr="00E52BCF">
        <w:rPr>
          <w:b/>
          <w:i/>
          <w:sz w:val="24"/>
          <w:lang w:val="tr-TR"/>
        </w:rPr>
        <w:t>e il</w:t>
      </w:r>
      <w:r w:rsidR="008D7E6F" w:rsidRPr="00E52BCF">
        <w:rPr>
          <w:b/>
          <w:i/>
          <w:sz w:val="24"/>
          <w:lang w:val="tr-TR"/>
        </w:rPr>
        <w:t>gili</w:t>
      </w:r>
      <w:r w:rsidR="00655B81" w:rsidRPr="00E52BCF">
        <w:rPr>
          <w:b/>
          <w:i/>
          <w:sz w:val="24"/>
          <w:lang w:val="tr-TR"/>
        </w:rPr>
        <w:t xml:space="preserve"> olarak tarafıma iade edilen</w:t>
      </w:r>
      <w:r w:rsidR="009553CE" w:rsidRPr="00E52BCF">
        <w:rPr>
          <w:b/>
          <w:i/>
          <w:sz w:val="24"/>
          <w:lang w:val="tr-TR"/>
        </w:rPr>
        <w:t xml:space="preserve"> </w:t>
      </w:r>
      <w:r w:rsidR="00082DCD" w:rsidRPr="00E52BCF">
        <w:rPr>
          <w:b/>
          <w:i/>
          <w:sz w:val="24"/>
          <w:lang w:val="tr-TR"/>
        </w:rPr>
        <w:t>bu</w:t>
      </w:r>
      <w:r w:rsidR="005507FF" w:rsidRPr="00E52BCF">
        <w:rPr>
          <w:b/>
          <w:i/>
          <w:sz w:val="24"/>
          <w:lang w:val="tr-TR"/>
        </w:rPr>
        <w:t xml:space="preserve"> beyanı</w:t>
      </w:r>
      <w:r w:rsidR="00BD0C3B" w:rsidRPr="00E52BCF">
        <w:rPr>
          <w:b/>
          <w:i/>
          <w:sz w:val="24"/>
          <w:lang w:val="tr-TR"/>
        </w:rPr>
        <w:t>n</w:t>
      </w:r>
      <w:r w:rsidR="005F55E1" w:rsidRPr="00E52BCF">
        <w:rPr>
          <w:b/>
          <w:i/>
          <w:sz w:val="24"/>
          <w:lang w:val="tr-TR"/>
        </w:rPr>
        <w:t>,</w:t>
      </w:r>
      <w:r w:rsidR="005507FF" w:rsidRPr="00E52BCF">
        <w:rPr>
          <w:b/>
          <w:i/>
          <w:sz w:val="24"/>
          <w:lang w:val="tr-TR"/>
        </w:rPr>
        <w:t xml:space="preserve"> </w:t>
      </w:r>
      <w:r w:rsidR="00DC40DA" w:rsidRPr="00E52BCF">
        <w:rPr>
          <w:b/>
          <w:i/>
          <w:sz w:val="24"/>
          <w:lang w:val="tr-TR"/>
        </w:rPr>
        <w:t xml:space="preserve">tarafımca </w:t>
      </w:r>
      <w:r w:rsidR="005507FF" w:rsidRPr="00E52BCF">
        <w:rPr>
          <w:b/>
          <w:i/>
          <w:sz w:val="24"/>
          <w:lang w:val="tr-TR"/>
        </w:rPr>
        <w:t>onay</w:t>
      </w:r>
      <w:r w:rsidR="00136ED7" w:rsidRPr="00E52BCF">
        <w:rPr>
          <w:b/>
          <w:i/>
          <w:sz w:val="24"/>
          <w:lang w:val="tr-TR"/>
        </w:rPr>
        <w:t>lan</w:t>
      </w:r>
      <w:r w:rsidR="005F55E1" w:rsidRPr="00E52BCF">
        <w:rPr>
          <w:b/>
          <w:i/>
          <w:sz w:val="24"/>
          <w:lang w:val="tr-TR"/>
        </w:rPr>
        <w:t>dıktan sonra</w:t>
      </w:r>
      <w:r w:rsidR="00DD1AF2" w:rsidRPr="00E52BCF">
        <w:rPr>
          <w:b/>
          <w:i/>
          <w:sz w:val="24"/>
          <w:lang w:val="tr-TR"/>
        </w:rPr>
        <w:t xml:space="preserve"> kayıt altına </w:t>
      </w:r>
      <w:r w:rsidR="0027456E" w:rsidRPr="00E52BCF">
        <w:rPr>
          <w:b/>
          <w:i/>
          <w:sz w:val="24"/>
          <w:lang w:val="tr-TR"/>
        </w:rPr>
        <w:t>alın</w:t>
      </w:r>
      <w:r w:rsidR="006A6B91" w:rsidRPr="00E52BCF">
        <w:rPr>
          <w:b/>
          <w:i/>
          <w:sz w:val="24"/>
          <w:lang w:val="tr-TR"/>
        </w:rPr>
        <w:t>masını</w:t>
      </w:r>
      <w:r w:rsidR="00BD0C3B" w:rsidRPr="00E52BCF">
        <w:rPr>
          <w:b/>
          <w:i/>
          <w:sz w:val="24"/>
          <w:lang w:val="tr-TR"/>
        </w:rPr>
        <w:t xml:space="preserve"> rica e</w:t>
      </w:r>
      <w:r w:rsidR="00136ED7" w:rsidRPr="00E52BCF">
        <w:rPr>
          <w:b/>
          <w:i/>
          <w:sz w:val="24"/>
          <w:lang w:val="tr-TR"/>
        </w:rPr>
        <w:t>diyorum</w:t>
      </w:r>
      <w:r w:rsidR="00004F3A" w:rsidRPr="00E52BCF">
        <w:rPr>
          <w:b/>
          <w:i/>
          <w:sz w:val="24"/>
          <w:lang w:val="tr-TR"/>
        </w:rPr>
        <w:t>.</w:t>
      </w:r>
    </w:p>
    <w:p w14:paraId="0F46B1AE" w14:textId="597DDDD5" w:rsidR="008F5F1E" w:rsidRPr="00E52BCF" w:rsidRDefault="00004F3A" w:rsidP="00652D57">
      <w:pPr>
        <w:tabs>
          <w:tab w:val="left" w:pos="4956"/>
        </w:tabs>
        <w:ind w:right="77"/>
        <w:jc w:val="center"/>
        <w:rPr>
          <w:b/>
          <w:i/>
          <w:sz w:val="24"/>
          <w:lang w:val="tr-TR"/>
        </w:rPr>
      </w:pPr>
      <w:bookmarkStart w:id="4" w:name="…………….,_………._év_…….._hó_…….._nap__………………"/>
      <w:bookmarkEnd w:id="4"/>
      <w:r w:rsidRPr="00E52BCF">
        <w:rPr>
          <w:b/>
          <w:i/>
          <w:sz w:val="24"/>
          <w:lang w:val="tr-TR"/>
        </w:rPr>
        <w:t xml:space="preserve">……………., ………. </w:t>
      </w:r>
      <w:r w:rsidR="009553CE" w:rsidRPr="00E52BCF">
        <w:rPr>
          <w:b/>
          <w:i/>
          <w:sz w:val="24"/>
          <w:lang w:val="tr-TR"/>
        </w:rPr>
        <w:t>yıl</w:t>
      </w:r>
      <w:r w:rsidRPr="00E52BCF">
        <w:rPr>
          <w:b/>
          <w:i/>
          <w:sz w:val="24"/>
          <w:lang w:val="tr-TR"/>
        </w:rPr>
        <w:t xml:space="preserve"> …….. </w:t>
      </w:r>
      <w:r w:rsidR="00CC1A04" w:rsidRPr="00E52BCF">
        <w:rPr>
          <w:b/>
          <w:i/>
          <w:sz w:val="24"/>
          <w:lang w:val="tr-TR"/>
        </w:rPr>
        <w:t>ay</w:t>
      </w:r>
      <w:r w:rsidRPr="00E52BCF">
        <w:rPr>
          <w:b/>
          <w:i/>
          <w:sz w:val="24"/>
          <w:lang w:val="tr-TR"/>
        </w:rPr>
        <w:t xml:space="preserve"> …….. </w:t>
      </w:r>
      <w:r w:rsidR="00CC1A04" w:rsidRPr="00E52BCF">
        <w:rPr>
          <w:b/>
          <w:i/>
          <w:sz w:val="24"/>
          <w:lang w:val="tr-TR"/>
        </w:rPr>
        <w:t>gün</w:t>
      </w:r>
      <w:r w:rsidRPr="00E52BCF">
        <w:rPr>
          <w:b/>
          <w:i/>
          <w:sz w:val="24"/>
          <w:lang w:val="tr-TR"/>
        </w:rPr>
        <w:tab/>
        <w:t>………………………………………………</w:t>
      </w:r>
    </w:p>
    <w:p w14:paraId="261B279F" w14:textId="59E1FCE8" w:rsidR="008F5F1E" w:rsidRPr="00E52BCF" w:rsidRDefault="00FF1371" w:rsidP="00FF1371">
      <w:pPr>
        <w:rPr>
          <w:b/>
          <w:i/>
          <w:sz w:val="24"/>
          <w:lang w:val="tr-TR"/>
        </w:rPr>
      </w:pPr>
      <w:bookmarkStart w:id="5" w:name="Fogvatartott_aláírása_/_Nyilvántartási_s"/>
      <w:bookmarkEnd w:id="5"/>
      <w:r w:rsidRPr="00E52BCF">
        <w:rPr>
          <w:b/>
          <w:i/>
          <w:sz w:val="24"/>
          <w:lang w:val="tr-TR"/>
        </w:rPr>
        <w:t xml:space="preserve">                                                                                  </w:t>
      </w:r>
      <w:r w:rsidR="00826B9F" w:rsidRPr="00E52BCF">
        <w:rPr>
          <w:b/>
          <w:i/>
          <w:sz w:val="24"/>
          <w:lang w:val="tr-TR"/>
        </w:rPr>
        <w:t xml:space="preserve">               </w:t>
      </w:r>
      <w:r w:rsidR="00F17981" w:rsidRPr="00E52BCF">
        <w:rPr>
          <w:b/>
          <w:i/>
          <w:sz w:val="24"/>
          <w:lang w:val="tr-TR"/>
        </w:rPr>
        <w:t>Tutuklu</w:t>
      </w:r>
      <w:r w:rsidRPr="00E52BCF">
        <w:rPr>
          <w:b/>
          <w:i/>
          <w:sz w:val="24"/>
          <w:lang w:val="tr-TR"/>
        </w:rPr>
        <w:t xml:space="preserve"> veya hükümlünün imzası</w:t>
      </w:r>
      <w:r w:rsidR="00004F3A" w:rsidRPr="00E52BCF">
        <w:rPr>
          <w:b/>
          <w:i/>
          <w:sz w:val="24"/>
          <w:lang w:val="tr-TR"/>
        </w:rPr>
        <w:t xml:space="preserve"> /</w:t>
      </w:r>
      <w:r w:rsidRPr="00E52BCF">
        <w:rPr>
          <w:b/>
          <w:i/>
          <w:sz w:val="24"/>
          <w:lang w:val="tr-TR"/>
        </w:rPr>
        <w:t xml:space="preserve"> </w:t>
      </w:r>
      <w:r w:rsidR="00826B9F" w:rsidRPr="00E52BCF">
        <w:rPr>
          <w:b/>
          <w:i/>
          <w:sz w:val="24"/>
          <w:lang w:val="tr-TR"/>
        </w:rPr>
        <w:t>kayıt numarası</w:t>
      </w:r>
      <w:r w:rsidR="00004F3A" w:rsidRPr="00E52BCF">
        <w:rPr>
          <w:b/>
          <w:i/>
          <w:sz w:val="24"/>
          <w:lang w:val="tr-TR"/>
        </w:rPr>
        <w:t xml:space="preserve"> </w:t>
      </w:r>
    </w:p>
    <w:p w14:paraId="7ACBB635" w14:textId="77777777" w:rsidR="008F5F1E" w:rsidRPr="00E52BCF" w:rsidRDefault="006772BE" w:rsidP="00652D57">
      <w:pPr>
        <w:pStyle w:val="Szvegtrzs"/>
        <w:ind w:left="0"/>
        <w:rPr>
          <w:b/>
          <w:i/>
          <w:lang w:val="tr-TR"/>
        </w:rPr>
      </w:pPr>
      <w:r w:rsidRPr="00E52BCF">
        <w:rPr>
          <w:noProof/>
          <w:lang w:eastAsia="hu-HU"/>
        </w:rPr>
        <mc:AlternateContent>
          <mc:Choice Requires="wps">
            <w:drawing>
              <wp:anchor distT="0" distB="0" distL="0" distR="0" simplePos="0" relativeHeight="487591424" behindDoc="1" locked="0" layoutInCell="1" allowOverlap="1" wp14:anchorId="5B182CDB" wp14:editId="497DB542">
                <wp:simplePos x="0" y="0"/>
                <wp:positionH relativeFrom="page">
                  <wp:posOffset>341630</wp:posOffset>
                </wp:positionH>
                <wp:positionV relativeFrom="paragraph">
                  <wp:posOffset>177800</wp:posOffset>
                </wp:positionV>
                <wp:extent cx="6877685" cy="6350"/>
                <wp:effectExtent l="0" t="0" r="0" b="0"/>
                <wp:wrapTopAndBottom/>
                <wp:docPr id="2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77685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E59D7A" id="Rectangle 3" o:spid="_x0000_s1026" style="position:absolute;margin-left:26.9pt;margin-top:14pt;width:541.55pt;height:.5pt;z-index:-1572505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" fillcolor="black" stroked="f">
                <w10:wrap type="topAndBottom" anchorx="page"/>
              </v:rect>
            </w:pict>
          </mc:Fallback>
        </mc:AlternateContent>
      </w:r>
    </w:p>
    <w:p w14:paraId="2371740D" w14:textId="78E529AB" w:rsidR="008F5F1E" w:rsidRPr="00E52BCF" w:rsidRDefault="00674FF3" w:rsidP="00652D57">
      <w:pPr>
        <w:pStyle w:val="Cmsor2"/>
        <w:spacing w:line="276" w:lineRule="auto"/>
        <w:ind w:left="741" w:right="746"/>
        <w:rPr>
          <w:lang w:val="tr-TR"/>
        </w:rPr>
      </w:pPr>
      <w:bookmarkStart w:id="6" w:name="T_Á_J_É_K_O_Z_T_A_T_Ó"/>
      <w:bookmarkStart w:id="7" w:name="A_büntetés-végrehajtási_szervezet_adatke"/>
      <w:bookmarkEnd w:id="6"/>
      <w:bookmarkEnd w:id="7"/>
      <w:r w:rsidRPr="00E52BCF">
        <w:rPr>
          <w:lang w:val="tr-TR"/>
        </w:rPr>
        <w:t>Kişisel bilgilerin c</w:t>
      </w:r>
      <w:r w:rsidR="001F6889" w:rsidRPr="00E52BCF">
        <w:rPr>
          <w:lang w:val="tr-TR"/>
        </w:rPr>
        <w:t>eza-</w:t>
      </w:r>
      <w:r w:rsidR="00077634" w:rsidRPr="00E52BCF">
        <w:rPr>
          <w:lang w:val="tr-TR"/>
        </w:rPr>
        <w:t>i</w:t>
      </w:r>
      <w:r w:rsidR="001F6889" w:rsidRPr="00E52BCF">
        <w:rPr>
          <w:lang w:val="tr-TR"/>
        </w:rPr>
        <w:t xml:space="preserve">nfaz </w:t>
      </w:r>
      <w:r w:rsidR="00DF1E40" w:rsidRPr="00E52BCF">
        <w:rPr>
          <w:lang w:val="tr-TR"/>
        </w:rPr>
        <w:t>organ</w:t>
      </w:r>
      <w:r w:rsidR="002A23A0" w:rsidRPr="00E52BCF">
        <w:rPr>
          <w:lang w:val="tr-TR"/>
        </w:rPr>
        <w:t>izasyonu</w:t>
      </w:r>
      <w:r w:rsidR="006B384A" w:rsidRPr="00E52BCF">
        <w:rPr>
          <w:lang w:val="tr-TR"/>
        </w:rPr>
        <w:t xml:space="preserve"> çerçevesindeki</w:t>
      </w:r>
      <w:r w:rsidR="00004F3A" w:rsidRPr="00E52BCF">
        <w:rPr>
          <w:lang w:val="tr-TR"/>
        </w:rPr>
        <w:t xml:space="preserve"> </w:t>
      </w:r>
      <w:r w:rsidR="00077634" w:rsidRPr="00E52BCF">
        <w:rPr>
          <w:lang w:val="tr-TR"/>
        </w:rPr>
        <w:t xml:space="preserve">veri işlem </w:t>
      </w:r>
      <w:r w:rsidR="005B3FA2" w:rsidRPr="00E52BCF">
        <w:rPr>
          <w:lang w:val="tr-TR"/>
        </w:rPr>
        <w:t>sistemi</w:t>
      </w:r>
      <w:r w:rsidR="009648A4" w:rsidRPr="00E52BCF">
        <w:rPr>
          <w:lang w:val="tr-TR"/>
        </w:rPr>
        <w:t>nde kullanımına ilişkin</w:t>
      </w:r>
    </w:p>
    <w:p w14:paraId="46D6F992" w14:textId="520F2888" w:rsidR="009648A4" w:rsidRPr="00E52BCF" w:rsidRDefault="009648A4" w:rsidP="009648A4">
      <w:pPr>
        <w:spacing w:before="98"/>
        <w:ind w:left="745" w:right="745"/>
        <w:jc w:val="center"/>
        <w:rPr>
          <w:b/>
          <w:sz w:val="26"/>
          <w:szCs w:val="26"/>
          <w:lang w:val="tr-TR"/>
        </w:rPr>
      </w:pPr>
      <w:r w:rsidRPr="00E52BCF">
        <w:rPr>
          <w:b/>
          <w:sz w:val="26"/>
          <w:szCs w:val="26"/>
          <w:lang w:val="tr-TR"/>
        </w:rPr>
        <w:t xml:space="preserve">B İ L G İ L E N D İ R M E </w:t>
      </w:r>
    </w:p>
    <w:p w14:paraId="23E31F30" w14:textId="77777777" w:rsidR="009648A4" w:rsidRPr="00E52BCF" w:rsidRDefault="009648A4" w:rsidP="00652D57">
      <w:pPr>
        <w:pStyle w:val="Cmsor2"/>
        <w:spacing w:line="276" w:lineRule="auto"/>
        <w:ind w:left="741" w:right="746"/>
        <w:rPr>
          <w:lang w:val="tr-TR"/>
        </w:rPr>
      </w:pPr>
    </w:p>
    <w:p w14:paraId="3409579D" w14:textId="6FE62989" w:rsidR="008F5F1E" w:rsidRPr="00E52BCF" w:rsidRDefault="00196885" w:rsidP="00F50BE2">
      <w:pPr>
        <w:pStyle w:val="Szvegtrzs"/>
        <w:tabs>
          <w:tab w:val="left" w:pos="2350"/>
        </w:tabs>
        <w:spacing w:line="276" w:lineRule="auto"/>
        <w:rPr>
          <w:lang w:val="tr-TR"/>
        </w:rPr>
      </w:pPr>
      <w:r w:rsidRPr="00E52BCF">
        <w:rPr>
          <w:u w:val="single"/>
          <w:lang w:val="tr-TR"/>
        </w:rPr>
        <w:t>Veri kullanımının amacı</w:t>
      </w:r>
      <w:r w:rsidR="00004F3A" w:rsidRPr="00E52BCF">
        <w:rPr>
          <w:u w:val="single"/>
          <w:lang w:val="tr-TR"/>
        </w:rPr>
        <w:t>:</w:t>
      </w:r>
      <w:r w:rsidR="00004F3A" w:rsidRPr="00E52BCF">
        <w:rPr>
          <w:lang w:val="tr-TR"/>
        </w:rPr>
        <w:tab/>
      </w:r>
      <w:r w:rsidR="00EC29B6" w:rsidRPr="00E52BCF">
        <w:rPr>
          <w:lang w:val="tr-TR"/>
        </w:rPr>
        <w:t xml:space="preserve">Ceza infaz sisteminde düzen ve güvenliğin sağlanması </w:t>
      </w:r>
      <w:r w:rsidR="00EA0A4E" w:rsidRPr="00E52BCF">
        <w:rPr>
          <w:lang w:val="tr-TR"/>
        </w:rPr>
        <w:t>ile iletişimde bulunan</w:t>
      </w:r>
      <w:r w:rsidR="00F50BE2" w:rsidRPr="00E52BCF">
        <w:rPr>
          <w:lang w:val="tr-TR"/>
        </w:rPr>
        <w:t xml:space="preserve"> kişinin kimliğinin tespit</w:t>
      </w:r>
      <w:r w:rsidR="0083714A" w:rsidRPr="00E52BCF">
        <w:rPr>
          <w:lang w:val="tr-TR"/>
        </w:rPr>
        <w:t>i</w:t>
      </w:r>
      <w:r w:rsidR="00EC29B6" w:rsidRPr="00E52BCF">
        <w:rPr>
          <w:lang w:val="tr-TR"/>
        </w:rPr>
        <w:t>.</w:t>
      </w:r>
    </w:p>
    <w:p w14:paraId="6572EFF5" w14:textId="54054E00" w:rsidR="00652D57" w:rsidRPr="00E52BCF" w:rsidRDefault="00196885" w:rsidP="00652D57">
      <w:pPr>
        <w:pStyle w:val="Szvegtrzs"/>
        <w:tabs>
          <w:tab w:val="left" w:pos="2350"/>
        </w:tabs>
        <w:spacing w:line="276" w:lineRule="auto"/>
        <w:ind w:left="2350" w:hanging="2124"/>
        <w:rPr>
          <w:lang w:val="tr-TR"/>
        </w:rPr>
      </w:pPr>
      <w:r w:rsidRPr="00E52BCF">
        <w:rPr>
          <w:u w:val="single"/>
          <w:lang w:val="tr-TR"/>
        </w:rPr>
        <w:t>Kullanılan veriler</w:t>
      </w:r>
      <w:r w:rsidR="00096E7D" w:rsidRPr="00E52BCF">
        <w:rPr>
          <w:u w:val="single"/>
          <w:lang w:val="tr-TR"/>
        </w:rPr>
        <w:t>in kapsamı</w:t>
      </w:r>
      <w:r w:rsidR="00004F3A" w:rsidRPr="00E52BCF">
        <w:rPr>
          <w:u w:val="single"/>
          <w:lang w:val="tr-TR"/>
        </w:rPr>
        <w:t>:</w:t>
      </w:r>
      <w:r w:rsidR="0083714A" w:rsidRPr="00E52BCF">
        <w:rPr>
          <w:lang w:val="tr-TR"/>
        </w:rPr>
        <w:t xml:space="preserve"> Ad ve soyad</w:t>
      </w:r>
      <w:r w:rsidR="00004F3A" w:rsidRPr="00E52BCF">
        <w:rPr>
          <w:lang w:val="tr-TR"/>
        </w:rPr>
        <w:t xml:space="preserve">, </w:t>
      </w:r>
      <w:r w:rsidR="0083714A" w:rsidRPr="00E52BCF">
        <w:rPr>
          <w:lang w:val="tr-TR"/>
        </w:rPr>
        <w:t>doğum yeri</w:t>
      </w:r>
      <w:r w:rsidR="00652D57" w:rsidRPr="00E52BCF">
        <w:rPr>
          <w:lang w:val="tr-TR"/>
        </w:rPr>
        <w:t xml:space="preserve">, </w:t>
      </w:r>
      <w:r w:rsidR="0083714A" w:rsidRPr="00E52BCF">
        <w:rPr>
          <w:lang w:val="tr-TR"/>
        </w:rPr>
        <w:t>doğum tarihi</w:t>
      </w:r>
      <w:r w:rsidR="00652D57" w:rsidRPr="00E52BCF">
        <w:rPr>
          <w:lang w:val="tr-TR"/>
        </w:rPr>
        <w:t xml:space="preserve">, ana </w:t>
      </w:r>
      <w:r w:rsidR="0083714A" w:rsidRPr="00E52BCF">
        <w:rPr>
          <w:lang w:val="tr-TR"/>
        </w:rPr>
        <w:t>adı</w:t>
      </w:r>
      <w:r w:rsidR="00652D57" w:rsidRPr="00E52BCF">
        <w:rPr>
          <w:lang w:val="tr-TR"/>
        </w:rPr>
        <w:t xml:space="preserve">, </w:t>
      </w:r>
      <w:r w:rsidR="0083714A" w:rsidRPr="00E52BCF">
        <w:rPr>
          <w:lang w:val="tr-TR"/>
        </w:rPr>
        <w:t>ikamet</w:t>
      </w:r>
      <w:r w:rsidR="005B7356" w:rsidRPr="00E52BCF">
        <w:rPr>
          <w:lang w:val="tr-TR"/>
        </w:rPr>
        <w:t xml:space="preserve"> adresi</w:t>
      </w:r>
      <w:r w:rsidR="00004F3A" w:rsidRPr="00E52BCF">
        <w:rPr>
          <w:lang w:val="tr-TR"/>
        </w:rPr>
        <w:t xml:space="preserve"> v</w:t>
      </w:r>
      <w:r w:rsidR="005B7356" w:rsidRPr="00E52BCF">
        <w:rPr>
          <w:lang w:val="tr-TR"/>
        </w:rPr>
        <w:t>e</w:t>
      </w:r>
      <w:r w:rsidR="00004F3A" w:rsidRPr="00E52BCF">
        <w:rPr>
          <w:lang w:val="tr-TR"/>
        </w:rPr>
        <w:t>y</w:t>
      </w:r>
      <w:r w:rsidR="005B7356" w:rsidRPr="00E52BCF">
        <w:rPr>
          <w:lang w:val="tr-TR"/>
        </w:rPr>
        <w:t>a</w:t>
      </w:r>
      <w:r w:rsidR="00004F3A" w:rsidRPr="00E52BCF">
        <w:rPr>
          <w:lang w:val="tr-TR"/>
        </w:rPr>
        <w:t xml:space="preserve"> </w:t>
      </w:r>
      <w:r w:rsidR="005B7356" w:rsidRPr="00E52BCF">
        <w:rPr>
          <w:lang w:val="tr-TR"/>
        </w:rPr>
        <w:t>ya</w:t>
      </w:r>
      <w:r w:rsidR="0026481F" w:rsidRPr="00E52BCF">
        <w:rPr>
          <w:lang w:val="tr-TR"/>
        </w:rPr>
        <w:t>zışma adresi</w:t>
      </w:r>
      <w:r w:rsidR="00004F3A" w:rsidRPr="00E52BCF">
        <w:rPr>
          <w:lang w:val="tr-TR"/>
        </w:rPr>
        <w:t>, telefon</w:t>
      </w:r>
      <w:r w:rsidR="0026481F" w:rsidRPr="00E52BCF">
        <w:rPr>
          <w:lang w:val="tr-TR"/>
        </w:rPr>
        <w:t xml:space="preserve"> numarası</w:t>
      </w:r>
      <w:r w:rsidR="00004F3A" w:rsidRPr="00E52BCF">
        <w:rPr>
          <w:lang w:val="tr-TR"/>
        </w:rPr>
        <w:t xml:space="preserve">, </w:t>
      </w:r>
      <w:r w:rsidR="00477DD1" w:rsidRPr="00E52BCF">
        <w:rPr>
          <w:lang w:val="tr-TR"/>
        </w:rPr>
        <w:t>iletişimde bulunan kişinin yakınlık derecesi</w:t>
      </w:r>
      <w:r w:rsidR="00004F3A" w:rsidRPr="00E52BCF">
        <w:rPr>
          <w:lang w:val="tr-TR"/>
        </w:rPr>
        <w:t xml:space="preserve">, </w:t>
      </w:r>
      <w:r w:rsidR="00477DD1" w:rsidRPr="00E52BCF">
        <w:rPr>
          <w:lang w:val="tr-TR"/>
        </w:rPr>
        <w:t>doğum yeri</w:t>
      </w:r>
      <w:r w:rsidR="00004F3A" w:rsidRPr="00E52BCF">
        <w:rPr>
          <w:lang w:val="tr-TR"/>
        </w:rPr>
        <w:t xml:space="preserve"> </w:t>
      </w:r>
      <w:r w:rsidR="00477DD1" w:rsidRPr="00E52BCF">
        <w:rPr>
          <w:lang w:val="tr-TR"/>
        </w:rPr>
        <w:t>ve doğum tarihi</w:t>
      </w:r>
      <w:r w:rsidR="00652D57" w:rsidRPr="00E52BCF">
        <w:rPr>
          <w:lang w:val="tr-TR"/>
        </w:rPr>
        <w:t xml:space="preserve">, </w:t>
      </w:r>
    </w:p>
    <w:p w14:paraId="056C869D" w14:textId="3EA25C94" w:rsidR="008F5F1E" w:rsidRPr="00E52BCF" w:rsidRDefault="00652D57" w:rsidP="00652D57">
      <w:pPr>
        <w:pStyle w:val="Szvegtrzs"/>
        <w:tabs>
          <w:tab w:val="left" w:pos="2350"/>
        </w:tabs>
        <w:spacing w:line="276" w:lineRule="auto"/>
        <w:ind w:left="0"/>
        <w:rPr>
          <w:lang w:val="tr-TR"/>
        </w:rPr>
      </w:pPr>
      <w:r w:rsidRPr="00E52BCF">
        <w:rPr>
          <w:lang w:val="tr-TR"/>
        </w:rPr>
        <w:tab/>
        <w:t>e-</w:t>
      </w:r>
      <w:r w:rsidR="00477DD1" w:rsidRPr="00E52BCF">
        <w:rPr>
          <w:lang w:val="tr-TR"/>
        </w:rPr>
        <w:t>posta adresi</w:t>
      </w:r>
      <w:r w:rsidRPr="00E52BCF">
        <w:rPr>
          <w:lang w:val="tr-TR"/>
        </w:rPr>
        <w:t xml:space="preserve">, </w:t>
      </w:r>
      <w:r w:rsidR="004D64DB" w:rsidRPr="00E52BCF">
        <w:rPr>
          <w:lang w:val="tr-TR"/>
        </w:rPr>
        <w:t>v</w:t>
      </w:r>
      <w:r w:rsidR="00894EBA" w:rsidRPr="00E52BCF">
        <w:rPr>
          <w:lang w:val="tr-TR"/>
        </w:rPr>
        <w:t>ide</w:t>
      </w:r>
      <w:r w:rsidR="00537191" w:rsidRPr="00E52BCF">
        <w:rPr>
          <w:lang w:val="tr-TR"/>
        </w:rPr>
        <w:t xml:space="preserve">o </w:t>
      </w:r>
      <w:r w:rsidR="00946792" w:rsidRPr="00E52BCF">
        <w:rPr>
          <w:lang w:val="tr-TR"/>
        </w:rPr>
        <w:t>görüşme kodu</w:t>
      </w:r>
      <w:r w:rsidRPr="00E52BCF">
        <w:rPr>
          <w:lang w:val="tr-TR"/>
        </w:rPr>
        <w:t>.</w:t>
      </w:r>
    </w:p>
    <w:p w14:paraId="2F74EB22" w14:textId="13FD3F75" w:rsidR="008F5F1E" w:rsidRPr="00E52BCF" w:rsidRDefault="00946792" w:rsidP="00652D57">
      <w:pPr>
        <w:pStyle w:val="Szvegtrzs"/>
        <w:tabs>
          <w:tab w:val="left" w:pos="2350"/>
        </w:tabs>
        <w:spacing w:line="276" w:lineRule="auto"/>
        <w:ind w:left="2478" w:right="273" w:hanging="2252"/>
        <w:rPr>
          <w:lang w:val="tr-TR"/>
        </w:rPr>
      </w:pPr>
      <w:r w:rsidRPr="00E52BCF">
        <w:rPr>
          <w:u w:val="single"/>
          <w:lang w:val="tr-TR"/>
        </w:rPr>
        <w:t>Veri kullanımının hukuki dayanağı</w:t>
      </w:r>
      <w:r w:rsidR="00004F3A" w:rsidRPr="00E52BCF">
        <w:rPr>
          <w:u w:val="single"/>
          <w:lang w:val="tr-TR"/>
        </w:rPr>
        <w:t>:</w:t>
      </w:r>
      <w:r w:rsidRPr="00E52BCF">
        <w:rPr>
          <w:lang w:val="tr-TR"/>
        </w:rPr>
        <w:t xml:space="preserve"> </w:t>
      </w:r>
      <w:r w:rsidR="00004F3A" w:rsidRPr="00E52BCF">
        <w:rPr>
          <w:lang w:val="tr-TR"/>
        </w:rPr>
        <w:t>-</w:t>
      </w:r>
      <w:r w:rsidR="00004F3A" w:rsidRPr="00E52BCF">
        <w:rPr>
          <w:spacing w:val="-1"/>
          <w:lang w:val="tr-TR"/>
        </w:rPr>
        <w:t xml:space="preserve"> </w:t>
      </w:r>
      <w:r w:rsidR="00EF019C" w:rsidRPr="00E52BCF">
        <w:rPr>
          <w:lang w:val="tr-TR"/>
        </w:rPr>
        <w:t>Bilgi edinme hakkı</w:t>
      </w:r>
      <w:r w:rsidR="00004F3A" w:rsidRPr="00E52BCF">
        <w:rPr>
          <w:spacing w:val="-4"/>
          <w:lang w:val="tr-TR"/>
        </w:rPr>
        <w:t xml:space="preserve"> </w:t>
      </w:r>
      <w:r w:rsidR="00EF019C" w:rsidRPr="00E52BCF">
        <w:rPr>
          <w:lang w:val="tr-TR"/>
        </w:rPr>
        <w:t>ve bilgi edinme özgürlüğünden söz eden</w:t>
      </w:r>
      <w:r w:rsidR="00004F3A" w:rsidRPr="00E52BCF">
        <w:rPr>
          <w:spacing w:val="-1"/>
          <w:lang w:val="tr-TR"/>
        </w:rPr>
        <w:t xml:space="preserve"> </w:t>
      </w:r>
      <w:r w:rsidR="00004F3A" w:rsidRPr="00E52BCF">
        <w:rPr>
          <w:lang w:val="tr-TR"/>
        </w:rPr>
        <w:t>2011</w:t>
      </w:r>
      <w:r w:rsidR="00EF019C" w:rsidRPr="00E52BCF">
        <w:rPr>
          <w:lang w:val="tr-TR"/>
        </w:rPr>
        <w:t xml:space="preserve"> yılına ait</w:t>
      </w:r>
      <w:r w:rsidR="00004F3A" w:rsidRPr="00E52BCF">
        <w:rPr>
          <w:spacing w:val="-3"/>
          <w:lang w:val="tr-TR"/>
        </w:rPr>
        <w:t xml:space="preserve"> </w:t>
      </w:r>
      <w:r w:rsidR="00004F3A" w:rsidRPr="00E52BCF">
        <w:rPr>
          <w:lang w:val="tr-TR"/>
        </w:rPr>
        <w:t>CXII.</w:t>
      </w:r>
      <w:r w:rsidR="00004F3A" w:rsidRPr="00E52BCF">
        <w:rPr>
          <w:spacing w:val="-3"/>
          <w:lang w:val="tr-TR"/>
        </w:rPr>
        <w:t xml:space="preserve"> </w:t>
      </w:r>
      <w:r w:rsidR="00EF019C" w:rsidRPr="00E52BCF">
        <w:rPr>
          <w:lang w:val="tr-TR"/>
        </w:rPr>
        <w:t>sayılı yasanın</w:t>
      </w:r>
      <w:r w:rsidR="00A60522" w:rsidRPr="00E52BCF">
        <w:rPr>
          <w:lang w:val="tr-TR"/>
        </w:rPr>
        <w:t xml:space="preserve"> II. </w:t>
      </w:r>
      <w:r w:rsidR="00897BCF" w:rsidRPr="00E52BCF">
        <w:rPr>
          <w:lang w:val="tr-TR"/>
        </w:rPr>
        <w:t>bölümü</w:t>
      </w:r>
      <w:r w:rsidR="00A60522" w:rsidRPr="00E52BCF">
        <w:rPr>
          <w:lang w:val="tr-TR"/>
        </w:rPr>
        <w:t xml:space="preserve">, </w:t>
      </w:r>
      <w:r w:rsidR="00004F3A" w:rsidRPr="00E52BCF">
        <w:rPr>
          <w:lang w:val="tr-TR"/>
        </w:rPr>
        <w:t>5.</w:t>
      </w:r>
      <w:r w:rsidR="00004F3A" w:rsidRPr="00E52BCF">
        <w:rPr>
          <w:spacing w:val="-2"/>
          <w:lang w:val="tr-TR"/>
        </w:rPr>
        <w:t xml:space="preserve"> </w:t>
      </w:r>
      <w:r w:rsidR="00897BCF" w:rsidRPr="00E52BCF">
        <w:rPr>
          <w:lang w:val="tr-TR"/>
        </w:rPr>
        <w:t>maddesinin</w:t>
      </w:r>
      <w:r w:rsidR="00004F3A" w:rsidRPr="00E52BCF">
        <w:rPr>
          <w:spacing w:val="-1"/>
          <w:lang w:val="tr-TR"/>
        </w:rPr>
        <w:t xml:space="preserve"> </w:t>
      </w:r>
      <w:r w:rsidR="00004F3A" w:rsidRPr="00E52BCF">
        <w:rPr>
          <w:lang w:val="tr-TR"/>
        </w:rPr>
        <w:t>(1)</w:t>
      </w:r>
      <w:r w:rsidR="00897BCF" w:rsidRPr="00E52BCF">
        <w:rPr>
          <w:lang w:val="tr-TR"/>
        </w:rPr>
        <w:t>. fıkra</w:t>
      </w:r>
      <w:r w:rsidR="007E203F" w:rsidRPr="00E52BCF">
        <w:rPr>
          <w:lang w:val="tr-TR"/>
        </w:rPr>
        <w:t>sı</w:t>
      </w:r>
      <w:r w:rsidR="00383D74" w:rsidRPr="00E52BCF">
        <w:rPr>
          <w:lang w:val="tr-TR"/>
        </w:rPr>
        <w:t xml:space="preserve"> a</w:t>
      </w:r>
      <w:r w:rsidR="007E203F" w:rsidRPr="00E52BCF">
        <w:rPr>
          <w:lang w:val="tr-TR"/>
        </w:rPr>
        <w:t>.</w:t>
      </w:r>
      <w:r w:rsidR="00383D74" w:rsidRPr="00E52BCF">
        <w:rPr>
          <w:lang w:val="tr-TR"/>
        </w:rPr>
        <w:t xml:space="preserve">) </w:t>
      </w:r>
      <w:r w:rsidR="007E203F" w:rsidRPr="00E52BCF">
        <w:rPr>
          <w:lang w:val="tr-TR"/>
        </w:rPr>
        <w:t>bendi ile3. fıkrasının2. bendi</w:t>
      </w:r>
      <w:r w:rsidR="00A60522" w:rsidRPr="00E52BCF">
        <w:rPr>
          <w:lang w:val="tr-TR"/>
        </w:rPr>
        <w:t xml:space="preserve"> </w:t>
      </w:r>
    </w:p>
    <w:p w14:paraId="336D56BD" w14:textId="6CCC0B30" w:rsidR="008F5F1E" w:rsidRPr="00E52BCF" w:rsidRDefault="007E203F" w:rsidP="00652D57">
      <w:pPr>
        <w:pStyle w:val="Listaszerbekezds"/>
        <w:numPr>
          <w:ilvl w:val="0"/>
          <w:numId w:val="1"/>
        </w:numPr>
        <w:tabs>
          <w:tab w:val="left" w:pos="2469"/>
        </w:tabs>
        <w:spacing w:line="276" w:lineRule="auto"/>
        <w:ind w:left="2468" w:hanging="119"/>
        <w:rPr>
          <w:sz w:val="20"/>
          <w:lang w:val="tr-TR"/>
        </w:rPr>
      </w:pPr>
      <w:r w:rsidRPr="00E52BCF">
        <w:rPr>
          <w:sz w:val="20"/>
          <w:lang w:val="tr-TR"/>
        </w:rPr>
        <w:t>Ceza-infaz organizasyonundan söz eden</w:t>
      </w:r>
      <w:r w:rsidR="00004F3A" w:rsidRPr="00E52BCF">
        <w:rPr>
          <w:sz w:val="20"/>
          <w:lang w:val="tr-TR"/>
        </w:rPr>
        <w:t xml:space="preserve"> 1995</w:t>
      </w:r>
      <w:r w:rsidRPr="00E52BCF">
        <w:rPr>
          <w:sz w:val="20"/>
          <w:lang w:val="tr-TR"/>
        </w:rPr>
        <w:t xml:space="preserve"> yılına ait</w:t>
      </w:r>
      <w:r w:rsidR="00004F3A" w:rsidRPr="00E52BCF">
        <w:rPr>
          <w:sz w:val="20"/>
          <w:lang w:val="tr-TR"/>
        </w:rPr>
        <w:t xml:space="preserve"> CVII. </w:t>
      </w:r>
      <w:r w:rsidRPr="00E52BCF">
        <w:rPr>
          <w:sz w:val="20"/>
          <w:lang w:val="tr-TR"/>
        </w:rPr>
        <w:t>sayılı yasanın</w:t>
      </w:r>
      <w:r w:rsidR="00004F3A" w:rsidRPr="00E52BCF">
        <w:rPr>
          <w:sz w:val="20"/>
          <w:lang w:val="tr-TR"/>
        </w:rPr>
        <w:t>. 28/A.</w:t>
      </w:r>
      <w:r w:rsidR="00004F3A" w:rsidRPr="00E52BCF">
        <w:rPr>
          <w:spacing w:val="-7"/>
          <w:sz w:val="20"/>
          <w:lang w:val="tr-TR"/>
        </w:rPr>
        <w:t xml:space="preserve"> </w:t>
      </w:r>
      <w:r w:rsidRPr="00E52BCF">
        <w:rPr>
          <w:sz w:val="20"/>
          <w:lang w:val="tr-TR"/>
        </w:rPr>
        <w:t>maddesi</w:t>
      </w:r>
      <w:r w:rsidR="00004F3A" w:rsidRPr="00E52BCF">
        <w:rPr>
          <w:sz w:val="20"/>
          <w:lang w:val="tr-TR"/>
        </w:rPr>
        <w:t>.</w:t>
      </w:r>
    </w:p>
    <w:p w14:paraId="04A54CE8" w14:textId="5BAA6C96" w:rsidR="008F5F1E" w:rsidRPr="00E52BCF" w:rsidRDefault="00DF77C9" w:rsidP="00652D57">
      <w:pPr>
        <w:pStyle w:val="Szvegtrzs"/>
        <w:spacing w:line="276" w:lineRule="auto"/>
        <w:rPr>
          <w:lang w:val="tr-TR"/>
        </w:rPr>
      </w:pPr>
      <w:r w:rsidRPr="00E52BCF">
        <w:rPr>
          <w:u w:val="single"/>
          <w:lang w:val="tr-TR"/>
        </w:rPr>
        <w:t>Verileri</w:t>
      </w:r>
      <w:r w:rsidR="005A4B19" w:rsidRPr="00E52BCF">
        <w:rPr>
          <w:u w:val="single"/>
          <w:lang w:val="tr-TR"/>
        </w:rPr>
        <w:t xml:space="preserve"> kullanma ve işleme yetkisine sahip kişiler</w:t>
      </w:r>
      <w:r w:rsidR="00004F3A" w:rsidRPr="00E52BCF">
        <w:rPr>
          <w:u w:val="single"/>
          <w:lang w:val="tr-TR"/>
        </w:rPr>
        <w:t>:</w:t>
      </w:r>
      <w:r w:rsidR="00004F3A" w:rsidRPr="00E52BCF">
        <w:rPr>
          <w:lang w:val="tr-TR"/>
        </w:rPr>
        <w:t xml:space="preserve"> </w:t>
      </w:r>
      <w:r w:rsidR="00FF342D" w:rsidRPr="00E52BCF">
        <w:rPr>
          <w:lang w:val="tr-TR"/>
        </w:rPr>
        <w:t>Tutuklu</w:t>
      </w:r>
      <w:r w:rsidR="00A95E08" w:rsidRPr="00E52BCF">
        <w:rPr>
          <w:lang w:val="tr-TR"/>
        </w:rPr>
        <w:t xml:space="preserve"> veya hükümlü olarak bulunduğunuz</w:t>
      </w:r>
      <w:r w:rsidR="00004F3A" w:rsidRPr="00E52BCF">
        <w:rPr>
          <w:lang w:val="tr-TR"/>
        </w:rPr>
        <w:t xml:space="preserve"> </w:t>
      </w:r>
      <w:r w:rsidR="00A95E08" w:rsidRPr="00E52BCF">
        <w:rPr>
          <w:lang w:val="tr-TR"/>
        </w:rPr>
        <w:t>ceza-infaz kurumu</w:t>
      </w:r>
      <w:r w:rsidR="00E70102" w:rsidRPr="00E52BCF">
        <w:rPr>
          <w:lang w:val="tr-TR"/>
        </w:rPr>
        <w:t>nun yönetimi tarafından</w:t>
      </w:r>
      <w:r w:rsidR="00004F3A" w:rsidRPr="00E52BCF">
        <w:rPr>
          <w:lang w:val="tr-TR"/>
        </w:rPr>
        <w:t xml:space="preserve"> </w:t>
      </w:r>
      <w:r w:rsidR="00E70102" w:rsidRPr="00E52BCF">
        <w:rPr>
          <w:lang w:val="tr-TR"/>
        </w:rPr>
        <w:t>belirlenmiş olan kişiler</w:t>
      </w:r>
      <w:r w:rsidR="00004F3A" w:rsidRPr="00E52BCF">
        <w:rPr>
          <w:lang w:val="tr-TR"/>
        </w:rPr>
        <w:t>.</w:t>
      </w:r>
    </w:p>
    <w:p w14:paraId="30DFEB1E" w14:textId="09309B32" w:rsidR="00EE544B" w:rsidRPr="00E52BCF" w:rsidRDefault="001C5D92" w:rsidP="00652D57">
      <w:pPr>
        <w:pStyle w:val="Szvegtrzs"/>
        <w:spacing w:line="276" w:lineRule="auto"/>
        <w:ind w:right="2910"/>
        <w:rPr>
          <w:lang w:val="tr-TR"/>
        </w:rPr>
      </w:pPr>
      <w:r w:rsidRPr="00E52BCF">
        <w:rPr>
          <w:u w:val="single"/>
          <w:lang w:val="tr-TR"/>
        </w:rPr>
        <w:t>Verilerin kullanım süresi</w:t>
      </w:r>
      <w:r w:rsidR="00004F3A" w:rsidRPr="00E52BCF">
        <w:rPr>
          <w:u w:val="single"/>
          <w:lang w:val="tr-TR"/>
        </w:rPr>
        <w:t>:</w:t>
      </w:r>
      <w:r w:rsidR="00004F3A" w:rsidRPr="00E52BCF">
        <w:rPr>
          <w:lang w:val="tr-TR"/>
        </w:rPr>
        <w:t xml:space="preserve"> </w:t>
      </w:r>
      <w:r w:rsidRPr="00E52BCF">
        <w:rPr>
          <w:lang w:val="tr-TR"/>
        </w:rPr>
        <w:t>Tutukluluk veya mahkumiyetin</w:t>
      </w:r>
      <w:r w:rsidR="00A274F4" w:rsidRPr="00E52BCF">
        <w:rPr>
          <w:lang w:val="tr-TR"/>
        </w:rPr>
        <w:t xml:space="preserve"> başlangıcından</w:t>
      </w:r>
      <w:r w:rsidR="00004F3A" w:rsidRPr="00E52BCF">
        <w:rPr>
          <w:lang w:val="tr-TR"/>
        </w:rPr>
        <w:t xml:space="preserve"> </w:t>
      </w:r>
      <w:r w:rsidR="000005D0" w:rsidRPr="00E52BCF">
        <w:rPr>
          <w:lang w:val="tr-TR"/>
        </w:rPr>
        <w:t>tahliye tarihine kadar</w:t>
      </w:r>
      <w:r w:rsidR="00EE544B" w:rsidRPr="00E52BCF">
        <w:rPr>
          <w:lang w:val="tr-TR"/>
        </w:rPr>
        <w:t xml:space="preserve"> </w:t>
      </w:r>
      <w:r w:rsidR="00877F31" w:rsidRPr="00E52BCF">
        <w:rPr>
          <w:lang w:val="tr-TR"/>
        </w:rPr>
        <w:t>geçen süre</w:t>
      </w:r>
      <w:r w:rsidR="00EE544B" w:rsidRPr="00E52BCF">
        <w:rPr>
          <w:lang w:val="tr-TR"/>
        </w:rPr>
        <w:t xml:space="preserve"> boyunca</w:t>
      </w:r>
      <w:r w:rsidR="00004F3A" w:rsidRPr="00E52BCF">
        <w:rPr>
          <w:lang w:val="tr-TR"/>
        </w:rPr>
        <w:t xml:space="preserve">. </w:t>
      </w:r>
    </w:p>
    <w:p w14:paraId="54841541" w14:textId="5ABDA879" w:rsidR="008F5F1E" w:rsidRPr="00E52BCF" w:rsidRDefault="008735BC" w:rsidP="00652D57">
      <w:pPr>
        <w:pStyle w:val="Szvegtrzs"/>
        <w:spacing w:line="276" w:lineRule="auto"/>
        <w:ind w:right="2910"/>
        <w:rPr>
          <w:lang w:val="tr-TR"/>
        </w:rPr>
      </w:pPr>
      <w:r w:rsidRPr="00E52BCF">
        <w:rPr>
          <w:u w:val="single"/>
          <w:lang w:val="tr-TR"/>
        </w:rPr>
        <w:t>Veriler</w:t>
      </w:r>
      <w:r w:rsidR="00423EDD" w:rsidRPr="00E52BCF">
        <w:rPr>
          <w:u w:val="single"/>
          <w:lang w:val="tr-TR"/>
        </w:rPr>
        <w:t xml:space="preserve"> şu kişiler tarafından </w:t>
      </w:r>
      <w:r w:rsidR="008E6AC2" w:rsidRPr="00E52BCF">
        <w:rPr>
          <w:u w:val="single"/>
          <w:lang w:val="tr-TR"/>
        </w:rPr>
        <w:t>bilinebilirler</w:t>
      </w:r>
      <w:r w:rsidR="00004F3A" w:rsidRPr="00E52BCF">
        <w:rPr>
          <w:u w:val="single"/>
          <w:lang w:val="tr-TR"/>
        </w:rPr>
        <w:t>:</w:t>
      </w:r>
    </w:p>
    <w:p w14:paraId="6A30488F" w14:textId="48BBA139" w:rsidR="008F5F1E" w:rsidRPr="00E52BCF" w:rsidRDefault="008E6AC2" w:rsidP="00652D57">
      <w:pPr>
        <w:pStyle w:val="Listaszerbekezds"/>
        <w:numPr>
          <w:ilvl w:val="0"/>
          <w:numId w:val="1"/>
        </w:numPr>
        <w:tabs>
          <w:tab w:val="left" w:pos="2474"/>
        </w:tabs>
        <w:spacing w:line="276" w:lineRule="auto"/>
        <w:ind w:left="2473" w:hanging="116"/>
        <w:rPr>
          <w:sz w:val="20"/>
          <w:lang w:val="tr-TR"/>
        </w:rPr>
      </w:pPr>
      <w:r w:rsidRPr="00E52BCF">
        <w:rPr>
          <w:sz w:val="20"/>
          <w:lang w:val="tr-TR"/>
        </w:rPr>
        <w:t xml:space="preserve">Tutuklu veya </w:t>
      </w:r>
      <w:r w:rsidR="00C70010" w:rsidRPr="00E52BCF">
        <w:rPr>
          <w:sz w:val="20"/>
          <w:lang w:val="tr-TR"/>
        </w:rPr>
        <w:t>hükümlü olarak bulunduğunuz</w:t>
      </w:r>
      <w:r w:rsidR="00004F3A" w:rsidRPr="00E52BCF">
        <w:rPr>
          <w:sz w:val="20"/>
          <w:lang w:val="tr-TR"/>
        </w:rPr>
        <w:t xml:space="preserve"> </w:t>
      </w:r>
      <w:r w:rsidR="00C70010" w:rsidRPr="00E52BCF">
        <w:rPr>
          <w:sz w:val="20"/>
          <w:lang w:val="tr-TR"/>
        </w:rPr>
        <w:t>ceza-infaz kurumunun</w:t>
      </w:r>
      <w:r w:rsidR="00004F3A" w:rsidRPr="00E52BCF">
        <w:rPr>
          <w:sz w:val="20"/>
          <w:lang w:val="tr-TR"/>
        </w:rPr>
        <w:t xml:space="preserve"> </w:t>
      </w:r>
      <w:r w:rsidR="00C70010" w:rsidRPr="00E52BCF">
        <w:rPr>
          <w:sz w:val="20"/>
          <w:lang w:val="tr-TR"/>
        </w:rPr>
        <w:t xml:space="preserve">yöneticisi ve </w:t>
      </w:r>
      <w:r w:rsidR="00EC741A" w:rsidRPr="00E52BCF">
        <w:rPr>
          <w:sz w:val="20"/>
          <w:lang w:val="tr-TR"/>
        </w:rPr>
        <w:t>vekili</w:t>
      </w:r>
      <w:r w:rsidR="00004F3A" w:rsidRPr="00E52BCF">
        <w:rPr>
          <w:sz w:val="20"/>
          <w:lang w:val="tr-TR"/>
        </w:rPr>
        <w:t>,</w:t>
      </w:r>
    </w:p>
    <w:p w14:paraId="595C9002" w14:textId="73B924B4" w:rsidR="008F5F1E" w:rsidRPr="00E52BCF" w:rsidRDefault="00B42C0C" w:rsidP="00652D57">
      <w:pPr>
        <w:pStyle w:val="Listaszerbekezds"/>
        <w:numPr>
          <w:ilvl w:val="0"/>
          <w:numId w:val="1"/>
        </w:numPr>
        <w:tabs>
          <w:tab w:val="left" w:pos="2474"/>
        </w:tabs>
        <w:spacing w:line="276" w:lineRule="auto"/>
        <w:ind w:right="583" w:firstLine="0"/>
        <w:rPr>
          <w:sz w:val="20"/>
          <w:lang w:val="tr-TR"/>
        </w:rPr>
      </w:pPr>
      <w:r w:rsidRPr="00E52BCF">
        <w:rPr>
          <w:sz w:val="20"/>
          <w:lang w:val="tr-TR"/>
        </w:rPr>
        <w:t>cezalar</w:t>
      </w:r>
      <w:r w:rsidR="00004F3A" w:rsidRPr="00E52BCF">
        <w:rPr>
          <w:sz w:val="20"/>
          <w:lang w:val="tr-TR"/>
        </w:rPr>
        <w:t xml:space="preserve">, </w:t>
      </w:r>
      <w:r w:rsidR="00C65D67" w:rsidRPr="00E52BCF">
        <w:rPr>
          <w:sz w:val="20"/>
          <w:lang w:val="tr-TR"/>
        </w:rPr>
        <w:t>yaptırımlar</w:t>
      </w:r>
      <w:r w:rsidR="00004F3A" w:rsidRPr="00E52BCF">
        <w:rPr>
          <w:sz w:val="20"/>
          <w:lang w:val="tr-TR"/>
        </w:rPr>
        <w:t xml:space="preserve">, </w:t>
      </w:r>
      <w:r w:rsidR="00C65D67" w:rsidRPr="00E52BCF">
        <w:rPr>
          <w:sz w:val="20"/>
          <w:lang w:val="tr-TR"/>
        </w:rPr>
        <w:t>bazı zorlayıcı tedbirler</w:t>
      </w:r>
      <w:r w:rsidR="00004F3A" w:rsidRPr="00E52BCF">
        <w:rPr>
          <w:sz w:val="20"/>
          <w:lang w:val="tr-TR"/>
        </w:rPr>
        <w:t xml:space="preserve"> </w:t>
      </w:r>
      <w:r w:rsidR="00C65D67" w:rsidRPr="00E52BCF">
        <w:rPr>
          <w:sz w:val="20"/>
          <w:lang w:val="tr-TR"/>
        </w:rPr>
        <w:t>ve kural ihlalleri</w:t>
      </w:r>
      <w:r w:rsidR="006F34C9" w:rsidRPr="00E52BCF">
        <w:rPr>
          <w:sz w:val="20"/>
          <w:lang w:val="tr-TR"/>
        </w:rPr>
        <w:t>nden dolayı verilen kısa süreli</w:t>
      </w:r>
      <w:r w:rsidR="00004F3A" w:rsidRPr="00E52BCF">
        <w:rPr>
          <w:sz w:val="20"/>
          <w:lang w:val="tr-TR"/>
        </w:rPr>
        <w:t xml:space="preserve"> </w:t>
      </w:r>
      <w:r w:rsidR="00890741" w:rsidRPr="00E52BCF">
        <w:rPr>
          <w:sz w:val="20"/>
          <w:lang w:val="tr-TR"/>
        </w:rPr>
        <w:t>hapis cezalarının</w:t>
      </w:r>
      <w:r w:rsidR="00004F3A" w:rsidRPr="00E52BCF">
        <w:rPr>
          <w:sz w:val="20"/>
          <w:lang w:val="tr-TR"/>
        </w:rPr>
        <w:t xml:space="preserve"> </w:t>
      </w:r>
      <w:r w:rsidR="00890741" w:rsidRPr="00E52BCF">
        <w:rPr>
          <w:sz w:val="20"/>
          <w:lang w:val="tr-TR"/>
        </w:rPr>
        <w:t>infazı</w:t>
      </w:r>
      <w:r w:rsidR="007035E3" w:rsidRPr="00E52BCF">
        <w:rPr>
          <w:sz w:val="20"/>
          <w:lang w:val="tr-TR"/>
        </w:rPr>
        <w:t xml:space="preserve"> </w:t>
      </w:r>
      <w:r w:rsidR="009C2872" w:rsidRPr="00E52BCF">
        <w:rPr>
          <w:sz w:val="20"/>
          <w:lang w:val="tr-TR"/>
        </w:rPr>
        <w:t>çerçevesinde</w:t>
      </w:r>
      <w:r w:rsidR="00004F3A" w:rsidRPr="00E52BCF">
        <w:rPr>
          <w:sz w:val="20"/>
          <w:lang w:val="tr-TR"/>
        </w:rPr>
        <w:t xml:space="preserve"> </w:t>
      </w:r>
      <w:r w:rsidR="00065184" w:rsidRPr="00E52BCF">
        <w:rPr>
          <w:sz w:val="20"/>
          <w:lang w:val="tr-TR"/>
        </w:rPr>
        <w:t>yürürlükteki mevzuatta belirtilen</w:t>
      </w:r>
      <w:r w:rsidR="008844F7" w:rsidRPr="00E52BCF">
        <w:rPr>
          <w:sz w:val="20"/>
          <w:lang w:val="tr-TR"/>
        </w:rPr>
        <w:t xml:space="preserve"> iletişimde bulunma</w:t>
      </w:r>
      <w:r w:rsidR="00004F3A" w:rsidRPr="00E52BCF">
        <w:rPr>
          <w:sz w:val="20"/>
          <w:lang w:val="tr-TR"/>
        </w:rPr>
        <w:t xml:space="preserve"> </w:t>
      </w:r>
      <w:r w:rsidR="008844F7" w:rsidRPr="00E52BCF">
        <w:rPr>
          <w:sz w:val="20"/>
          <w:lang w:val="tr-TR"/>
        </w:rPr>
        <w:t>olanaklarının</w:t>
      </w:r>
      <w:r w:rsidR="00215BDC" w:rsidRPr="00E52BCF">
        <w:rPr>
          <w:sz w:val="20"/>
          <w:lang w:val="tr-TR"/>
        </w:rPr>
        <w:t xml:space="preserve"> önhazırlıklarını</w:t>
      </w:r>
      <w:r w:rsidR="00004F3A" w:rsidRPr="00E52BCF">
        <w:rPr>
          <w:sz w:val="20"/>
          <w:lang w:val="tr-TR"/>
        </w:rPr>
        <w:t>,</w:t>
      </w:r>
      <w:r w:rsidR="00004F3A" w:rsidRPr="00E52BCF">
        <w:rPr>
          <w:spacing w:val="-31"/>
          <w:sz w:val="20"/>
          <w:lang w:val="tr-TR"/>
        </w:rPr>
        <w:t xml:space="preserve"> </w:t>
      </w:r>
      <w:r w:rsidR="00215BDC" w:rsidRPr="00E52BCF">
        <w:rPr>
          <w:sz w:val="20"/>
          <w:lang w:val="tr-TR"/>
        </w:rPr>
        <w:t>hayata geçirilmesini</w:t>
      </w:r>
      <w:r w:rsidR="00AA48F6" w:rsidRPr="00E52BCF">
        <w:rPr>
          <w:sz w:val="20"/>
          <w:lang w:val="tr-TR"/>
        </w:rPr>
        <w:t xml:space="preserve"> ve kontrolünü gerçekleştiren kişiler</w:t>
      </w:r>
      <w:r w:rsidR="00004F3A" w:rsidRPr="00E52BCF">
        <w:rPr>
          <w:sz w:val="20"/>
          <w:lang w:val="tr-TR"/>
        </w:rPr>
        <w:t>.</w:t>
      </w:r>
    </w:p>
    <w:p w14:paraId="448FEAC2" w14:textId="6D7B0636" w:rsidR="003151D5" w:rsidRPr="00E52BCF" w:rsidRDefault="000C35B0" w:rsidP="00652D57">
      <w:pPr>
        <w:spacing w:line="276" w:lineRule="auto"/>
        <w:ind w:left="226"/>
        <w:rPr>
          <w:b/>
          <w:sz w:val="18"/>
          <w:u w:val="single"/>
          <w:lang w:val="tr-TR"/>
        </w:rPr>
      </w:pPr>
      <w:r w:rsidRPr="00E52BCF">
        <w:rPr>
          <w:b/>
          <w:sz w:val="18"/>
          <w:u w:val="single"/>
          <w:lang w:val="tr-TR"/>
        </w:rPr>
        <w:t>İ</w:t>
      </w:r>
      <w:r w:rsidR="005B1D8C" w:rsidRPr="00E52BCF">
        <w:rPr>
          <w:b/>
          <w:sz w:val="18"/>
          <w:u w:val="single"/>
          <w:lang w:val="tr-TR"/>
        </w:rPr>
        <w:t>ade edilen</w:t>
      </w:r>
      <w:r w:rsidR="00CC5D91" w:rsidRPr="00E52BCF">
        <w:rPr>
          <w:b/>
          <w:sz w:val="18"/>
          <w:u w:val="single"/>
          <w:lang w:val="tr-TR"/>
        </w:rPr>
        <w:t xml:space="preserve"> ve</w:t>
      </w:r>
      <w:r w:rsidR="003151D5" w:rsidRPr="00E52BCF">
        <w:rPr>
          <w:b/>
          <w:sz w:val="18"/>
          <w:u w:val="single"/>
          <w:lang w:val="tr-TR"/>
        </w:rPr>
        <w:t xml:space="preserve"> iletişim için gerekli olan verilerin (</w:t>
      </w:r>
      <w:r w:rsidR="00CC5D91" w:rsidRPr="00E52BCF">
        <w:rPr>
          <w:b/>
          <w:sz w:val="18"/>
          <w:u w:val="single"/>
          <w:lang w:val="tr-TR"/>
        </w:rPr>
        <w:t>ad</w:t>
      </w:r>
      <w:r w:rsidR="003151D5" w:rsidRPr="00E52BCF">
        <w:rPr>
          <w:b/>
          <w:sz w:val="18"/>
          <w:u w:val="single"/>
          <w:lang w:val="tr-TR"/>
        </w:rPr>
        <w:t>, adres, telefon numarası) tutuklu</w:t>
      </w:r>
      <w:r w:rsidR="0085753E" w:rsidRPr="00E52BCF">
        <w:rPr>
          <w:b/>
          <w:sz w:val="18"/>
          <w:u w:val="single"/>
          <w:lang w:val="tr-TR"/>
        </w:rPr>
        <w:t xml:space="preserve"> veya hükümlü</w:t>
      </w:r>
      <w:r w:rsidR="003151D5" w:rsidRPr="00E52BCF">
        <w:rPr>
          <w:b/>
          <w:sz w:val="18"/>
          <w:u w:val="single"/>
          <w:lang w:val="tr-TR"/>
        </w:rPr>
        <w:t xml:space="preserve"> tarafından bilineceğini ve kullanılacağı</w:t>
      </w:r>
      <w:r w:rsidR="00D142B8" w:rsidRPr="00E52BCF">
        <w:rPr>
          <w:b/>
          <w:sz w:val="18"/>
          <w:u w:val="single"/>
          <w:lang w:val="tr-TR"/>
        </w:rPr>
        <w:t xml:space="preserve"> hakkında </w:t>
      </w:r>
      <w:r w:rsidRPr="00E52BCF">
        <w:rPr>
          <w:b/>
          <w:sz w:val="18"/>
          <w:u w:val="single"/>
          <w:lang w:val="tr-TR"/>
        </w:rPr>
        <w:t>tarafınızı uyarıyorum</w:t>
      </w:r>
      <w:r w:rsidR="003151D5" w:rsidRPr="00E52BCF">
        <w:rPr>
          <w:b/>
          <w:sz w:val="18"/>
          <w:u w:val="single"/>
          <w:lang w:val="tr-TR"/>
        </w:rPr>
        <w:t>. * ile işaretl</w:t>
      </w:r>
      <w:r w:rsidR="007C27A8" w:rsidRPr="00E52BCF">
        <w:rPr>
          <w:b/>
          <w:sz w:val="18"/>
          <w:u w:val="single"/>
          <w:lang w:val="tr-TR"/>
        </w:rPr>
        <w:t>enen</w:t>
      </w:r>
      <w:r w:rsidR="003151D5" w:rsidRPr="00E52BCF">
        <w:rPr>
          <w:b/>
          <w:sz w:val="18"/>
          <w:u w:val="single"/>
          <w:lang w:val="tr-TR"/>
        </w:rPr>
        <w:t xml:space="preserve"> alanların doldurulması zorunludur! </w:t>
      </w:r>
      <w:r w:rsidR="007C27A8" w:rsidRPr="00E52BCF">
        <w:rPr>
          <w:b/>
          <w:sz w:val="18"/>
          <w:u w:val="single"/>
          <w:lang w:val="tr-TR"/>
        </w:rPr>
        <w:t>Tutuklu veya</w:t>
      </w:r>
      <w:r w:rsidR="003151D5" w:rsidRPr="00E52BCF">
        <w:rPr>
          <w:b/>
          <w:sz w:val="18"/>
          <w:u w:val="single"/>
          <w:lang w:val="tr-TR"/>
        </w:rPr>
        <w:t xml:space="preserve"> hükümlüyle e-posta veya </w:t>
      </w:r>
      <w:r w:rsidR="006E675B" w:rsidRPr="00E52BCF">
        <w:rPr>
          <w:b/>
          <w:sz w:val="18"/>
          <w:u w:val="single"/>
          <w:lang w:val="tr-TR"/>
        </w:rPr>
        <w:t>video aracılığıyla</w:t>
      </w:r>
      <w:r w:rsidR="003151D5" w:rsidRPr="00E52BCF">
        <w:rPr>
          <w:b/>
          <w:sz w:val="18"/>
          <w:u w:val="single"/>
          <w:lang w:val="tr-TR"/>
        </w:rPr>
        <w:t xml:space="preserve"> görüşme yoluyla iletişimde k</w:t>
      </w:r>
      <w:r w:rsidR="00FC7F99" w:rsidRPr="00E52BCF">
        <w:rPr>
          <w:b/>
          <w:sz w:val="18"/>
          <w:u w:val="single"/>
          <w:lang w:val="tr-TR"/>
        </w:rPr>
        <w:t>ur</w:t>
      </w:r>
      <w:r w:rsidR="003151D5" w:rsidRPr="00E52BCF">
        <w:rPr>
          <w:b/>
          <w:sz w:val="18"/>
          <w:u w:val="single"/>
          <w:lang w:val="tr-TR"/>
        </w:rPr>
        <w:t>mak ist</w:t>
      </w:r>
      <w:r w:rsidR="00FC7F99" w:rsidRPr="00E52BCF">
        <w:rPr>
          <w:b/>
          <w:sz w:val="18"/>
          <w:u w:val="single"/>
          <w:lang w:val="tr-TR"/>
        </w:rPr>
        <w:t>ediğiniz takdirde</w:t>
      </w:r>
      <w:r w:rsidR="003151D5" w:rsidRPr="00E52BCF">
        <w:rPr>
          <w:b/>
          <w:sz w:val="18"/>
          <w:u w:val="single"/>
          <w:lang w:val="tr-TR"/>
        </w:rPr>
        <w:t xml:space="preserve"> # ile işaretl</w:t>
      </w:r>
      <w:r w:rsidR="00FC7F99" w:rsidRPr="00E52BCF">
        <w:rPr>
          <w:b/>
          <w:sz w:val="18"/>
          <w:u w:val="single"/>
          <w:lang w:val="tr-TR"/>
        </w:rPr>
        <w:t>enen</w:t>
      </w:r>
      <w:r w:rsidR="003151D5" w:rsidRPr="00E52BCF">
        <w:rPr>
          <w:b/>
          <w:sz w:val="18"/>
          <w:u w:val="single"/>
          <w:lang w:val="tr-TR"/>
        </w:rPr>
        <w:t xml:space="preserve"> alanı da doldurmanız gerekmektedir!</w:t>
      </w:r>
    </w:p>
    <w:p w14:paraId="5C5BD3C3" w14:textId="77777777" w:rsidR="003151D5" w:rsidRPr="00E52BCF" w:rsidRDefault="003151D5" w:rsidP="00652D57">
      <w:pPr>
        <w:spacing w:line="276" w:lineRule="auto"/>
        <w:ind w:left="226"/>
        <w:rPr>
          <w:b/>
          <w:sz w:val="18"/>
          <w:u w:val="single"/>
          <w:lang w:val="tr-TR"/>
        </w:rPr>
      </w:pPr>
    </w:p>
    <w:p w14:paraId="51EC5176" w14:textId="5B0B6D24" w:rsidR="008F5F1E" w:rsidRPr="00E52BCF" w:rsidRDefault="009E3339" w:rsidP="003D4631">
      <w:pPr>
        <w:pStyle w:val="Szvegtrzs"/>
        <w:spacing w:line="276" w:lineRule="auto"/>
        <w:rPr>
          <w:lang w:val="tr-TR"/>
        </w:rPr>
      </w:pPr>
      <w:r w:rsidRPr="00E52BCF">
        <w:rPr>
          <w:lang w:val="tr-TR"/>
        </w:rPr>
        <w:t xml:space="preserve">Verilerin kullanımı süresince </w:t>
      </w:r>
      <w:r w:rsidR="00427B50" w:rsidRPr="00E52BCF">
        <w:rPr>
          <w:lang w:val="tr-TR"/>
        </w:rPr>
        <w:t xml:space="preserve">istediğiniz takdirde </w:t>
      </w:r>
      <w:r w:rsidRPr="00E52BCF">
        <w:rPr>
          <w:lang w:val="tr-TR"/>
        </w:rPr>
        <w:t>kayıtlı verilerinizin silinmesini veya düzeltilmesini talep edebileceğinizi bilgilerinize sunarım.</w:t>
      </w:r>
    </w:p>
    <w:p w14:paraId="71486F87" w14:textId="77777777" w:rsidR="00BA68E9" w:rsidRPr="00E52BCF" w:rsidRDefault="003F0099" w:rsidP="00652D57">
      <w:pPr>
        <w:pStyle w:val="Szvegtrzs"/>
        <w:ind w:right="253"/>
        <w:rPr>
          <w:lang w:val="tr-TR"/>
        </w:rPr>
      </w:pPr>
      <w:r w:rsidRPr="00E52BCF">
        <w:rPr>
          <w:lang w:val="tr-TR"/>
        </w:rPr>
        <w:t>Veri kullanımında</w:t>
      </w:r>
      <w:r w:rsidR="00CE33B9" w:rsidRPr="00E52BCF">
        <w:rPr>
          <w:lang w:val="tr-TR"/>
        </w:rPr>
        <w:t>ki</w:t>
      </w:r>
      <w:r w:rsidRPr="00E52BCF">
        <w:rPr>
          <w:lang w:val="tr-TR"/>
        </w:rPr>
        <w:t xml:space="preserve"> </w:t>
      </w:r>
      <w:r w:rsidR="00CE33B9" w:rsidRPr="00E52BCF">
        <w:rPr>
          <w:lang w:val="tr-TR"/>
        </w:rPr>
        <w:t xml:space="preserve">herhangi bir </w:t>
      </w:r>
      <w:r w:rsidR="00FB1299" w:rsidRPr="00E52BCF">
        <w:rPr>
          <w:lang w:val="tr-TR"/>
        </w:rPr>
        <w:t>yasadışılık</w:t>
      </w:r>
      <w:r w:rsidR="00BB3DBD" w:rsidRPr="00E52BCF">
        <w:rPr>
          <w:lang w:val="tr-TR"/>
        </w:rPr>
        <w:t xml:space="preserve">la ilgili </w:t>
      </w:r>
      <w:r w:rsidR="00CE33B9" w:rsidRPr="00E52BCF">
        <w:rPr>
          <w:lang w:val="tr-TR"/>
        </w:rPr>
        <w:t>olarak</w:t>
      </w:r>
      <w:r w:rsidR="00004F3A" w:rsidRPr="00E52BCF">
        <w:rPr>
          <w:lang w:val="tr-TR"/>
        </w:rPr>
        <w:t xml:space="preserve"> </w:t>
      </w:r>
      <w:r w:rsidR="00F83322" w:rsidRPr="00E52BCF">
        <w:rPr>
          <w:lang w:val="tr-TR"/>
        </w:rPr>
        <w:t xml:space="preserve">Ulusal Veri Koruma ve Bilgi Edinme Özgürlüğü </w:t>
      </w:r>
      <w:r w:rsidR="00EA7157" w:rsidRPr="00E52BCF">
        <w:rPr>
          <w:lang w:val="tr-TR"/>
        </w:rPr>
        <w:t xml:space="preserve">Kurumu’na </w:t>
      </w:r>
      <w:r w:rsidR="00B6557E" w:rsidRPr="00E52BCF">
        <w:rPr>
          <w:lang w:val="tr-TR"/>
        </w:rPr>
        <w:t>şikayette bulunabilir ve dilek</w:t>
      </w:r>
      <w:r w:rsidR="003B4404" w:rsidRPr="00E52BCF">
        <w:rPr>
          <w:lang w:val="tr-TR"/>
        </w:rPr>
        <w:t>çeyle başvuruda bulunabilirsiniz.</w:t>
      </w:r>
      <w:r w:rsidR="00004F3A" w:rsidRPr="00E52BCF">
        <w:rPr>
          <w:lang w:val="tr-TR"/>
        </w:rPr>
        <w:t xml:space="preserve"> </w:t>
      </w:r>
      <w:r w:rsidR="00351BA6" w:rsidRPr="00E52BCF">
        <w:rPr>
          <w:lang w:val="tr-TR"/>
        </w:rPr>
        <w:t xml:space="preserve">Kişisel verilerinizde herhangi bir değişiklik meydana gelmesi veya </w:t>
      </w:r>
      <w:r w:rsidR="00C43A36" w:rsidRPr="00E52BCF">
        <w:rPr>
          <w:lang w:val="tr-TR"/>
        </w:rPr>
        <w:t xml:space="preserve">reşit </w:t>
      </w:r>
      <w:r w:rsidR="00E207D2" w:rsidRPr="00E52BCF">
        <w:rPr>
          <w:lang w:val="tr-TR"/>
        </w:rPr>
        <w:t xml:space="preserve">hale </w:t>
      </w:r>
      <w:r w:rsidR="00E207D2" w:rsidRPr="00E52BCF">
        <w:rPr>
          <w:lang w:val="tr-TR"/>
        </w:rPr>
        <w:lastRenderedPageBreak/>
        <w:t xml:space="preserve">gelmeniz halinde bu durumu </w:t>
      </w:r>
      <w:r w:rsidR="00A012CF" w:rsidRPr="00E52BCF">
        <w:rPr>
          <w:lang w:val="tr-TR"/>
        </w:rPr>
        <w:t xml:space="preserve">ceza-infaz </w:t>
      </w:r>
      <w:r w:rsidR="006363DB" w:rsidRPr="00E52BCF">
        <w:rPr>
          <w:lang w:val="tr-TR"/>
        </w:rPr>
        <w:t>kurumuna yazılı olarak başvuruda bulunmanız gerekmektedir.</w:t>
      </w:r>
      <w:r w:rsidR="00BA68E9" w:rsidRPr="00E52BCF">
        <w:rPr>
          <w:lang w:val="tr-TR"/>
        </w:rPr>
        <w:t xml:space="preserve"> </w:t>
      </w:r>
    </w:p>
    <w:p w14:paraId="305CD56D" w14:textId="77777777" w:rsidR="00C76139" w:rsidRPr="00E52BCF" w:rsidRDefault="00C76139" w:rsidP="00652D57">
      <w:pPr>
        <w:pStyle w:val="Szvegtrzs"/>
        <w:ind w:right="253"/>
        <w:rPr>
          <w:lang w:val="tr-TR"/>
        </w:rPr>
      </w:pPr>
    </w:p>
    <w:p w14:paraId="71FDF1BB" w14:textId="03C7B750" w:rsidR="008F5F1E" w:rsidRPr="00E52BCF" w:rsidRDefault="00BA68E9" w:rsidP="003E4F06">
      <w:pPr>
        <w:pStyle w:val="Szvegtrzs"/>
        <w:ind w:right="253"/>
        <w:rPr>
          <w:lang w:val="tr-TR"/>
        </w:rPr>
      </w:pPr>
      <w:r w:rsidRPr="00E52BCF">
        <w:rPr>
          <w:lang w:val="tr-TR"/>
        </w:rPr>
        <w:t>Yukarıda adı geçen tutuklunun</w:t>
      </w:r>
      <w:r w:rsidR="000754D7" w:rsidRPr="00E52BCF">
        <w:rPr>
          <w:lang w:val="tr-TR"/>
        </w:rPr>
        <w:t xml:space="preserve"> </w:t>
      </w:r>
      <w:r w:rsidR="00501FC3" w:rsidRPr="00E52BCF">
        <w:rPr>
          <w:lang w:val="tr-TR"/>
        </w:rPr>
        <w:t xml:space="preserve">kendisi için </w:t>
      </w:r>
      <w:r w:rsidR="000754D7" w:rsidRPr="00E52BCF">
        <w:rPr>
          <w:lang w:val="tr-TR"/>
        </w:rPr>
        <w:t>izin verilen iletişim yolların</w:t>
      </w:r>
      <w:r w:rsidR="00501FC3" w:rsidRPr="00E52BCF">
        <w:rPr>
          <w:lang w:val="tr-TR"/>
        </w:rPr>
        <w:t>dan</w:t>
      </w:r>
      <w:r w:rsidR="000754D7" w:rsidRPr="00E52BCF">
        <w:rPr>
          <w:lang w:val="tr-TR"/>
        </w:rPr>
        <w:t xml:space="preserve"> (yazışma, telefon görüşme</w:t>
      </w:r>
      <w:r w:rsidR="00F16F5D" w:rsidRPr="00E52BCF">
        <w:rPr>
          <w:lang w:val="tr-TR"/>
        </w:rPr>
        <w:t>s</w:t>
      </w:r>
      <w:r w:rsidR="000754D7" w:rsidRPr="00E52BCF">
        <w:rPr>
          <w:lang w:val="tr-TR"/>
        </w:rPr>
        <w:t xml:space="preserve">i, ziyaretçi kabul etme, </w:t>
      </w:r>
      <w:r w:rsidR="00501FC3" w:rsidRPr="00E52BCF">
        <w:rPr>
          <w:lang w:val="tr-TR"/>
        </w:rPr>
        <w:t>koli</w:t>
      </w:r>
      <w:r w:rsidR="000754D7" w:rsidRPr="00E52BCF">
        <w:rPr>
          <w:lang w:val="tr-TR"/>
        </w:rPr>
        <w:t xml:space="preserve"> veya para gönderme)</w:t>
      </w:r>
      <w:r w:rsidRPr="00E52BCF">
        <w:rPr>
          <w:lang w:val="tr-TR"/>
        </w:rPr>
        <w:t xml:space="preserve"> </w:t>
      </w:r>
      <w:r w:rsidR="00EF4AD1" w:rsidRPr="00E52BCF">
        <w:rPr>
          <w:b/>
          <w:bCs/>
          <w:lang w:val="tr-TR"/>
        </w:rPr>
        <w:t>ancak</w:t>
      </w:r>
      <w:r w:rsidRPr="00E52BCF">
        <w:rPr>
          <w:b/>
          <w:bCs/>
          <w:lang w:val="tr-TR"/>
        </w:rPr>
        <w:t xml:space="preserve"> sizin imzalayacağınız beyan</w:t>
      </w:r>
      <w:r w:rsidR="00070434" w:rsidRPr="00E52BCF">
        <w:rPr>
          <w:b/>
          <w:bCs/>
          <w:lang w:val="tr-TR"/>
        </w:rPr>
        <w:t>ın</w:t>
      </w:r>
      <w:r w:rsidR="008A15BC" w:rsidRPr="00E52BCF">
        <w:rPr>
          <w:b/>
          <w:bCs/>
          <w:lang w:val="tr-TR"/>
        </w:rPr>
        <w:t xml:space="preserve"> ceza-infaz kurumuna iade edilmesi</w:t>
      </w:r>
      <w:r w:rsidR="008A5063" w:rsidRPr="00E52BCF">
        <w:rPr>
          <w:b/>
          <w:bCs/>
          <w:lang w:val="tr-TR"/>
        </w:rPr>
        <w:t>ni müteakiben</w:t>
      </w:r>
      <w:r w:rsidRPr="00E52BCF">
        <w:rPr>
          <w:lang w:val="tr-TR"/>
        </w:rPr>
        <w:t xml:space="preserve"> </w:t>
      </w:r>
      <w:r w:rsidR="00E43B94" w:rsidRPr="00E52BCF">
        <w:rPr>
          <w:lang w:val="tr-TR"/>
        </w:rPr>
        <w:t>yararlanabileceği</w:t>
      </w:r>
      <w:r w:rsidR="00960C86" w:rsidRPr="00E52BCF">
        <w:rPr>
          <w:lang w:val="tr-TR"/>
        </w:rPr>
        <w:t xml:space="preserve"> hakkında tarafını</w:t>
      </w:r>
      <w:r w:rsidR="003E4F06" w:rsidRPr="00E52BCF">
        <w:rPr>
          <w:lang w:val="tr-TR"/>
        </w:rPr>
        <w:t>zı uyarırım</w:t>
      </w:r>
      <w:r w:rsidRPr="00E52BCF">
        <w:rPr>
          <w:lang w:val="tr-TR"/>
        </w:rPr>
        <w:t>.</w:t>
      </w:r>
      <w:r w:rsidR="00004F3A" w:rsidRPr="00E52BCF">
        <w:rPr>
          <w:lang w:val="tr-TR"/>
        </w:rPr>
        <w:t xml:space="preserve"> </w:t>
      </w:r>
      <w:r w:rsidR="0021765C" w:rsidRPr="00E52BCF">
        <w:rPr>
          <w:lang w:val="tr-TR"/>
        </w:rPr>
        <w:t xml:space="preserve">İletişimde bulunacak olan </w:t>
      </w:r>
      <w:r w:rsidR="007519C9" w:rsidRPr="00E52BCF">
        <w:rPr>
          <w:lang w:val="tr-TR"/>
        </w:rPr>
        <w:t xml:space="preserve">kişinin </w:t>
      </w:r>
      <w:r w:rsidR="007519C9" w:rsidRPr="00E52BCF">
        <w:rPr>
          <w:b/>
          <w:lang w:val="tr-TR"/>
        </w:rPr>
        <w:t>on altı yaşın</w:t>
      </w:r>
      <w:r w:rsidR="003D2D75" w:rsidRPr="00E52BCF">
        <w:rPr>
          <w:b/>
          <w:lang w:val="tr-TR"/>
        </w:rPr>
        <w:t xml:space="preserve"> altında olması</w:t>
      </w:r>
      <w:r w:rsidR="005560D9" w:rsidRPr="00E52BCF">
        <w:rPr>
          <w:b/>
          <w:lang w:val="tr-TR"/>
        </w:rPr>
        <w:t xml:space="preserve"> </w:t>
      </w:r>
      <w:r w:rsidR="005560D9" w:rsidRPr="00E52BCF">
        <w:rPr>
          <w:bCs/>
          <w:lang w:val="tr-TR"/>
        </w:rPr>
        <w:t>durumunda</w:t>
      </w:r>
      <w:r w:rsidR="00004F3A" w:rsidRPr="00E52BCF">
        <w:rPr>
          <w:lang w:val="tr-TR"/>
        </w:rPr>
        <w:t xml:space="preserve"> </w:t>
      </w:r>
      <w:r w:rsidR="00C258A1" w:rsidRPr="00E52BCF">
        <w:rPr>
          <w:b/>
          <w:lang w:val="tr-TR"/>
        </w:rPr>
        <w:t>yasal temsilcinin</w:t>
      </w:r>
      <w:r w:rsidR="00004F3A" w:rsidRPr="00E52BCF">
        <w:rPr>
          <w:b/>
          <w:lang w:val="tr-TR"/>
        </w:rPr>
        <w:t xml:space="preserve"> </w:t>
      </w:r>
      <w:r w:rsidR="00C258A1" w:rsidRPr="00E52BCF">
        <w:rPr>
          <w:lang w:val="tr-TR"/>
        </w:rPr>
        <w:t>yazılı olarak onay beyanında bulunması gerekir</w:t>
      </w:r>
      <w:r w:rsidR="00004F3A" w:rsidRPr="00E52BCF">
        <w:rPr>
          <w:lang w:val="tr-TR"/>
        </w:rPr>
        <w:t xml:space="preserve">. </w:t>
      </w:r>
      <w:r w:rsidR="00416BE4" w:rsidRPr="00E52BCF">
        <w:rPr>
          <w:lang w:val="tr-TR"/>
        </w:rPr>
        <w:t>Kurum</w:t>
      </w:r>
      <w:r w:rsidR="00C92238" w:rsidRPr="00E52BCF">
        <w:rPr>
          <w:lang w:val="tr-TR"/>
        </w:rPr>
        <w:t xml:space="preserve"> i</w:t>
      </w:r>
      <w:r w:rsidR="005471FC" w:rsidRPr="00E52BCF">
        <w:rPr>
          <w:lang w:val="tr-TR"/>
        </w:rPr>
        <w:t>mzalı beyanınız olma</w:t>
      </w:r>
      <w:r w:rsidR="00416BE4" w:rsidRPr="00E52BCF">
        <w:rPr>
          <w:lang w:val="tr-TR"/>
        </w:rPr>
        <w:t>ksızın</w:t>
      </w:r>
      <w:r w:rsidR="00C92238" w:rsidRPr="00E52BCF">
        <w:rPr>
          <w:lang w:val="tr-TR"/>
        </w:rPr>
        <w:t xml:space="preserve"> </w:t>
      </w:r>
      <w:r w:rsidR="005471FC" w:rsidRPr="00E52BCF">
        <w:rPr>
          <w:lang w:val="tr-TR"/>
        </w:rPr>
        <w:t xml:space="preserve">verilerinizi </w:t>
      </w:r>
      <w:r w:rsidR="00C92238" w:rsidRPr="00E52BCF">
        <w:rPr>
          <w:lang w:val="tr-TR"/>
        </w:rPr>
        <w:t>kayıt altına alamaz</w:t>
      </w:r>
      <w:r w:rsidR="005471FC" w:rsidRPr="00E52BCF">
        <w:rPr>
          <w:lang w:val="tr-TR"/>
        </w:rPr>
        <w:t>.</w:t>
      </w:r>
    </w:p>
    <w:p w14:paraId="362F9948" w14:textId="77777777" w:rsidR="008F5F1E" w:rsidRPr="00E52BCF" w:rsidRDefault="006772BE" w:rsidP="00652D57">
      <w:pPr>
        <w:pStyle w:val="Szvegtrzs"/>
        <w:ind w:left="0"/>
        <w:rPr>
          <w:sz w:val="17"/>
          <w:lang w:val="tr-TR"/>
        </w:rPr>
      </w:pPr>
      <w:r w:rsidRPr="00E52BCF">
        <w:rPr>
          <w:noProof/>
          <w:lang w:eastAsia="hu-HU"/>
        </w:rPr>
        <mc:AlternateContent>
          <mc:Choice Requires="wps">
            <w:drawing>
              <wp:anchor distT="0" distB="0" distL="0" distR="0" simplePos="0" relativeHeight="487591936" behindDoc="1" locked="0" layoutInCell="1" allowOverlap="1" wp14:anchorId="769F8DCC" wp14:editId="7A1AB12F">
                <wp:simplePos x="0" y="0"/>
                <wp:positionH relativeFrom="page">
                  <wp:posOffset>290195</wp:posOffset>
                </wp:positionH>
                <wp:positionV relativeFrom="paragraph">
                  <wp:posOffset>151765</wp:posOffset>
                </wp:positionV>
                <wp:extent cx="6985000" cy="537845"/>
                <wp:effectExtent l="0" t="0" r="25400" b="14605"/>
                <wp:wrapTopAndBottom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85000" cy="537845"/>
                        </a:xfrm>
                        <a:prstGeom prst="rect">
                          <a:avLst/>
                        </a:prstGeom>
                        <a:noFill/>
                        <a:ln w="6097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84565FB" w14:textId="0E2E7097" w:rsidR="00B63155" w:rsidRDefault="000D52B9">
                            <w:pPr>
                              <w:spacing w:before="18"/>
                              <w:ind w:left="562" w:right="563"/>
                              <w:jc w:val="center"/>
                              <w:rPr>
                                <w:b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</w:rPr>
                              <w:t>Kolilerinizi</w:t>
                            </w:r>
                            <w:proofErr w:type="spellEnd"/>
                            <w:r w:rsidR="00B63155">
                              <w:rPr>
                                <w:b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de</w:t>
                            </w:r>
                            <w:r w:rsidR="00B63155">
                              <w:rPr>
                                <w:b/>
                              </w:rPr>
                              <w:t xml:space="preserve"> </w:t>
                            </w:r>
                            <w:proofErr w:type="spellStart"/>
                            <w:r w:rsidR="00216B48">
                              <w:rPr>
                                <w:b/>
                              </w:rPr>
                              <w:t>anc</w:t>
                            </w:r>
                            <w:r w:rsidR="00AF1E11">
                              <w:rPr>
                                <w:b/>
                              </w:rPr>
                              <w:t>ak</w:t>
                            </w:r>
                            <w:proofErr w:type="spellEnd"/>
                            <w:r w:rsidR="00B63155">
                              <w:rPr>
                                <w:b/>
                              </w:rPr>
                              <w:t xml:space="preserve"> </w:t>
                            </w:r>
                            <w:proofErr w:type="spellStart"/>
                            <w:r w:rsidR="00216B48">
                              <w:rPr>
                                <w:b/>
                              </w:rPr>
                              <w:t>kayıt</w:t>
                            </w:r>
                            <w:proofErr w:type="spellEnd"/>
                            <w:r w:rsidR="00216B48">
                              <w:rPr>
                                <w:b/>
                              </w:rPr>
                              <w:t xml:space="preserve"> </w:t>
                            </w:r>
                            <w:proofErr w:type="spellStart"/>
                            <w:r w:rsidR="00216B48">
                              <w:rPr>
                                <w:b/>
                              </w:rPr>
                              <w:t>işlemini</w:t>
                            </w:r>
                            <w:proofErr w:type="spellEnd"/>
                            <w:r w:rsidR="00216B48">
                              <w:rPr>
                                <w:b/>
                              </w:rPr>
                              <w:t xml:space="preserve"> </w:t>
                            </w:r>
                            <w:proofErr w:type="spellStart"/>
                            <w:r w:rsidR="00216B48">
                              <w:rPr>
                                <w:b/>
                              </w:rPr>
                              <w:t>müteakiben</w:t>
                            </w:r>
                            <w:proofErr w:type="spellEnd"/>
                            <w:r w:rsidR="00B63155">
                              <w:rPr>
                                <w:b/>
                              </w:rPr>
                              <w:t xml:space="preserve"> </w:t>
                            </w:r>
                            <w:proofErr w:type="spellStart"/>
                            <w:r w:rsidR="00216B48">
                              <w:rPr>
                                <w:b/>
                              </w:rPr>
                              <w:t>gönderebilirsiniz</w:t>
                            </w:r>
                            <w:proofErr w:type="spellEnd"/>
                            <w:r w:rsidR="00B63155">
                              <w:rPr>
                                <w:b/>
                              </w:rPr>
                              <w:t>!</w:t>
                            </w:r>
                          </w:p>
                          <w:p w14:paraId="096603E9" w14:textId="76416278" w:rsidR="00B63155" w:rsidRDefault="00E10A21">
                            <w:pPr>
                              <w:ind w:left="562" w:right="565"/>
                              <w:jc w:val="center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>HENÜZ KAYIT ALTINA ALINMAMIŞ OLAN</w:t>
                            </w:r>
                            <w:r w:rsidR="00B63155">
                              <w:rPr>
                                <w:b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 xml:space="preserve">KİŞİLERDEN </w:t>
                            </w:r>
                            <w:r w:rsidR="00605E59">
                              <w:rPr>
                                <w:b/>
                                <w:sz w:val="20"/>
                              </w:rPr>
                              <w:t>GELEN</w:t>
                            </w:r>
                            <w:r w:rsidR="00B63155">
                              <w:rPr>
                                <w:b/>
                                <w:sz w:val="20"/>
                              </w:rPr>
                              <w:t xml:space="preserve"> K</w:t>
                            </w:r>
                            <w:r w:rsidR="00605E59">
                              <w:rPr>
                                <w:b/>
                                <w:sz w:val="20"/>
                              </w:rPr>
                              <w:t>OLİLER</w:t>
                            </w:r>
                            <w:r w:rsidR="00B63155">
                              <w:rPr>
                                <w:b/>
                                <w:sz w:val="20"/>
                              </w:rPr>
                              <w:t xml:space="preserve"> </w:t>
                            </w:r>
                            <w:r w:rsidR="00BE0B0C">
                              <w:rPr>
                                <w:b/>
                                <w:sz w:val="20"/>
                              </w:rPr>
                              <w:t>MUHATAPLARINA TESLİM EDİLMEYECEKTİR</w:t>
                            </w:r>
                            <w:r w:rsidR="00B63155">
                              <w:rPr>
                                <w:b/>
                                <w:sz w:val="20"/>
                              </w:rPr>
                              <w:t xml:space="preserve"> !!!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769F8DCC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2.85pt;margin-top:11.95pt;width:550pt;height:42.35pt;z-index:-157245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" filled="f" strokeweight=".16936mm">
                <v:textbox inset="0,0,0,0">
                  <w:txbxContent>
                    <w:p w14:paraId="284565FB" w14:textId="0E2E7097" w:rsidR="00B63155" w:rsidRDefault="000D52B9">
                      <w:pPr>
                        <w:spacing w:before="18"/>
                        <w:ind w:left="562" w:right="563"/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Kolilerinizi</w:t>
                      </w:r>
                      <w:r w:rsidR="00B63155">
                        <w:rPr>
                          <w:b/>
                        </w:rPr>
                        <w:t xml:space="preserve"> </w:t>
                      </w:r>
                      <w:r>
                        <w:rPr>
                          <w:b/>
                        </w:rPr>
                        <w:t>de</w:t>
                      </w:r>
                      <w:r w:rsidR="00B63155">
                        <w:rPr>
                          <w:b/>
                        </w:rPr>
                        <w:t xml:space="preserve"> </w:t>
                      </w:r>
                      <w:r w:rsidR="00216B48">
                        <w:rPr>
                          <w:b/>
                        </w:rPr>
                        <w:t>anc</w:t>
                      </w:r>
                      <w:r w:rsidR="00AF1E11">
                        <w:rPr>
                          <w:b/>
                        </w:rPr>
                        <w:t>ak</w:t>
                      </w:r>
                      <w:r w:rsidR="00B63155">
                        <w:rPr>
                          <w:b/>
                        </w:rPr>
                        <w:t xml:space="preserve"> </w:t>
                      </w:r>
                      <w:r w:rsidR="00216B48">
                        <w:rPr>
                          <w:b/>
                        </w:rPr>
                        <w:t>kayıt işlemini müteakiben</w:t>
                      </w:r>
                      <w:r w:rsidR="00B63155">
                        <w:rPr>
                          <w:b/>
                        </w:rPr>
                        <w:t xml:space="preserve"> </w:t>
                      </w:r>
                      <w:r w:rsidR="00216B48">
                        <w:rPr>
                          <w:b/>
                        </w:rPr>
                        <w:t>gönderebilirsiniz</w:t>
                      </w:r>
                      <w:r w:rsidR="00B63155">
                        <w:rPr>
                          <w:b/>
                        </w:rPr>
                        <w:t>!</w:t>
                      </w:r>
                    </w:p>
                    <w:p w14:paraId="096603E9" w14:textId="76416278" w:rsidR="00B63155" w:rsidRDefault="00E10A21">
                      <w:pPr>
                        <w:ind w:left="562" w:right="565"/>
                        <w:jc w:val="center"/>
                        <w:rPr>
                          <w:b/>
                          <w:sz w:val="20"/>
                        </w:rPr>
                      </w:pPr>
                      <w:r>
                        <w:rPr>
                          <w:b/>
                          <w:sz w:val="20"/>
                        </w:rPr>
                        <w:t>HENÜZ KAYIT ALTINA ALINMAMIŞ OLAN</w:t>
                      </w:r>
                      <w:r w:rsidR="00B63155">
                        <w:rPr>
                          <w:b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z w:val="20"/>
                        </w:rPr>
                        <w:t xml:space="preserve">KİŞİLERDEN </w:t>
                      </w:r>
                      <w:r w:rsidR="00605E59">
                        <w:rPr>
                          <w:b/>
                          <w:sz w:val="20"/>
                        </w:rPr>
                        <w:t>GELEN</w:t>
                      </w:r>
                      <w:r w:rsidR="00B63155">
                        <w:rPr>
                          <w:b/>
                          <w:sz w:val="20"/>
                        </w:rPr>
                        <w:t xml:space="preserve"> K</w:t>
                      </w:r>
                      <w:r w:rsidR="00605E59">
                        <w:rPr>
                          <w:b/>
                          <w:sz w:val="20"/>
                        </w:rPr>
                        <w:t>OLİLER</w:t>
                      </w:r>
                      <w:r w:rsidR="00B63155">
                        <w:rPr>
                          <w:b/>
                          <w:sz w:val="20"/>
                        </w:rPr>
                        <w:t xml:space="preserve"> </w:t>
                      </w:r>
                      <w:r w:rsidR="00BE0B0C">
                        <w:rPr>
                          <w:b/>
                          <w:sz w:val="20"/>
                        </w:rPr>
                        <w:t>MUHATAPLARINA TESLİM EDİLMEYECEKTİR</w:t>
                      </w:r>
                      <w:r w:rsidR="00B63155">
                        <w:rPr>
                          <w:b/>
                          <w:sz w:val="20"/>
                        </w:rPr>
                        <w:t xml:space="preserve"> !!!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sectPr w:rsidR="008F5F1E" w:rsidRPr="00E52BCF">
      <w:type w:val="continuous"/>
      <w:pgSz w:w="11910" w:h="16840"/>
      <w:pgMar w:top="160" w:right="340" w:bottom="280" w:left="34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F5E0C96"/>
    <w:multiLevelType w:val="hybridMultilevel"/>
    <w:tmpl w:val="FC389432"/>
    <w:lvl w:ilvl="0" w:tplc="A7981312">
      <w:numFmt w:val="bullet"/>
      <w:lvlText w:val="-"/>
      <w:lvlJc w:val="left"/>
      <w:pPr>
        <w:ind w:left="2358" w:hanging="118"/>
      </w:pPr>
      <w:rPr>
        <w:rFonts w:ascii="Times New Roman" w:eastAsia="Times New Roman" w:hAnsi="Times New Roman" w:cs="Times New Roman" w:hint="default"/>
        <w:w w:val="99"/>
        <w:sz w:val="20"/>
        <w:szCs w:val="20"/>
        <w:lang w:val="hu-HU" w:eastAsia="en-US" w:bidi="ar-SA"/>
      </w:rPr>
    </w:lvl>
    <w:lvl w:ilvl="1" w:tplc="001C99F2">
      <w:numFmt w:val="bullet"/>
      <w:lvlText w:val="•"/>
      <w:lvlJc w:val="left"/>
      <w:pPr>
        <w:ind w:left="3246" w:hanging="118"/>
      </w:pPr>
      <w:rPr>
        <w:rFonts w:hint="default"/>
        <w:lang w:val="hu-HU" w:eastAsia="en-US" w:bidi="ar-SA"/>
      </w:rPr>
    </w:lvl>
    <w:lvl w:ilvl="2" w:tplc="4274B4F4">
      <w:numFmt w:val="bullet"/>
      <w:lvlText w:val="•"/>
      <w:lvlJc w:val="left"/>
      <w:pPr>
        <w:ind w:left="4133" w:hanging="118"/>
      </w:pPr>
      <w:rPr>
        <w:rFonts w:hint="default"/>
        <w:lang w:val="hu-HU" w:eastAsia="en-US" w:bidi="ar-SA"/>
      </w:rPr>
    </w:lvl>
    <w:lvl w:ilvl="3" w:tplc="723E4CFC">
      <w:numFmt w:val="bullet"/>
      <w:lvlText w:val="•"/>
      <w:lvlJc w:val="left"/>
      <w:pPr>
        <w:ind w:left="5019" w:hanging="118"/>
      </w:pPr>
      <w:rPr>
        <w:rFonts w:hint="default"/>
        <w:lang w:val="hu-HU" w:eastAsia="en-US" w:bidi="ar-SA"/>
      </w:rPr>
    </w:lvl>
    <w:lvl w:ilvl="4" w:tplc="E9585D76">
      <w:numFmt w:val="bullet"/>
      <w:lvlText w:val="•"/>
      <w:lvlJc w:val="left"/>
      <w:pPr>
        <w:ind w:left="5906" w:hanging="118"/>
      </w:pPr>
      <w:rPr>
        <w:rFonts w:hint="default"/>
        <w:lang w:val="hu-HU" w:eastAsia="en-US" w:bidi="ar-SA"/>
      </w:rPr>
    </w:lvl>
    <w:lvl w:ilvl="5" w:tplc="F4AAA47A">
      <w:numFmt w:val="bullet"/>
      <w:lvlText w:val="•"/>
      <w:lvlJc w:val="left"/>
      <w:pPr>
        <w:ind w:left="6793" w:hanging="118"/>
      </w:pPr>
      <w:rPr>
        <w:rFonts w:hint="default"/>
        <w:lang w:val="hu-HU" w:eastAsia="en-US" w:bidi="ar-SA"/>
      </w:rPr>
    </w:lvl>
    <w:lvl w:ilvl="6" w:tplc="4D506EC0">
      <w:numFmt w:val="bullet"/>
      <w:lvlText w:val="•"/>
      <w:lvlJc w:val="left"/>
      <w:pPr>
        <w:ind w:left="7679" w:hanging="118"/>
      </w:pPr>
      <w:rPr>
        <w:rFonts w:hint="default"/>
        <w:lang w:val="hu-HU" w:eastAsia="en-US" w:bidi="ar-SA"/>
      </w:rPr>
    </w:lvl>
    <w:lvl w:ilvl="7" w:tplc="1CFC5466">
      <w:numFmt w:val="bullet"/>
      <w:lvlText w:val="•"/>
      <w:lvlJc w:val="left"/>
      <w:pPr>
        <w:ind w:left="8566" w:hanging="118"/>
      </w:pPr>
      <w:rPr>
        <w:rFonts w:hint="default"/>
        <w:lang w:val="hu-HU" w:eastAsia="en-US" w:bidi="ar-SA"/>
      </w:rPr>
    </w:lvl>
    <w:lvl w:ilvl="8" w:tplc="56DA58C2">
      <w:numFmt w:val="bullet"/>
      <w:lvlText w:val="•"/>
      <w:lvlJc w:val="left"/>
      <w:pPr>
        <w:ind w:left="9453" w:hanging="118"/>
      </w:pPr>
      <w:rPr>
        <w:rFonts w:hint="default"/>
        <w:lang w:val="hu-H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5F1E"/>
    <w:rsid w:val="000005D0"/>
    <w:rsid w:val="00004F3A"/>
    <w:rsid w:val="00024A6A"/>
    <w:rsid w:val="000436BD"/>
    <w:rsid w:val="000562FA"/>
    <w:rsid w:val="00065184"/>
    <w:rsid w:val="00070434"/>
    <w:rsid w:val="000754D7"/>
    <w:rsid w:val="00077634"/>
    <w:rsid w:val="00082DCD"/>
    <w:rsid w:val="00092EEB"/>
    <w:rsid w:val="00096D75"/>
    <w:rsid w:val="00096E7D"/>
    <w:rsid w:val="000C35B0"/>
    <w:rsid w:val="000C568F"/>
    <w:rsid w:val="000D52B9"/>
    <w:rsid w:val="000F3072"/>
    <w:rsid w:val="0011569C"/>
    <w:rsid w:val="00117232"/>
    <w:rsid w:val="00131CF7"/>
    <w:rsid w:val="00135161"/>
    <w:rsid w:val="00136ED7"/>
    <w:rsid w:val="00196885"/>
    <w:rsid w:val="001B6669"/>
    <w:rsid w:val="001C5D92"/>
    <w:rsid w:val="001E09FE"/>
    <w:rsid w:val="001F6889"/>
    <w:rsid w:val="00215BDC"/>
    <w:rsid w:val="00216B48"/>
    <w:rsid w:val="0021765C"/>
    <w:rsid w:val="00222AF0"/>
    <w:rsid w:val="002358E3"/>
    <w:rsid w:val="00256FA5"/>
    <w:rsid w:val="00257DB2"/>
    <w:rsid w:val="0026481F"/>
    <w:rsid w:val="002705DC"/>
    <w:rsid w:val="0027456E"/>
    <w:rsid w:val="00276134"/>
    <w:rsid w:val="00283DFB"/>
    <w:rsid w:val="002A23A0"/>
    <w:rsid w:val="002A3D87"/>
    <w:rsid w:val="002C1566"/>
    <w:rsid w:val="002F4F03"/>
    <w:rsid w:val="003151D5"/>
    <w:rsid w:val="0033372D"/>
    <w:rsid w:val="00351BA6"/>
    <w:rsid w:val="003632DA"/>
    <w:rsid w:val="00365DF7"/>
    <w:rsid w:val="003734EC"/>
    <w:rsid w:val="00383D74"/>
    <w:rsid w:val="003B4404"/>
    <w:rsid w:val="003D2D75"/>
    <w:rsid w:val="003D4631"/>
    <w:rsid w:val="003E06FE"/>
    <w:rsid w:val="003E4F06"/>
    <w:rsid w:val="003F0099"/>
    <w:rsid w:val="00404A73"/>
    <w:rsid w:val="00416BE4"/>
    <w:rsid w:val="00423EDD"/>
    <w:rsid w:val="00427B50"/>
    <w:rsid w:val="00473A93"/>
    <w:rsid w:val="00477DD1"/>
    <w:rsid w:val="004A2ADC"/>
    <w:rsid w:val="004B6C8D"/>
    <w:rsid w:val="004D120E"/>
    <w:rsid w:val="004D33D8"/>
    <w:rsid w:val="004D64DB"/>
    <w:rsid w:val="004F0D0F"/>
    <w:rsid w:val="00501FC3"/>
    <w:rsid w:val="00537191"/>
    <w:rsid w:val="005416B2"/>
    <w:rsid w:val="005471FC"/>
    <w:rsid w:val="005507FF"/>
    <w:rsid w:val="005533A3"/>
    <w:rsid w:val="005560D9"/>
    <w:rsid w:val="00563B0B"/>
    <w:rsid w:val="005A4B19"/>
    <w:rsid w:val="005A6E68"/>
    <w:rsid w:val="005B1D8C"/>
    <w:rsid w:val="005B380E"/>
    <w:rsid w:val="005B3FA2"/>
    <w:rsid w:val="005B7356"/>
    <w:rsid w:val="005E682E"/>
    <w:rsid w:val="005F55E1"/>
    <w:rsid w:val="005F7D1D"/>
    <w:rsid w:val="00605E59"/>
    <w:rsid w:val="00620A15"/>
    <w:rsid w:val="006267F1"/>
    <w:rsid w:val="00632091"/>
    <w:rsid w:val="00635828"/>
    <w:rsid w:val="006363DB"/>
    <w:rsid w:val="00652D57"/>
    <w:rsid w:val="00655B81"/>
    <w:rsid w:val="00674FF3"/>
    <w:rsid w:val="00675BCC"/>
    <w:rsid w:val="006772BE"/>
    <w:rsid w:val="006A6B91"/>
    <w:rsid w:val="006B384A"/>
    <w:rsid w:val="006C7671"/>
    <w:rsid w:val="006C7F80"/>
    <w:rsid w:val="006E675B"/>
    <w:rsid w:val="006F34C9"/>
    <w:rsid w:val="007035E3"/>
    <w:rsid w:val="00705F52"/>
    <w:rsid w:val="007241DF"/>
    <w:rsid w:val="0074201F"/>
    <w:rsid w:val="007519C9"/>
    <w:rsid w:val="00753737"/>
    <w:rsid w:val="007600F8"/>
    <w:rsid w:val="00777F6A"/>
    <w:rsid w:val="007842C0"/>
    <w:rsid w:val="00790CCB"/>
    <w:rsid w:val="007A3B65"/>
    <w:rsid w:val="007A7908"/>
    <w:rsid w:val="007C27A8"/>
    <w:rsid w:val="007C5F72"/>
    <w:rsid w:val="007C5F79"/>
    <w:rsid w:val="007D4646"/>
    <w:rsid w:val="007E10D4"/>
    <w:rsid w:val="007E203F"/>
    <w:rsid w:val="0081098E"/>
    <w:rsid w:val="00817067"/>
    <w:rsid w:val="00821650"/>
    <w:rsid w:val="00826B9F"/>
    <w:rsid w:val="0083714A"/>
    <w:rsid w:val="0085753E"/>
    <w:rsid w:val="008735BC"/>
    <w:rsid w:val="0087455F"/>
    <w:rsid w:val="00877F31"/>
    <w:rsid w:val="008844F7"/>
    <w:rsid w:val="008869CB"/>
    <w:rsid w:val="00890741"/>
    <w:rsid w:val="00894EBA"/>
    <w:rsid w:val="008976E9"/>
    <w:rsid w:val="00897BCF"/>
    <w:rsid w:val="008A15BC"/>
    <w:rsid w:val="008A5063"/>
    <w:rsid w:val="008D04C7"/>
    <w:rsid w:val="008D6A25"/>
    <w:rsid w:val="008D7E6F"/>
    <w:rsid w:val="008E6AC2"/>
    <w:rsid w:val="008F1227"/>
    <w:rsid w:val="008F5EC4"/>
    <w:rsid w:val="008F5F1E"/>
    <w:rsid w:val="00907B43"/>
    <w:rsid w:val="00912034"/>
    <w:rsid w:val="00914FA1"/>
    <w:rsid w:val="00915177"/>
    <w:rsid w:val="00926356"/>
    <w:rsid w:val="00946792"/>
    <w:rsid w:val="009553CE"/>
    <w:rsid w:val="00960C86"/>
    <w:rsid w:val="00962218"/>
    <w:rsid w:val="009648A4"/>
    <w:rsid w:val="0099763A"/>
    <w:rsid w:val="009B7C4B"/>
    <w:rsid w:val="009C2872"/>
    <w:rsid w:val="009D503D"/>
    <w:rsid w:val="009E0E27"/>
    <w:rsid w:val="009E3339"/>
    <w:rsid w:val="009E690D"/>
    <w:rsid w:val="00A012CF"/>
    <w:rsid w:val="00A02B5B"/>
    <w:rsid w:val="00A1025C"/>
    <w:rsid w:val="00A274F4"/>
    <w:rsid w:val="00A32B04"/>
    <w:rsid w:val="00A34AEA"/>
    <w:rsid w:val="00A35B48"/>
    <w:rsid w:val="00A60522"/>
    <w:rsid w:val="00A727F2"/>
    <w:rsid w:val="00A95E08"/>
    <w:rsid w:val="00AA48F6"/>
    <w:rsid w:val="00AB087F"/>
    <w:rsid w:val="00AF1E11"/>
    <w:rsid w:val="00B07738"/>
    <w:rsid w:val="00B1262B"/>
    <w:rsid w:val="00B2671D"/>
    <w:rsid w:val="00B42C0C"/>
    <w:rsid w:val="00B63155"/>
    <w:rsid w:val="00B6557E"/>
    <w:rsid w:val="00B7733F"/>
    <w:rsid w:val="00B84938"/>
    <w:rsid w:val="00BA68E9"/>
    <w:rsid w:val="00BB2715"/>
    <w:rsid w:val="00BB3DBD"/>
    <w:rsid w:val="00BB5686"/>
    <w:rsid w:val="00BB7468"/>
    <w:rsid w:val="00BD0C3B"/>
    <w:rsid w:val="00BD2291"/>
    <w:rsid w:val="00BE0B0C"/>
    <w:rsid w:val="00BF68D3"/>
    <w:rsid w:val="00C20521"/>
    <w:rsid w:val="00C258A1"/>
    <w:rsid w:val="00C43A36"/>
    <w:rsid w:val="00C53939"/>
    <w:rsid w:val="00C65D67"/>
    <w:rsid w:val="00C70010"/>
    <w:rsid w:val="00C71FB8"/>
    <w:rsid w:val="00C76139"/>
    <w:rsid w:val="00C914F5"/>
    <w:rsid w:val="00C92238"/>
    <w:rsid w:val="00CA7B89"/>
    <w:rsid w:val="00CC1A04"/>
    <w:rsid w:val="00CC5D91"/>
    <w:rsid w:val="00CE33B9"/>
    <w:rsid w:val="00D142B8"/>
    <w:rsid w:val="00D17261"/>
    <w:rsid w:val="00D435C2"/>
    <w:rsid w:val="00D513B2"/>
    <w:rsid w:val="00D61DAA"/>
    <w:rsid w:val="00D844EB"/>
    <w:rsid w:val="00DB1F21"/>
    <w:rsid w:val="00DC3188"/>
    <w:rsid w:val="00DC40DA"/>
    <w:rsid w:val="00DD0DA5"/>
    <w:rsid w:val="00DD1AF2"/>
    <w:rsid w:val="00DF1E40"/>
    <w:rsid w:val="00DF6595"/>
    <w:rsid w:val="00DF77C9"/>
    <w:rsid w:val="00E10A21"/>
    <w:rsid w:val="00E16171"/>
    <w:rsid w:val="00E207D2"/>
    <w:rsid w:val="00E316DD"/>
    <w:rsid w:val="00E33642"/>
    <w:rsid w:val="00E43B94"/>
    <w:rsid w:val="00E52BCF"/>
    <w:rsid w:val="00E6272D"/>
    <w:rsid w:val="00E70102"/>
    <w:rsid w:val="00E71133"/>
    <w:rsid w:val="00EA0A4E"/>
    <w:rsid w:val="00EA5B1E"/>
    <w:rsid w:val="00EA7157"/>
    <w:rsid w:val="00EC29B6"/>
    <w:rsid w:val="00EC6397"/>
    <w:rsid w:val="00EC741A"/>
    <w:rsid w:val="00EE544B"/>
    <w:rsid w:val="00EF019C"/>
    <w:rsid w:val="00EF4AD1"/>
    <w:rsid w:val="00F16F5D"/>
    <w:rsid w:val="00F17981"/>
    <w:rsid w:val="00F247B7"/>
    <w:rsid w:val="00F407C1"/>
    <w:rsid w:val="00F470B2"/>
    <w:rsid w:val="00F50BE2"/>
    <w:rsid w:val="00F83322"/>
    <w:rsid w:val="00F875C2"/>
    <w:rsid w:val="00F929F2"/>
    <w:rsid w:val="00FB1299"/>
    <w:rsid w:val="00FB55C3"/>
    <w:rsid w:val="00FC2BEF"/>
    <w:rsid w:val="00FC7F99"/>
    <w:rsid w:val="00FD38B8"/>
    <w:rsid w:val="00FF1371"/>
    <w:rsid w:val="00FF342D"/>
    <w:rsid w:val="00FF7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BFE5E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uiPriority w:val="1"/>
    <w:qFormat/>
    <w:rPr>
      <w:rFonts w:ascii="Times New Roman" w:eastAsia="Times New Roman" w:hAnsi="Times New Roman" w:cs="Times New Roman"/>
      <w:lang w:val="hu-HU"/>
    </w:rPr>
  </w:style>
  <w:style w:type="paragraph" w:styleId="Cmsor1">
    <w:name w:val="heading 1"/>
    <w:basedOn w:val="Norml"/>
    <w:uiPriority w:val="1"/>
    <w:qFormat/>
    <w:pPr>
      <w:spacing w:before="98"/>
      <w:ind w:left="745"/>
      <w:outlineLvl w:val="0"/>
    </w:pPr>
    <w:rPr>
      <w:b/>
      <w:bCs/>
      <w:sz w:val="28"/>
      <w:szCs w:val="28"/>
    </w:rPr>
  </w:style>
  <w:style w:type="paragraph" w:styleId="Cmsor2">
    <w:name w:val="heading 2"/>
    <w:basedOn w:val="Norml"/>
    <w:uiPriority w:val="1"/>
    <w:qFormat/>
    <w:pPr>
      <w:ind w:left="562" w:right="565"/>
      <w:jc w:val="center"/>
      <w:outlineLvl w:val="1"/>
    </w:pPr>
    <w:rPr>
      <w:b/>
      <w:bCs/>
      <w:sz w:val="20"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">
    <w:name w:val="Body Text"/>
    <w:basedOn w:val="Norml"/>
    <w:uiPriority w:val="1"/>
    <w:qFormat/>
    <w:pPr>
      <w:ind w:left="226"/>
    </w:pPr>
    <w:rPr>
      <w:sz w:val="20"/>
      <w:szCs w:val="20"/>
    </w:rPr>
  </w:style>
  <w:style w:type="paragraph" w:styleId="Listaszerbekezds">
    <w:name w:val="List Paragraph"/>
    <w:basedOn w:val="Norml"/>
    <w:uiPriority w:val="1"/>
    <w:qFormat/>
    <w:pPr>
      <w:ind w:left="2358" w:hanging="119"/>
    </w:pPr>
  </w:style>
  <w:style w:type="paragraph" w:customStyle="1" w:styleId="TableParagraph">
    <w:name w:val="Table Paragraph"/>
    <w:basedOn w:val="Norml"/>
    <w:uiPriority w:val="1"/>
    <w:qFormat/>
  </w:style>
  <w:style w:type="table" w:styleId="Rcsostblzat">
    <w:name w:val="Table Grid"/>
    <w:basedOn w:val="Normltblzat"/>
    <w:uiPriority w:val="59"/>
    <w:rsid w:val="007C5F72"/>
    <w:pPr>
      <w:widowControl/>
      <w:autoSpaceDE/>
      <w:autoSpaceDN/>
    </w:pPr>
    <w:rPr>
      <w:rFonts w:ascii="Times New Roman" w:hAnsi="Times New Roman" w:cstheme="minorHAnsi"/>
      <w:sz w:val="24"/>
      <w:lang w:val="hu-H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Jegyzethivatkozs">
    <w:name w:val="annotation reference"/>
    <w:basedOn w:val="Bekezdsalapbettpusa"/>
    <w:uiPriority w:val="99"/>
    <w:semiHidden/>
    <w:unhideWhenUsed/>
    <w:rsid w:val="00D844EB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D844EB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D844EB"/>
    <w:rPr>
      <w:rFonts w:ascii="Times New Roman" w:eastAsia="Times New Roman" w:hAnsi="Times New Roman" w:cs="Times New Roman"/>
      <w:sz w:val="20"/>
      <w:szCs w:val="20"/>
      <w:lang w:val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D844EB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D844EB"/>
    <w:rPr>
      <w:rFonts w:ascii="Times New Roman" w:eastAsia="Times New Roman" w:hAnsi="Times New Roman" w:cs="Times New Roman"/>
      <w:b/>
      <w:bCs/>
      <w:sz w:val="20"/>
      <w:szCs w:val="20"/>
      <w:lang w:val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D844EB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D844EB"/>
    <w:rPr>
      <w:rFonts w:ascii="Tahoma" w:eastAsia="Times New Roman" w:hAnsi="Tahoma" w:cs="Tahoma"/>
      <w:sz w:val="16"/>
      <w:szCs w:val="16"/>
      <w:lang w:val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uiPriority w:val="1"/>
    <w:qFormat/>
    <w:rPr>
      <w:rFonts w:ascii="Times New Roman" w:eastAsia="Times New Roman" w:hAnsi="Times New Roman" w:cs="Times New Roman"/>
      <w:lang w:val="hu-HU"/>
    </w:rPr>
  </w:style>
  <w:style w:type="paragraph" w:styleId="Cmsor1">
    <w:name w:val="heading 1"/>
    <w:basedOn w:val="Norml"/>
    <w:uiPriority w:val="1"/>
    <w:qFormat/>
    <w:pPr>
      <w:spacing w:before="98"/>
      <w:ind w:left="745"/>
      <w:outlineLvl w:val="0"/>
    </w:pPr>
    <w:rPr>
      <w:b/>
      <w:bCs/>
      <w:sz w:val="28"/>
      <w:szCs w:val="28"/>
    </w:rPr>
  </w:style>
  <w:style w:type="paragraph" w:styleId="Cmsor2">
    <w:name w:val="heading 2"/>
    <w:basedOn w:val="Norml"/>
    <w:uiPriority w:val="1"/>
    <w:qFormat/>
    <w:pPr>
      <w:ind w:left="562" w:right="565"/>
      <w:jc w:val="center"/>
      <w:outlineLvl w:val="1"/>
    </w:pPr>
    <w:rPr>
      <w:b/>
      <w:bCs/>
      <w:sz w:val="20"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">
    <w:name w:val="Body Text"/>
    <w:basedOn w:val="Norml"/>
    <w:uiPriority w:val="1"/>
    <w:qFormat/>
    <w:pPr>
      <w:ind w:left="226"/>
    </w:pPr>
    <w:rPr>
      <w:sz w:val="20"/>
      <w:szCs w:val="20"/>
    </w:rPr>
  </w:style>
  <w:style w:type="paragraph" w:styleId="Listaszerbekezds">
    <w:name w:val="List Paragraph"/>
    <w:basedOn w:val="Norml"/>
    <w:uiPriority w:val="1"/>
    <w:qFormat/>
    <w:pPr>
      <w:ind w:left="2358" w:hanging="119"/>
    </w:pPr>
  </w:style>
  <w:style w:type="paragraph" w:customStyle="1" w:styleId="TableParagraph">
    <w:name w:val="Table Paragraph"/>
    <w:basedOn w:val="Norml"/>
    <w:uiPriority w:val="1"/>
    <w:qFormat/>
  </w:style>
  <w:style w:type="table" w:styleId="Rcsostblzat">
    <w:name w:val="Table Grid"/>
    <w:basedOn w:val="Normltblzat"/>
    <w:uiPriority w:val="59"/>
    <w:rsid w:val="007C5F72"/>
    <w:pPr>
      <w:widowControl/>
      <w:autoSpaceDE/>
      <w:autoSpaceDN/>
    </w:pPr>
    <w:rPr>
      <w:rFonts w:ascii="Times New Roman" w:hAnsi="Times New Roman" w:cstheme="minorHAnsi"/>
      <w:sz w:val="24"/>
      <w:lang w:val="hu-H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Jegyzethivatkozs">
    <w:name w:val="annotation reference"/>
    <w:basedOn w:val="Bekezdsalapbettpusa"/>
    <w:uiPriority w:val="99"/>
    <w:semiHidden/>
    <w:unhideWhenUsed/>
    <w:rsid w:val="00D844EB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D844EB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D844EB"/>
    <w:rPr>
      <w:rFonts w:ascii="Times New Roman" w:eastAsia="Times New Roman" w:hAnsi="Times New Roman" w:cs="Times New Roman"/>
      <w:sz w:val="20"/>
      <w:szCs w:val="20"/>
      <w:lang w:val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D844EB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D844EB"/>
    <w:rPr>
      <w:rFonts w:ascii="Times New Roman" w:eastAsia="Times New Roman" w:hAnsi="Times New Roman" w:cs="Times New Roman"/>
      <w:b/>
      <w:bCs/>
      <w:sz w:val="20"/>
      <w:szCs w:val="20"/>
      <w:lang w:val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D844EB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D844EB"/>
    <w:rPr>
      <w:rFonts w:ascii="Tahoma" w:eastAsia="Times New Roman" w:hAnsi="Tahoma" w:cs="Tahoma"/>
      <w:sz w:val="16"/>
      <w:szCs w:val="16"/>
      <w:lang w:val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A8050C60</Template>
  <TotalTime>0</TotalTime>
  <Pages>2</Pages>
  <Words>711</Words>
  <Characters>4912</Characters>
  <Application>Microsoft Office Word</Application>
  <DocSecurity>4</DocSecurity>
  <Lines>40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BV</Company>
  <LinksUpToDate>false</LinksUpToDate>
  <CharactersWithSpaces>5612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matyus.zoltan</dc:creator>
  <cp:lastModifiedBy>varro.norbert</cp:lastModifiedBy>
  <cp:revision>2</cp:revision>
  <cp:lastPrinted>2025-04-28T12:52:00Z</cp:lastPrinted>
  <dcterms:created xsi:type="dcterms:W3CDTF">2025-08-28T12:27:00Z</dcterms:created>
  <dcterms:modified xsi:type="dcterms:W3CDTF">2025-08-28T12:27:00Z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2018-03-20T00:00:00Z</vt:filetime>
  </property>
  <property fmtid="{D5CDD505-2E9C-101B-9397-08002B2CF9AE}" pid="3" name="Creator">
    <vt:lpwstr>Online2PDF.com</vt:lpwstr>
  </property>
  <property fmtid="{D5CDD505-2E9C-101B-9397-08002B2CF9AE}" pid="4" name="LastSaved">
    <vt:filetime>2020-03-19T00:00:00Z</vt:filetime>
  </property>
</Properties>
</file>