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0C2FE96E" w:rsidR="008F5F1E" w:rsidRPr="00256FA5" w:rsidRDefault="00C376E3" w:rsidP="00041B3A">
      <w:pPr>
        <w:tabs>
          <w:tab w:val="left" w:pos="946"/>
          <w:tab w:val="left" w:pos="5891"/>
          <w:tab w:val="left" w:pos="8016"/>
        </w:tabs>
        <w:spacing w:before="98"/>
        <w:ind w:left="586"/>
        <w:jc w:val="center"/>
        <w:rPr>
          <w:i/>
          <w:sz w:val="20"/>
        </w:rPr>
      </w:pPr>
      <w:bookmarkStart w:id="0" w:name="_GoBack"/>
      <w:bookmarkEnd w:id="0"/>
      <w:r>
        <w:rPr>
          <w:sz w:val="20"/>
          <w:lang w:val="ru"/>
        </w:rPr>
        <w:t>Н</w:t>
      </w:r>
      <w:r w:rsidR="00B07738">
        <w:rPr>
          <w:sz w:val="20"/>
          <w:lang w:val="ru"/>
        </w:rPr>
        <w:t xml:space="preserve">а основании пункта d) абзаца (2) §39 Ве. </w:t>
      </w:r>
      <w:r w:rsidR="00B07738" w:rsidRPr="00041B3A">
        <w:rPr>
          <w:i/>
          <w:iCs/>
          <w:sz w:val="20"/>
          <w:lang w:val="ru"/>
        </w:rPr>
        <w:t>Форма введена</w:t>
      </w:r>
      <w:r w:rsidR="00B07738">
        <w:rPr>
          <w:sz w:val="20"/>
          <w:lang w:val="ru"/>
        </w:rPr>
        <w:t xml:space="preserve">: </w:t>
      </w:r>
      <w:r w:rsidR="00B07738">
        <w:rPr>
          <w:i/>
          <w:iCs/>
          <w:sz w:val="20"/>
          <w:lang w:val="ru"/>
        </w:rPr>
        <w:t>………. - …….. - ……..</w:t>
      </w:r>
    </w:p>
    <w:p w14:paraId="508E20AA" w14:textId="77777777" w:rsidR="008F5F1E" w:rsidRPr="00041B3A" w:rsidRDefault="00004F3A" w:rsidP="00C376E3">
      <w:pPr>
        <w:spacing w:before="97"/>
        <w:jc w:val="center"/>
        <w:rPr>
          <w:sz w:val="20"/>
          <w:szCs w:val="20"/>
        </w:rPr>
      </w:pPr>
      <w:bookmarkStart w:id="1" w:name="Rendelkezési_jogkör_gyakorlójának_engedé"/>
      <w:bookmarkEnd w:id="1"/>
      <w:r w:rsidRPr="00041B3A">
        <w:rPr>
          <w:sz w:val="20"/>
          <w:szCs w:val="20"/>
          <w:lang w:val="ru"/>
        </w:rPr>
        <w:t>С разрешения обладателя права выдавать распоряжения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77777777" w:rsidR="008F5F1E" w:rsidRPr="00041B3A" w:rsidRDefault="00004F3A" w:rsidP="00652D57">
      <w:pPr>
        <w:pStyle w:val="Cmsor1"/>
        <w:spacing w:before="225"/>
        <w:ind w:left="4211"/>
        <w:rPr>
          <w:spacing w:val="80"/>
        </w:rPr>
      </w:pPr>
      <w:bookmarkStart w:id="2" w:name="N_Y_I_L_A_T_K_O_Z_A_T"/>
      <w:bookmarkEnd w:id="2"/>
      <w:r w:rsidRPr="00041B3A">
        <w:rPr>
          <w:spacing w:val="80"/>
          <w:lang w:val="ru"/>
        </w:rPr>
        <w:lastRenderedPageBreak/>
        <w:t>ЗАЯВЛЕНИЕ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rPr>
          <w:lang w:val="ru"/>
        </w:rPr>
        <w:br w:type="column"/>
      </w:r>
      <w:r>
        <w:rPr>
          <w:lang w:val="ru"/>
        </w:rP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E72A8E7" w:rsidR="008F5F1E" w:rsidRPr="00041B3A" w:rsidRDefault="00004F3A" w:rsidP="00041B3A">
      <w:pPr>
        <w:tabs>
          <w:tab w:val="left" w:pos="9715"/>
        </w:tabs>
        <w:spacing w:after="80" w:line="113" w:lineRule="exact"/>
        <w:ind w:left="6600"/>
        <w:rPr>
          <w:rFonts w:ascii="Wingdings" w:hAnsi="Wingdings"/>
          <w:sz w:val="14"/>
          <w:szCs w:val="14"/>
        </w:rPr>
      </w:pPr>
      <w:r w:rsidRPr="00041B3A">
        <w:rPr>
          <w:rFonts w:ascii="Wingdings" w:hAnsi="Wingdings"/>
          <w:sz w:val="14"/>
          <w:szCs w:val="14"/>
          <w:lang w:val="ru"/>
        </w:rPr>
        <w:lastRenderedPageBreak/>
        <w:t></w:t>
      </w:r>
      <w:r w:rsidRPr="00041B3A">
        <w:rPr>
          <w:sz w:val="14"/>
          <w:szCs w:val="14"/>
          <w:lang w:val="ru"/>
        </w:rPr>
        <w:t xml:space="preserve"> Имя заключённого</w:t>
      </w:r>
      <w:r w:rsidRPr="00041B3A">
        <w:rPr>
          <w:rFonts w:ascii="Wingdings" w:hAnsi="Wingdings"/>
          <w:sz w:val="14"/>
          <w:szCs w:val="14"/>
          <w:lang w:val="ru"/>
        </w:rPr>
        <w:t></w:t>
      </w:r>
      <w:r w:rsidRPr="00041B3A">
        <w:rPr>
          <w:rFonts w:ascii="Wingdings" w:hAnsi="Wingdings"/>
          <w:sz w:val="14"/>
          <w:szCs w:val="14"/>
          <w:lang w:val="ru"/>
        </w:rPr>
        <w:tab/>
      </w:r>
      <w:r w:rsidRPr="00041B3A">
        <w:rPr>
          <w:rFonts w:ascii="Wingdings" w:hAnsi="Wingdings"/>
          <w:sz w:val="14"/>
          <w:szCs w:val="14"/>
          <w:lang w:val="ru"/>
        </w:rPr>
        <w:t></w:t>
      </w:r>
      <w:r w:rsidRPr="00041B3A">
        <w:rPr>
          <w:sz w:val="14"/>
          <w:szCs w:val="14"/>
          <w:lang w:val="ru"/>
        </w:rPr>
        <w:t xml:space="preserve"> Дата рождения </w:t>
      </w:r>
      <w:r w:rsidRPr="00041B3A">
        <w:rPr>
          <w:rFonts w:ascii="Wingdings" w:hAnsi="Wingdings"/>
          <w:sz w:val="14"/>
          <w:szCs w:val="14"/>
          <w:lang w:val="ru"/>
        </w:rPr>
        <w:t></w:t>
      </w:r>
    </w:p>
    <w:p w14:paraId="7854D34A" w14:textId="2D8AC257" w:rsidR="008F5F1E" w:rsidRPr="00EE1C66" w:rsidRDefault="00004F3A" w:rsidP="00C376E3">
      <w:pPr>
        <w:pStyle w:val="Szvegtrzs"/>
        <w:tabs>
          <w:tab w:val="left" w:leader="dot" w:pos="10930"/>
        </w:tabs>
        <w:ind w:left="227"/>
        <w:jc w:val="both"/>
        <w:rPr>
          <w:sz w:val="19"/>
          <w:szCs w:val="19"/>
        </w:rPr>
      </w:pPr>
      <w:r w:rsidRPr="00EE1C66">
        <w:rPr>
          <w:sz w:val="19"/>
          <w:szCs w:val="19"/>
          <w:lang w:val="ru"/>
        </w:rPr>
        <w:t xml:space="preserve">Я, нижеподписавшийся, подтверждаю, что </w:t>
      </w:r>
      <w:r w:rsidR="00041B3A" w:rsidRPr="00EE1C66">
        <w:rPr>
          <w:sz w:val="19"/>
          <w:szCs w:val="19"/>
          <w:lang w:val="ru-RU"/>
        </w:rPr>
        <w:t>являюсь</w:t>
      </w:r>
      <w:r w:rsidRPr="00EE1C66">
        <w:rPr>
          <w:sz w:val="19"/>
          <w:szCs w:val="19"/>
          <w:lang w:val="ru"/>
        </w:rPr>
        <w:t xml:space="preserve"> контактн</w:t>
      </w:r>
      <w:r w:rsidR="00041B3A" w:rsidRPr="00EE1C66">
        <w:rPr>
          <w:sz w:val="19"/>
          <w:szCs w:val="19"/>
          <w:lang w:val="ru"/>
        </w:rPr>
        <w:t>ым</w:t>
      </w:r>
      <w:r w:rsidRPr="00EE1C66">
        <w:rPr>
          <w:sz w:val="19"/>
          <w:szCs w:val="19"/>
          <w:lang w:val="ru"/>
        </w:rPr>
        <w:t xml:space="preserve"> лиц</w:t>
      </w:r>
      <w:r w:rsidR="00041B3A" w:rsidRPr="00EE1C66">
        <w:rPr>
          <w:sz w:val="19"/>
          <w:szCs w:val="19"/>
          <w:lang w:val="ru"/>
        </w:rPr>
        <w:t>ом</w:t>
      </w:r>
      <w:r w:rsidRPr="00EE1C66">
        <w:rPr>
          <w:sz w:val="19"/>
          <w:szCs w:val="19"/>
          <w:lang w:val="ru"/>
        </w:rPr>
        <w:t xml:space="preserve"> </w:t>
      </w:r>
      <w:r w:rsidRPr="00EE1C66">
        <w:rPr>
          <w:b/>
          <w:bCs/>
          <w:sz w:val="19"/>
          <w:szCs w:val="19"/>
          <w:lang w:val="ru"/>
        </w:rPr>
        <w:t>заключённого</w:t>
      </w:r>
      <w:r w:rsidRPr="00EE1C66">
        <w:rPr>
          <w:sz w:val="19"/>
          <w:szCs w:val="19"/>
          <w:lang w:val="ru"/>
        </w:rPr>
        <w:t>: *................................................................. -*..................., и в течение всего срока содержания под стражей названного лица Учреждение по исполнению наказаний будет обрабатывать мои, указанные ниже персональные данные.</w:t>
      </w:r>
    </w:p>
    <w:p w14:paraId="693AC846" w14:textId="77777777" w:rsidR="008F5F1E" w:rsidRPr="00EE1C66" w:rsidRDefault="00004F3A" w:rsidP="00D236AD">
      <w:pPr>
        <w:pStyle w:val="Szvegtrzs"/>
        <w:spacing w:line="259" w:lineRule="auto"/>
        <w:ind w:left="227"/>
        <w:rPr>
          <w:spacing w:val="-4"/>
          <w:sz w:val="19"/>
          <w:szCs w:val="19"/>
        </w:rPr>
      </w:pPr>
      <w:r w:rsidRPr="00EE1C66">
        <w:rPr>
          <w:sz w:val="19"/>
          <w:szCs w:val="19"/>
          <w:lang w:val="ru"/>
        </w:rPr>
        <w:t xml:space="preserve"> </w:t>
      </w:r>
    </w:p>
    <w:tbl>
      <w:tblPr>
        <w:tblStyle w:val="Rcsostblzat"/>
        <w:tblW w:w="11396" w:type="dxa"/>
        <w:tblLook w:val="04A0" w:firstRow="1" w:lastRow="0" w:firstColumn="1" w:lastColumn="0" w:noHBand="0" w:noVBand="1"/>
      </w:tblPr>
      <w:tblGrid>
        <w:gridCol w:w="11396"/>
      </w:tblGrid>
      <w:tr w:rsidR="00256FA5" w:rsidRPr="00EE1C66" w14:paraId="0E57ED65" w14:textId="77777777" w:rsidTr="00327B03">
        <w:trPr>
          <w:trHeight w:val="4108"/>
        </w:trPr>
        <w:tc>
          <w:tcPr>
            <w:tcW w:w="0" w:type="auto"/>
            <w:tcBorders>
              <w:bottom w:val="nil"/>
            </w:tcBorders>
          </w:tcPr>
          <w:p w14:paraId="0F221227" w14:textId="77777777" w:rsidR="00652D57" w:rsidRPr="00EE1C66" w:rsidRDefault="007C5F72" w:rsidP="006563E3">
            <w:pPr>
              <w:tabs>
                <w:tab w:val="left" w:pos="4500"/>
              </w:tabs>
              <w:spacing w:line="300" w:lineRule="auto"/>
              <w:rPr>
                <w:b/>
                <w:sz w:val="19"/>
                <w:szCs w:val="19"/>
              </w:rPr>
            </w:pPr>
            <w:r w:rsidRPr="00EE1C66">
              <w:rPr>
                <w:b/>
                <w:bCs/>
                <w:sz w:val="19"/>
                <w:szCs w:val="19"/>
                <w:lang w:val="ru"/>
              </w:rPr>
              <w:t>Данные контактного лица:</w:t>
            </w:r>
          </w:p>
          <w:p w14:paraId="2BC72780" w14:textId="0B775FD5" w:rsidR="00652D57" w:rsidRPr="00E97E1C" w:rsidRDefault="00383D74" w:rsidP="006563E3">
            <w:pPr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E1C66">
              <w:rPr>
                <w:sz w:val="19"/>
                <w:szCs w:val="19"/>
                <w:lang w:val="ru"/>
              </w:rPr>
              <w:t>*</w:t>
            </w:r>
            <w:r w:rsidRPr="00E97E1C">
              <w:rPr>
                <w:noProof/>
                <w:sz w:val="19"/>
                <w:szCs w:val="19"/>
                <w:lang w:val="ru-RU"/>
              </w:rPr>
              <w:t>Полное имя: ……………………………………………………………………………………………………………………..………………</w:t>
            </w:r>
            <w:r w:rsidR="0066525F">
              <w:rPr>
                <w:noProof/>
                <w:sz w:val="19"/>
                <w:szCs w:val="19"/>
                <w:lang w:val="ru-RU"/>
              </w:rPr>
              <w:t>….</w:t>
            </w:r>
          </w:p>
          <w:p w14:paraId="1243130C" w14:textId="69981C02" w:rsidR="007C5F72" w:rsidRPr="00E97E1C" w:rsidRDefault="008D6A25" w:rsidP="006563E3">
            <w:pPr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*Место и дата рождения: ……………………………………………………….. Имя матери: …………………………………………………</w:t>
            </w:r>
            <w:r w:rsidR="0066525F">
              <w:rPr>
                <w:noProof/>
                <w:sz w:val="19"/>
                <w:szCs w:val="19"/>
                <w:lang w:val="ru-RU"/>
              </w:rPr>
              <w:t xml:space="preserve">  </w:t>
            </w:r>
          </w:p>
          <w:p w14:paraId="323E7A05" w14:textId="7347137E" w:rsidR="007C5F72" w:rsidRPr="00E97E1C" w:rsidRDefault="00383D74" w:rsidP="006563E3">
            <w:pPr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*Зарегистрированный адрес или место нахождения: ……… - ..…………………………..-……..…………………………….-…</w:t>
            </w:r>
            <w:r w:rsidR="0066525F">
              <w:rPr>
                <w:noProof/>
                <w:sz w:val="19"/>
                <w:szCs w:val="19"/>
                <w:lang w:val="ru-RU"/>
              </w:rPr>
              <w:t>……………</w:t>
            </w:r>
          </w:p>
          <w:p w14:paraId="21DBD04F" w14:textId="5A5D09DF" w:rsidR="007C5F72" w:rsidRPr="00E97E1C" w:rsidRDefault="007C5F72" w:rsidP="006563E3">
            <w:pPr>
              <w:tabs>
                <w:tab w:val="left" w:pos="7060"/>
                <w:tab w:val="right" w:pos="9700"/>
              </w:tabs>
              <w:spacing w:line="300" w:lineRule="auto"/>
              <w:rPr>
                <w:noProof/>
                <w:sz w:val="14"/>
                <w:szCs w:val="14"/>
                <w:lang w:val="ru-RU"/>
              </w:rPr>
            </w:pPr>
            <w:r w:rsidRPr="0034156F">
              <w:rPr>
                <w:noProof/>
                <w:sz w:val="19"/>
                <w:szCs w:val="19"/>
                <w:lang w:val="ru-RU"/>
              </w:rPr>
              <w:t>↓</w:t>
            </w:r>
            <w:r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Если </w:t>
            </w:r>
            <w:r w:rsidR="00E97E1C" w:rsidRPr="00E97E1C">
              <w:rPr>
                <w:noProof/>
                <w:sz w:val="14"/>
                <w:szCs w:val="14"/>
                <w:lang w:val="ru-RU"/>
              </w:rPr>
              <w:t>Вы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не разглашает</w:t>
            </w:r>
            <w:r w:rsidR="00E97E1C" w:rsidRPr="00E97E1C">
              <w:rPr>
                <w:noProof/>
                <w:sz w:val="14"/>
                <w:szCs w:val="14"/>
                <w:lang w:val="ru-RU"/>
              </w:rPr>
              <w:t>е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свой адрес</w:t>
            </w:r>
            <w:r w:rsidR="00E97E1C" w:rsidRPr="00E97E1C">
              <w:rPr>
                <w:noProof/>
                <w:sz w:val="14"/>
                <w:szCs w:val="14"/>
                <w:lang w:val="ru-RU"/>
              </w:rPr>
              <w:t xml:space="preserve"> заключённому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</w:t>
            </w:r>
            <w:r w:rsidRPr="0034156F">
              <w:rPr>
                <w:b/>
                <w:bCs/>
                <w:noProof/>
                <w:sz w:val="14"/>
                <w:szCs w:val="14"/>
                <w:lang w:val="ru-RU"/>
              </w:rPr>
              <w:t xml:space="preserve">↓ 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        почтовый индекс </w:t>
            </w:r>
            <w:r w:rsidRPr="00E97E1C">
              <w:rPr>
                <w:b/>
                <w:bCs/>
                <w:noProof/>
                <w:sz w:val="14"/>
                <w:szCs w:val="14"/>
                <w:lang w:val="ru-RU"/>
              </w:rPr>
              <w:t>-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</w:t>
            </w:r>
            <w:r w:rsidR="0066525F" w:rsidRPr="00E97E1C">
              <w:rPr>
                <w:noProof/>
                <w:sz w:val="14"/>
                <w:szCs w:val="14"/>
                <w:lang w:val="ru-RU"/>
              </w:rPr>
              <w:t xml:space="preserve">                 </w:t>
            </w:r>
            <w:r w:rsidRPr="00E97E1C">
              <w:rPr>
                <w:noProof/>
                <w:sz w:val="14"/>
                <w:szCs w:val="14"/>
                <w:lang w:val="ru-RU"/>
              </w:rPr>
              <w:t>город                         наименование улицы</w:t>
            </w:r>
            <w:r w:rsidR="00E97E1C" w:rsidRPr="00E97E1C">
              <w:rPr>
                <w:noProof/>
                <w:sz w:val="14"/>
                <w:szCs w:val="14"/>
                <w:lang w:val="ru-RU"/>
              </w:rPr>
              <w:t xml:space="preserve"> 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/ </w:t>
            </w:r>
            <w:r w:rsidR="0066525F">
              <w:rPr>
                <w:noProof/>
                <w:sz w:val="14"/>
                <w:szCs w:val="14"/>
                <w:lang w:val="ru-RU"/>
              </w:rPr>
              <w:t>площади, проспекта и т.д.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            </w:t>
            </w:r>
            <w:r w:rsidRPr="00E97E1C">
              <w:rPr>
                <w:b/>
                <w:bCs/>
                <w:noProof/>
                <w:sz w:val="14"/>
                <w:szCs w:val="14"/>
                <w:lang w:val="ru-RU"/>
              </w:rPr>
              <w:t>-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  </w:t>
            </w:r>
            <w:r w:rsidR="0066525F">
              <w:rPr>
                <w:noProof/>
                <w:sz w:val="14"/>
                <w:szCs w:val="14"/>
                <w:lang w:val="ru-RU"/>
              </w:rPr>
              <w:t xml:space="preserve"> </w:t>
            </w:r>
            <w:r w:rsidRPr="00E97E1C">
              <w:rPr>
                <w:noProof/>
                <w:sz w:val="14"/>
                <w:szCs w:val="14"/>
                <w:lang w:val="ru-RU"/>
              </w:rPr>
              <w:t xml:space="preserve">    номер дома</w:t>
            </w:r>
          </w:p>
          <w:p w14:paraId="08D32CE9" w14:textId="3E5090AB" w:rsidR="007C5F72" w:rsidRPr="00E97E1C" w:rsidRDefault="007C5F72" w:rsidP="006563E3">
            <w:pPr>
              <w:tabs>
                <w:tab w:val="left" w:pos="3358"/>
              </w:tabs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Офис, юридический адрес или почтовый адрес</w:t>
            </w:r>
            <w:r w:rsidR="009B571D" w:rsidRPr="00E97E1C">
              <w:rPr>
                <w:noProof/>
                <w:sz w:val="19"/>
                <w:szCs w:val="19"/>
                <w:lang w:val="ru-RU"/>
              </w:rPr>
              <w:t>:</w:t>
            </w:r>
            <w:r w:rsidR="00D236AD"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Pr="00E97E1C">
              <w:rPr>
                <w:noProof/>
                <w:sz w:val="19"/>
                <w:szCs w:val="19"/>
                <w:lang w:val="ru-RU"/>
              </w:rPr>
              <w:t>..……..  - ……………………….…...- ………………………………………- ……</w:t>
            </w:r>
            <w:r w:rsidR="00EE1C66" w:rsidRPr="00E97E1C">
              <w:rPr>
                <w:noProof/>
                <w:sz w:val="19"/>
                <w:szCs w:val="19"/>
                <w:lang w:val="ru-RU"/>
              </w:rPr>
              <w:t>........</w:t>
            </w:r>
            <w:r w:rsidRPr="00E97E1C">
              <w:rPr>
                <w:noProof/>
                <w:sz w:val="19"/>
                <w:szCs w:val="19"/>
                <w:lang w:val="ru-RU"/>
              </w:rPr>
              <w:t>…</w:t>
            </w:r>
            <w:r w:rsidR="0066525F">
              <w:rPr>
                <w:noProof/>
                <w:sz w:val="19"/>
                <w:szCs w:val="19"/>
                <w:lang w:val="ru-RU"/>
              </w:rPr>
              <w:t>..</w:t>
            </w:r>
            <w:r w:rsidRPr="00E97E1C">
              <w:rPr>
                <w:noProof/>
                <w:sz w:val="19"/>
                <w:szCs w:val="19"/>
                <w:lang w:val="ru-RU"/>
              </w:rPr>
              <w:t>..</w:t>
            </w:r>
          </w:p>
          <w:p w14:paraId="286EA1B1" w14:textId="08C3BEDD" w:rsidR="007C5F72" w:rsidRPr="00E97E1C" w:rsidRDefault="007C5F72" w:rsidP="006563E3">
            <w:pPr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Номер телефона проводной:</w:t>
            </w:r>
            <w:r w:rsidR="00B63FAA"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Pr="00E97E1C">
              <w:rPr>
                <w:noProof/>
                <w:sz w:val="19"/>
                <w:szCs w:val="19"/>
                <w:lang w:val="ru-RU"/>
              </w:rPr>
              <w:t>…………………………………………</w:t>
            </w:r>
            <w:r w:rsidR="00B63FAA"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="00EE1C66" w:rsidRPr="00E97E1C">
              <w:rPr>
                <w:noProof/>
                <w:sz w:val="19"/>
                <w:szCs w:val="19"/>
                <w:lang w:val="ru-RU"/>
              </w:rPr>
              <w:t>м</w:t>
            </w:r>
            <w:r w:rsidRPr="00E97E1C">
              <w:rPr>
                <w:noProof/>
                <w:sz w:val="19"/>
                <w:szCs w:val="19"/>
                <w:lang w:val="ru-RU"/>
              </w:rPr>
              <w:t>обильный:</w:t>
            </w:r>
            <w:r w:rsidR="00B63FAA"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Pr="00E97E1C">
              <w:rPr>
                <w:noProof/>
                <w:sz w:val="19"/>
                <w:szCs w:val="19"/>
                <w:lang w:val="ru-RU"/>
              </w:rPr>
              <w:t>…………………………………..………………………</w:t>
            </w:r>
            <w:r w:rsidR="0034156F">
              <w:rPr>
                <w:noProof/>
                <w:sz w:val="19"/>
                <w:szCs w:val="19"/>
                <w:lang w:val="ru-RU"/>
              </w:rPr>
              <w:t>.</w:t>
            </w:r>
            <w:r w:rsidRPr="00E97E1C">
              <w:rPr>
                <w:noProof/>
                <w:sz w:val="19"/>
                <w:szCs w:val="19"/>
                <w:lang w:val="ru-RU"/>
              </w:rPr>
              <w:t>…</w:t>
            </w:r>
          </w:p>
          <w:p w14:paraId="373DBBDF" w14:textId="14B28A6E" w:rsidR="007C5F72" w:rsidRPr="00E97E1C" w:rsidRDefault="006C7671" w:rsidP="006563E3">
            <w:pPr>
              <w:spacing w:line="300" w:lineRule="auto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#E-mail адрес (для поддержание электронного контакта)</w:t>
            </w:r>
            <w:r w:rsidR="00B63FAA" w:rsidRPr="00E97E1C">
              <w:rPr>
                <w:noProof/>
                <w:sz w:val="19"/>
                <w:szCs w:val="19"/>
                <w:lang w:val="ru-RU"/>
              </w:rPr>
              <w:t xml:space="preserve"> </w:t>
            </w:r>
            <w:r w:rsidRPr="00E97E1C">
              <w:rPr>
                <w:noProof/>
                <w:sz w:val="19"/>
                <w:szCs w:val="19"/>
                <w:lang w:val="ru-RU"/>
              </w:rPr>
              <w:t>:..………………………..……………….…….…..…..………………………</w:t>
            </w:r>
            <w:r w:rsidR="0034156F">
              <w:rPr>
                <w:noProof/>
                <w:sz w:val="19"/>
                <w:szCs w:val="19"/>
                <w:lang w:val="ru-RU"/>
              </w:rPr>
              <w:t>…...</w:t>
            </w:r>
            <w:r w:rsidRPr="00E97E1C">
              <w:rPr>
                <w:noProof/>
                <w:sz w:val="19"/>
                <w:szCs w:val="19"/>
                <w:lang w:val="ru-RU"/>
              </w:rPr>
              <w:t>…</w:t>
            </w:r>
          </w:p>
          <w:p w14:paraId="565D392B" w14:textId="66C29416" w:rsidR="007C5F72" w:rsidRPr="00E97E1C" w:rsidRDefault="00383D74" w:rsidP="006563E3">
            <w:pPr>
              <w:spacing w:line="276" w:lineRule="auto"/>
              <w:rPr>
                <w:b/>
                <w:noProof/>
                <w:sz w:val="19"/>
                <w:szCs w:val="19"/>
                <w:lang w:val="ru-RU"/>
              </w:rPr>
            </w:pPr>
            <w:r w:rsidRPr="00E97E1C">
              <w:rPr>
                <w:b/>
                <w:bCs/>
                <w:noProof/>
                <w:sz w:val="19"/>
                <w:szCs w:val="19"/>
                <w:lang w:val="ru-RU"/>
              </w:rPr>
              <w:t>*Кем приходится контактное лицо (</w:t>
            </w:r>
            <w:r w:rsidRPr="00E97E1C">
              <w:rPr>
                <w:noProof/>
                <w:sz w:val="19"/>
                <w:szCs w:val="19"/>
                <w:lang w:val="ru-RU"/>
              </w:rPr>
              <w:t>напр.</w:t>
            </w:r>
            <w:r w:rsidRPr="00E97E1C">
              <w:rPr>
                <w:b/>
                <w:bCs/>
                <w:noProof/>
                <w:sz w:val="19"/>
                <w:szCs w:val="19"/>
                <w:lang w:val="ru-RU"/>
              </w:rPr>
              <w:t xml:space="preserve">: </w:t>
            </w:r>
            <w:r w:rsidRPr="00E97E1C">
              <w:rPr>
                <w:noProof/>
                <w:sz w:val="19"/>
                <w:szCs w:val="19"/>
                <w:lang w:val="ru-RU"/>
              </w:rPr>
              <w:t xml:space="preserve">например, сводный брат, двоюродный брат, крестные родители, крестный ребенок, супруг/супруга, приемный ребенок, друг </w:t>
            </w:r>
            <w:r w:rsidRPr="00E97E1C">
              <w:rPr>
                <w:b/>
                <w:bCs/>
                <w:noProof/>
                <w:sz w:val="19"/>
                <w:szCs w:val="19"/>
                <w:lang w:val="ru-RU"/>
              </w:rPr>
              <w:t>и т.д. ---&gt;</w:t>
            </w:r>
            <w:r w:rsidRPr="00E97E1C">
              <w:rPr>
                <w:noProof/>
                <w:sz w:val="19"/>
                <w:szCs w:val="19"/>
                <w:lang w:val="ru-RU"/>
              </w:rPr>
              <w:t>.):</w:t>
            </w:r>
            <w:r w:rsidRPr="0066525F">
              <w:rPr>
                <w:noProof/>
                <w:sz w:val="19"/>
                <w:szCs w:val="19"/>
                <w:lang w:val="ru-RU"/>
              </w:rPr>
              <w:t>……………………………………</w:t>
            </w:r>
          </w:p>
          <w:p w14:paraId="7B779346" w14:textId="77777777" w:rsidR="007C5F72" w:rsidRPr="00E97E1C" w:rsidRDefault="007C5F72" w:rsidP="0034156F">
            <w:pPr>
              <w:spacing w:before="160"/>
              <w:ind w:left="102" w:right="85" w:hanging="11"/>
              <w:jc w:val="center"/>
              <w:rPr>
                <w:noProof/>
                <w:sz w:val="19"/>
                <w:szCs w:val="19"/>
                <w:lang w:val="ru-RU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Заявляю, что я был проинформирован о факте обработки моих данных, в частности о цели и правовой основе обработки данных, лице, наделённым правом на обработку данных, о сроке обработки данных, а также о том, кому могут стать известны эти данные.</w:t>
            </w:r>
          </w:p>
          <w:p w14:paraId="3559CD41" w14:textId="7B498BD9" w:rsidR="007C5F72" w:rsidRPr="00E97E1C" w:rsidRDefault="0066525F" w:rsidP="0034156F">
            <w:pPr>
              <w:ind w:left="221" w:right="169"/>
              <w:jc w:val="center"/>
              <w:rPr>
                <w:b/>
                <w:noProof/>
                <w:sz w:val="19"/>
                <w:szCs w:val="19"/>
                <w:u w:val="single"/>
                <w:lang w:val="ru-RU"/>
              </w:rPr>
            </w:pPr>
            <w:r>
              <w:rPr>
                <w:b/>
                <w:bCs/>
                <w:noProof/>
                <w:sz w:val="19"/>
                <w:szCs w:val="19"/>
                <w:u w:val="single"/>
                <w:lang w:val="ru-RU"/>
              </w:rPr>
              <w:t>Ос</w:t>
            </w:r>
            <w:r w:rsidR="007C5F72" w:rsidRPr="00E97E1C">
              <w:rPr>
                <w:b/>
                <w:bCs/>
                <w:noProof/>
                <w:sz w:val="19"/>
                <w:szCs w:val="19"/>
                <w:u w:val="single"/>
                <w:lang w:val="ru-RU"/>
              </w:rPr>
              <w:t>ознавая свою уголовную ответственность, заявляю, что предоставленная мной информация соответствует действительности.</w:t>
            </w:r>
          </w:p>
          <w:p w14:paraId="70447C0D" w14:textId="77777777" w:rsidR="007C5F72" w:rsidRPr="00EE1C66" w:rsidRDefault="006C7671" w:rsidP="006563E3">
            <w:pPr>
              <w:tabs>
                <w:tab w:val="left" w:pos="6121"/>
              </w:tabs>
              <w:ind w:right="170"/>
              <w:jc w:val="center"/>
              <w:rPr>
                <w:sz w:val="19"/>
                <w:szCs w:val="19"/>
              </w:rPr>
            </w:pPr>
            <w:r w:rsidRPr="00E97E1C">
              <w:rPr>
                <w:noProof/>
                <w:sz w:val="19"/>
                <w:szCs w:val="19"/>
                <w:lang w:val="ru-RU"/>
              </w:rPr>
              <w:t>*…………………………, ……..  ……..  …….. года</w:t>
            </w:r>
            <w:r w:rsidRPr="00EE1C66">
              <w:rPr>
                <w:sz w:val="19"/>
                <w:szCs w:val="19"/>
                <w:lang w:val="ru"/>
              </w:rPr>
              <w:t xml:space="preserve"> </w:t>
            </w:r>
          </w:p>
        </w:tc>
      </w:tr>
      <w:tr w:rsidR="00256FA5" w:rsidRPr="00EE1C66" w14:paraId="00EA78AD" w14:textId="77777777" w:rsidTr="00E0368E">
        <w:trPr>
          <w:trHeight w:val="397"/>
        </w:trPr>
        <w:tc>
          <w:tcPr>
            <w:tcW w:w="0" w:type="auto"/>
            <w:tcBorders>
              <w:top w:val="nil"/>
            </w:tcBorders>
            <w:vAlign w:val="center"/>
          </w:tcPr>
          <w:p w14:paraId="5E3AFA1B" w14:textId="77777777" w:rsidR="007C5F72" w:rsidRPr="00EE1C66" w:rsidRDefault="007C5F72" w:rsidP="006563E3">
            <w:pPr>
              <w:tabs>
                <w:tab w:val="center" w:pos="5670"/>
                <w:tab w:val="left" w:pos="6121"/>
              </w:tabs>
              <w:spacing w:line="259" w:lineRule="auto"/>
              <w:ind w:right="170"/>
              <w:jc w:val="right"/>
              <w:rPr>
                <w:sz w:val="19"/>
                <w:szCs w:val="19"/>
              </w:rPr>
            </w:pPr>
            <w:r w:rsidRPr="00EE1C66">
              <w:rPr>
                <w:sz w:val="19"/>
                <w:szCs w:val="19"/>
                <w:lang w:val="ru"/>
              </w:rPr>
              <w:t>…………………………………………………..</w:t>
            </w:r>
          </w:p>
          <w:p w14:paraId="1799C36A" w14:textId="77777777" w:rsidR="007C5F72" w:rsidRPr="00EE1C66" w:rsidRDefault="007C5F72" w:rsidP="00D236AD">
            <w:pPr>
              <w:tabs>
                <w:tab w:val="center" w:pos="5670"/>
              </w:tabs>
              <w:spacing w:line="259" w:lineRule="auto"/>
              <w:jc w:val="center"/>
              <w:rPr>
                <w:sz w:val="19"/>
                <w:szCs w:val="19"/>
              </w:rPr>
            </w:pPr>
            <w:bookmarkStart w:id="3" w:name="Kapcsolattartó_/_Törvényes_képviselő_alá"/>
            <w:bookmarkEnd w:id="3"/>
            <w:r w:rsidRPr="00EE1C66">
              <w:rPr>
                <w:b/>
                <w:bCs/>
                <w:sz w:val="19"/>
                <w:szCs w:val="19"/>
                <w:lang w:val="ru"/>
              </w:rPr>
              <w:t xml:space="preserve">                                                                                                                   *Подпись контактного лица / Законного представителя</w:t>
            </w:r>
          </w:p>
        </w:tc>
      </w:tr>
    </w:tbl>
    <w:p w14:paraId="3E243D0B" w14:textId="3D294525" w:rsidR="008F5F1E" w:rsidRPr="006563E3" w:rsidRDefault="00652D57" w:rsidP="006563E3">
      <w:pPr>
        <w:spacing w:before="120" w:line="259" w:lineRule="auto"/>
        <w:ind w:left="743" w:right="748"/>
        <w:jc w:val="center"/>
        <w:rPr>
          <w:b/>
          <w:i/>
          <w:sz w:val="20"/>
          <w:szCs w:val="20"/>
        </w:rPr>
      </w:pPr>
      <w:r w:rsidRPr="006563E3">
        <w:rPr>
          <w:b/>
          <w:bCs/>
          <w:i/>
          <w:iCs/>
          <w:sz w:val="20"/>
          <w:szCs w:val="20"/>
          <w:lang w:val="ru"/>
        </w:rPr>
        <w:t>Уважаемый сотрудник по реинтеграции! Прошу, зарегистрируйте с моего согласия присланное обратно заявление контактн</w:t>
      </w:r>
      <w:r w:rsidR="0066525F">
        <w:rPr>
          <w:b/>
          <w:bCs/>
          <w:i/>
          <w:iCs/>
          <w:sz w:val="20"/>
          <w:szCs w:val="20"/>
          <w:lang w:val="ru"/>
        </w:rPr>
        <w:t>ого</w:t>
      </w:r>
      <w:r w:rsidRPr="006563E3">
        <w:rPr>
          <w:b/>
          <w:bCs/>
          <w:i/>
          <w:iCs/>
          <w:sz w:val="20"/>
          <w:szCs w:val="20"/>
          <w:lang w:val="ru"/>
        </w:rPr>
        <w:t xml:space="preserve"> лиц</w:t>
      </w:r>
      <w:r w:rsidR="0066525F">
        <w:rPr>
          <w:b/>
          <w:bCs/>
          <w:i/>
          <w:iCs/>
          <w:sz w:val="20"/>
          <w:szCs w:val="20"/>
          <w:lang w:val="ru"/>
        </w:rPr>
        <w:t>а</w:t>
      </w:r>
      <w:r w:rsidRPr="006563E3">
        <w:rPr>
          <w:b/>
          <w:bCs/>
          <w:i/>
          <w:iCs/>
          <w:sz w:val="20"/>
          <w:szCs w:val="20"/>
          <w:lang w:val="ru"/>
        </w:rPr>
        <w:t>.</w:t>
      </w:r>
    </w:p>
    <w:p w14:paraId="0F46B1AE" w14:textId="55CF42CE" w:rsidR="008F5F1E" w:rsidRPr="006563E3" w:rsidRDefault="0034156F" w:rsidP="0034156F">
      <w:pPr>
        <w:tabs>
          <w:tab w:val="left" w:pos="4956"/>
        </w:tabs>
        <w:spacing w:line="259" w:lineRule="auto"/>
        <w:ind w:right="79"/>
        <w:jc w:val="center"/>
        <w:rPr>
          <w:b/>
          <w:i/>
          <w:sz w:val="20"/>
          <w:szCs w:val="20"/>
        </w:rPr>
      </w:pPr>
      <w:bookmarkStart w:id="4" w:name="…………….,_………._év_…….._hó_…….._nap__………………"/>
      <w:bookmarkEnd w:id="4"/>
      <w:r w:rsidRPr="00E97E1C">
        <w:rPr>
          <w:noProof/>
          <w:sz w:val="19"/>
          <w:szCs w:val="19"/>
          <w:lang w:val="ru-RU"/>
        </w:rPr>
        <w:t xml:space="preserve">*…………………………, ……..  ……..  …….. </w:t>
      </w:r>
      <w:r w:rsidRPr="0034156F">
        <w:rPr>
          <w:i/>
          <w:iCs/>
          <w:noProof/>
          <w:sz w:val="19"/>
          <w:szCs w:val="19"/>
          <w:lang w:val="ru-RU"/>
        </w:rPr>
        <w:t>года</w:t>
      </w:r>
      <w:r w:rsidR="00004F3A" w:rsidRPr="006563E3">
        <w:rPr>
          <w:b/>
          <w:bCs/>
          <w:i/>
          <w:iCs/>
          <w:sz w:val="20"/>
          <w:szCs w:val="20"/>
          <w:lang w:val="ru"/>
        </w:rPr>
        <w:tab/>
      </w:r>
      <w:r w:rsidR="00004F3A" w:rsidRPr="0034156F">
        <w:rPr>
          <w:i/>
          <w:iCs/>
          <w:sz w:val="20"/>
          <w:szCs w:val="20"/>
          <w:lang w:val="ru"/>
        </w:rPr>
        <w:t>………………………………………………</w:t>
      </w:r>
    </w:p>
    <w:p w14:paraId="261B279F" w14:textId="77777777" w:rsidR="008F5F1E" w:rsidRPr="006563E3" w:rsidRDefault="00004F3A" w:rsidP="00327B03">
      <w:pPr>
        <w:ind w:left="6294"/>
        <w:rPr>
          <w:b/>
          <w:i/>
          <w:sz w:val="20"/>
          <w:szCs w:val="20"/>
        </w:rPr>
      </w:pPr>
      <w:bookmarkStart w:id="5" w:name="Fogvatartott_aláírása_/_Nyilvántartási_s"/>
      <w:bookmarkEnd w:id="5"/>
      <w:r w:rsidRPr="006563E3">
        <w:rPr>
          <w:b/>
          <w:bCs/>
          <w:i/>
          <w:iCs/>
          <w:sz w:val="20"/>
          <w:szCs w:val="20"/>
          <w:lang w:val="ru"/>
        </w:rPr>
        <w:t>Подпись заключённого / Учётный номер</w:t>
      </w:r>
    </w:p>
    <w:p w14:paraId="7ACBB635" w14:textId="77777777" w:rsidR="008F5F1E" w:rsidRPr="006563E3" w:rsidRDefault="006772BE" w:rsidP="00327B03">
      <w:pPr>
        <w:pStyle w:val="Szvegtrzs"/>
        <w:ind w:left="0"/>
        <w:rPr>
          <w:b/>
          <w:i/>
          <w:sz w:val="12"/>
          <w:szCs w:val="12"/>
        </w:rPr>
      </w:pPr>
      <w:r w:rsidRPr="006563E3">
        <w:rPr>
          <w:noProof/>
          <w:sz w:val="12"/>
          <w:szCs w:val="12"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37D6C9E9">
                <wp:simplePos x="0" y="0"/>
                <wp:positionH relativeFrom="page">
                  <wp:posOffset>341630</wp:posOffset>
                </wp:positionH>
                <wp:positionV relativeFrom="paragraph">
                  <wp:posOffset>101600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8E98F5" id="Rectangle 3" o:spid="_x0000_s1026" style="position:absolute;margin-left:26.9pt;margin-top:8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K1yRZ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77777777" w:rsidR="008F5F1E" w:rsidRPr="00E97E1C" w:rsidRDefault="00004F3A" w:rsidP="00D236AD">
      <w:pPr>
        <w:spacing w:before="98" w:line="259" w:lineRule="auto"/>
        <w:ind w:left="745" w:right="745"/>
        <w:jc w:val="center"/>
        <w:rPr>
          <w:b/>
          <w:bCs/>
          <w:spacing w:val="80"/>
        </w:rPr>
      </w:pPr>
      <w:bookmarkStart w:id="6" w:name="T_Á_J_É_K_O_Z_T_A_T_Ó"/>
      <w:bookmarkEnd w:id="6"/>
      <w:r w:rsidRPr="00E97E1C">
        <w:rPr>
          <w:b/>
          <w:bCs/>
          <w:spacing w:val="80"/>
          <w:lang w:val="ru"/>
        </w:rPr>
        <w:t>ИНФОРМАЦИЯ</w:t>
      </w:r>
    </w:p>
    <w:p w14:paraId="2371740D" w14:textId="77777777" w:rsidR="008F5F1E" w:rsidRPr="00E0368E" w:rsidRDefault="00004F3A" w:rsidP="00327B03">
      <w:pPr>
        <w:pStyle w:val="Cmsor2"/>
        <w:spacing w:after="80" w:line="259" w:lineRule="auto"/>
        <w:ind w:left="743" w:right="748"/>
        <w:rPr>
          <w:sz w:val="19"/>
          <w:szCs w:val="19"/>
          <w:lang w:val="ru-RU"/>
        </w:rPr>
      </w:pPr>
      <w:bookmarkStart w:id="7" w:name="A_büntetés-végrehajtási_szervezet_adatke"/>
      <w:bookmarkEnd w:id="7"/>
      <w:r w:rsidRPr="00EE1C66">
        <w:rPr>
          <w:sz w:val="19"/>
          <w:szCs w:val="19"/>
          <w:lang w:val="ru"/>
        </w:rPr>
        <w:t xml:space="preserve">Об обработке </w:t>
      </w:r>
      <w:r w:rsidRPr="00E0368E">
        <w:rPr>
          <w:sz w:val="19"/>
          <w:szCs w:val="19"/>
          <w:lang w:val="ru-RU"/>
        </w:rPr>
        <w:t>персональных данных в системе управления данными учреждения по исполнению наказаний</w:t>
      </w:r>
    </w:p>
    <w:p w14:paraId="527DD97C" w14:textId="530CAE20" w:rsidR="008F5F1E" w:rsidRPr="005F7D85" w:rsidRDefault="00004F3A" w:rsidP="00327B03">
      <w:pPr>
        <w:pStyle w:val="Szvegtrzs"/>
        <w:tabs>
          <w:tab w:val="left" w:pos="2350"/>
        </w:tabs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u w:val="single"/>
          <w:lang w:val="ru-RU"/>
        </w:rPr>
        <w:t>Цель обработки данных:</w:t>
      </w:r>
      <w:r w:rsidRPr="005F7D85">
        <w:rPr>
          <w:noProof/>
          <w:sz w:val="19"/>
          <w:szCs w:val="19"/>
          <w:lang w:val="ru-RU"/>
        </w:rPr>
        <w:tab/>
      </w:r>
      <w:r w:rsidR="00C376E3" w:rsidRPr="005F7D85">
        <w:rPr>
          <w:noProof/>
          <w:sz w:val="19"/>
          <w:szCs w:val="19"/>
          <w:lang w:val="ru-RU"/>
        </w:rPr>
        <w:t>Обеспечение</w:t>
      </w:r>
      <w:r w:rsidRPr="005F7D85">
        <w:rPr>
          <w:noProof/>
          <w:sz w:val="19"/>
          <w:szCs w:val="19"/>
          <w:lang w:val="ru-RU"/>
        </w:rPr>
        <w:t xml:space="preserve"> порядка и безопасности в учреждении по исполнению наказаний и установление личности контактного лица.</w:t>
      </w:r>
    </w:p>
    <w:p w14:paraId="177C8489" w14:textId="70140A84" w:rsidR="00327B03" w:rsidRPr="005F7D85" w:rsidRDefault="00004F3A" w:rsidP="00327B03">
      <w:pPr>
        <w:pStyle w:val="Szvegtrzs"/>
        <w:tabs>
          <w:tab w:val="left" w:pos="2350"/>
        </w:tabs>
        <w:ind w:left="2350" w:hanging="2124"/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u w:val="single"/>
          <w:lang w:val="ru-RU"/>
        </w:rPr>
        <w:t>Круг обрабатываемых данных:</w:t>
      </w:r>
    </w:p>
    <w:p w14:paraId="6572EFF5" w14:textId="51F76B60" w:rsidR="00652D57" w:rsidRPr="005F7D85" w:rsidRDefault="00E0368E" w:rsidP="00E0368E">
      <w:pPr>
        <w:pStyle w:val="Szvegtrzs"/>
        <w:numPr>
          <w:ilvl w:val="0"/>
          <w:numId w:val="4"/>
        </w:numPr>
        <w:tabs>
          <w:tab w:val="left" w:pos="2350"/>
        </w:tabs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ф</w:t>
      </w:r>
      <w:r w:rsidR="00004F3A" w:rsidRPr="005F7D85">
        <w:rPr>
          <w:noProof/>
          <w:sz w:val="19"/>
          <w:szCs w:val="19"/>
          <w:lang w:val="ru-RU"/>
        </w:rPr>
        <w:t xml:space="preserve">амилия и имя, место и дата рождения, имя матери, домашний адрес или почтовый адрес, номер телефона, кем приходится контактное лицо, место и дата рождения, </w:t>
      </w:r>
    </w:p>
    <w:p w14:paraId="056C869D" w14:textId="15DB5474" w:rsidR="008F5F1E" w:rsidRPr="005F7D85" w:rsidRDefault="00652D57" w:rsidP="00E0368E">
      <w:pPr>
        <w:pStyle w:val="Szvegtrzs"/>
        <w:numPr>
          <w:ilvl w:val="0"/>
          <w:numId w:val="4"/>
        </w:numPr>
        <w:tabs>
          <w:tab w:val="left" w:pos="2350"/>
        </w:tabs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e-mail адрес, идентификатор видеовызова.</w:t>
      </w:r>
    </w:p>
    <w:p w14:paraId="2451018F" w14:textId="06D13D69" w:rsidR="00327B03" w:rsidRPr="005F7D85" w:rsidRDefault="00004F3A" w:rsidP="00327B03">
      <w:pPr>
        <w:pStyle w:val="Szvegtrzs"/>
        <w:tabs>
          <w:tab w:val="left" w:pos="2350"/>
        </w:tabs>
        <w:ind w:left="2478" w:right="273" w:hanging="2252"/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u w:val="single"/>
          <w:lang w:val="ru-RU"/>
        </w:rPr>
        <w:t>Правовая основа обработки данных:</w:t>
      </w:r>
    </w:p>
    <w:p w14:paraId="2F74EB22" w14:textId="5C781BD9" w:rsidR="008F5F1E" w:rsidRPr="005F7D85" w:rsidRDefault="00EE1C66" w:rsidP="00327B03">
      <w:pPr>
        <w:pStyle w:val="Szvegtrzs"/>
        <w:numPr>
          <w:ilvl w:val="0"/>
          <w:numId w:val="2"/>
        </w:numPr>
        <w:tabs>
          <w:tab w:val="left" w:pos="2350"/>
        </w:tabs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п</w:t>
      </w:r>
      <w:r w:rsidR="00004F3A" w:rsidRPr="005F7D85">
        <w:rPr>
          <w:noProof/>
          <w:sz w:val="19"/>
          <w:szCs w:val="19"/>
          <w:lang w:val="ru-RU"/>
        </w:rPr>
        <w:t xml:space="preserve">ункт а) абзаца (1) §5 и пункт 2 §3 II-й главы закона CXII от 2011 года «О праве на информационное самоопределение и свободе информации» </w:t>
      </w:r>
    </w:p>
    <w:p w14:paraId="336D56BD" w14:textId="77777777" w:rsidR="008F5F1E" w:rsidRPr="005F7D85" w:rsidRDefault="00004F3A" w:rsidP="00327B03">
      <w:pPr>
        <w:pStyle w:val="Listaszerbekezds"/>
        <w:numPr>
          <w:ilvl w:val="0"/>
          <w:numId w:val="2"/>
        </w:numPr>
        <w:tabs>
          <w:tab w:val="left" w:pos="2469"/>
        </w:tabs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§28/A закона CVII от 1995 года «Об организации по исполнению наказаний».</w:t>
      </w:r>
    </w:p>
    <w:p w14:paraId="04A54CE8" w14:textId="4CCAB543" w:rsidR="008F5F1E" w:rsidRPr="005F7D85" w:rsidRDefault="00004F3A" w:rsidP="00327B03">
      <w:pPr>
        <w:pStyle w:val="Szvegtrzs"/>
        <w:ind w:left="227"/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u w:val="single"/>
          <w:lang w:val="ru-RU"/>
        </w:rPr>
        <w:t>Лица, имеющие право на управление данными и их обработку:</w:t>
      </w:r>
      <w:r w:rsidRPr="005F7D85">
        <w:rPr>
          <w:noProof/>
          <w:sz w:val="19"/>
          <w:szCs w:val="19"/>
          <w:lang w:val="ru-RU"/>
        </w:rPr>
        <w:t xml:space="preserve"> Лица, </w:t>
      </w:r>
      <w:r w:rsidR="006563E3" w:rsidRPr="005F7D85">
        <w:rPr>
          <w:noProof/>
          <w:sz w:val="19"/>
          <w:szCs w:val="19"/>
          <w:lang w:val="ru-RU"/>
        </w:rPr>
        <w:t>поддерживающие</w:t>
      </w:r>
      <w:r w:rsidRPr="005F7D85">
        <w:rPr>
          <w:noProof/>
          <w:sz w:val="19"/>
          <w:szCs w:val="19"/>
          <w:lang w:val="ru-RU"/>
        </w:rPr>
        <w:t xml:space="preserve"> содержани</w:t>
      </w:r>
      <w:r w:rsidR="006563E3" w:rsidRPr="005F7D85">
        <w:rPr>
          <w:noProof/>
          <w:sz w:val="19"/>
          <w:szCs w:val="19"/>
          <w:lang w:val="ru-RU"/>
        </w:rPr>
        <w:t>е</w:t>
      </w:r>
      <w:r w:rsidRPr="005F7D85">
        <w:rPr>
          <w:noProof/>
          <w:sz w:val="19"/>
          <w:szCs w:val="19"/>
          <w:lang w:val="ru-RU"/>
        </w:rPr>
        <w:t xml:space="preserve"> под стражей, назначенные комендантом учреждения по исполнению наказания.</w:t>
      </w:r>
    </w:p>
    <w:p w14:paraId="54841541" w14:textId="77777777" w:rsidR="008F5F1E" w:rsidRPr="005F7D85" w:rsidRDefault="00004F3A" w:rsidP="00D236AD">
      <w:pPr>
        <w:pStyle w:val="Szvegtrzs"/>
        <w:ind w:left="227" w:right="2909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u w:val="single"/>
          <w:lang w:val="ru-RU"/>
        </w:rPr>
        <w:t>Продолжительность управления данными:</w:t>
      </w:r>
      <w:r w:rsidRPr="005F7D85">
        <w:rPr>
          <w:noProof/>
          <w:sz w:val="19"/>
          <w:szCs w:val="19"/>
          <w:lang w:val="ru-RU"/>
        </w:rPr>
        <w:t xml:space="preserve"> Период времени с начала содержания заключённого под стражей до его освобождения. </w:t>
      </w:r>
      <w:r w:rsidRPr="005F7D85">
        <w:rPr>
          <w:noProof/>
          <w:sz w:val="19"/>
          <w:szCs w:val="19"/>
          <w:u w:val="single"/>
          <w:lang w:val="ru-RU"/>
        </w:rPr>
        <w:t>Эти данные могут быть известны следующим лицам:</w:t>
      </w:r>
    </w:p>
    <w:p w14:paraId="6A30488F" w14:textId="79BEE349" w:rsidR="008F5F1E" w:rsidRPr="005F7D85" w:rsidRDefault="00004F3A" w:rsidP="00327B03">
      <w:pPr>
        <w:pStyle w:val="Listaszerbekezds"/>
        <w:numPr>
          <w:ilvl w:val="0"/>
          <w:numId w:val="3"/>
        </w:numPr>
        <w:tabs>
          <w:tab w:val="left" w:pos="2474"/>
        </w:tabs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комендант учреждения по исполнению наказаний, где содержится заключённый, и его заместитель,</w:t>
      </w:r>
    </w:p>
    <w:p w14:paraId="595C9002" w14:textId="5E8DDD02" w:rsidR="008F5F1E" w:rsidRPr="005F7D85" w:rsidRDefault="00004F3A" w:rsidP="00327B03">
      <w:pPr>
        <w:pStyle w:val="Listaszerbekezds"/>
        <w:numPr>
          <w:ilvl w:val="0"/>
          <w:numId w:val="3"/>
        </w:numPr>
        <w:tabs>
          <w:tab w:val="left" w:pos="2474"/>
        </w:tabs>
        <w:ind w:right="227" w:hanging="357"/>
        <w:jc w:val="both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 xml:space="preserve">лица, осуществляющие подготовку, управление и контроль возможностей для поддержания контактов, указанных в действующем законодательстве, изданном для исполнения наказаний, распоряжений, определенных принудительных мер и задержания за правонарушения. </w:t>
      </w:r>
    </w:p>
    <w:p w14:paraId="4F0D7272" w14:textId="0E62EE18" w:rsidR="008F5F1E" w:rsidRPr="005F7D85" w:rsidRDefault="00004F3A" w:rsidP="00327B03">
      <w:pPr>
        <w:ind w:left="227"/>
        <w:jc w:val="both"/>
        <w:rPr>
          <w:b/>
          <w:noProof/>
          <w:sz w:val="19"/>
          <w:szCs w:val="19"/>
          <w:lang w:val="ru-RU"/>
        </w:rPr>
      </w:pPr>
      <w:r w:rsidRPr="005F7D85">
        <w:rPr>
          <w:b/>
          <w:bCs/>
          <w:noProof/>
          <w:sz w:val="19"/>
          <w:szCs w:val="19"/>
          <w:u w:val="single"/>
          <w:lang w:val="ru-RU"/>
        </w:rPr>
        <w:t xml:space="preserve">Обращаю внимание на то, что </w:t>
      </w:r>
      <w:r w:rsidR="00B63FAA" w:rsidRPr="005F7D85">
        <w:rPr>
          <w:b/>
          <w:bCs/>
          <w:noProof/>
          <w:sz w:val="19"/>
          <w:szCs w:val="19"/>
          <w:u w:val="single"/>
          <w:lang w:val="ru-RU"/>
        </w:rPr>
        <w:t>присланные</w:t>
      </w:r>
      <w:r w:rsidRPr="005F7D85">
        <w:rPr>
          <w:b/>
          <w:bCs/>
          <w:noProof/>
          <w:sz w:val="19"/>
          <w:szCs w:val="19"/>
          <w:u w:val="single"/>
          <w:lang w:val="ru-RU"/>
        </w:rPr>
        <w:t xml:space="preserve"> назад данные, необходимые для поддержания контакта (имя, адрес, номер телефона), задержанный может знать и использовать. Заполнение полей, помеченных *, является обязательным. Если </w:t>
      </w:r>
      <w:r w:rsidR="00B63FAA" w:rsidRPr="005F7D85">
        <w:rPr>
          <w:b/>
          <w:bCs/>
          <w:noProof/>
          <w:sz w:val="19"/>
          <w:szCs w:val="19"/>
          <w:u w:val="single"/>
          <w:lang w:val="ru-RU"/>
        </w:rPr>
        <w:t>В</w:t>
      </w:r>
      <w:r w:rsidRPr="005F7D85">
        <w:rPr>
          <w:b/>
          <w:bCs/>
          <w:noProof/>
          <w:sz w:val="19"/>
          <w:szCs w:val="19"/>
          <w:u w:val="single"/>
          <w:lang w:val="ru-RU"/>
        </w:rPr>
        <w:t xml:space="preserve">ы хотите поддерживать связь с </w:t>
      </w:r>
      <w:r w:rsidR="00B63FAA" w:rsidRPr="005F7D85">
        <w:rPr>
          <w:b/>
          <w:bCs/>
          <w:noProof/>
          <w:sz w:val="19"/>
          <w:szCs w:val="19"/>
          <w:u w:val="single"/>
          <w:lang w:val="ru-RU"/>
        </w:rPr>
        <w:t>заключённым</w:t>
      </w:r>
      <w:r w:rsidRPr="005F7D85">
        <w:rPr>
          <w:b/>
          <w:bCs/>
          <w:noProof/>
          <w:sz w:val="19"/>
          <w:szCs w:val="19"/>
          <w:u w:val="single"/>
          <w:lang w:val="ru-RU"/>
        </w:rPr>
        <w:t xml:space="preserve"> по электронной почте или по видеосвязи, </w:t>
      </w:r>
      <w:r w:rsidR="00B63FAA" w:rsidRPr="005F7D85">
        <w:rPr>
          <w:b/>
          <w:bCs/>
          <w:noProof/>
          <w:sz w:val="19"/>
          <w:szCs w:val="19"/>
          <w:u w:val="single"/>
          <w:lang w:val="ru-RU"/>
        </w:rPr>
        <w:t>нужно</w:t>
      </w:r>
      <w:r w:rsidRPr="005F7D85">
        <w:rPr>
          <w:b/>
          <w:bCs/>
          <w:noProof/>
          <w:sz w:val="19"/>
          <w:szCs w:val="19"/>
          <w:u w:val="single"/>
          <w:lang w:val="ru-RU"/>
        </w:rPr>
        <w:t xml:space="preserve"> также заполнить поле, помеченное #!!</w:t>
      </w:r>
    </w:p>
    <w:p w14:paraId="51EC5176" w14:textId="5D05FCCE" w:rsidR="008F5F1E" w:rsidRPr="005F7D85" w:rsidRDefault="00004F3A" w:rsidP="00EE1C66">
      <w:pPr>
        <w:pStyle w:val="Szvegtrzs"/>
        <w:rPr>
          <w:noProof/>
          <w:sz w:val="19"/>
          <w:szCs w:val="19"/>
          <w:lang w:val="ru-RU"/>
        </w:rPr>
      </w:pPr>
      <w:r w:rsidRPr="005F7D85">
        <w:rPr>
          <w:noProof/>
          <w:sz w:val="19"/>
          <w:szCs w:val="19"/>
          <w:lang w:val="ru-RU"/>
        </w:rPr>
        <w:t>Информирую Вас о том, что в любое время в течение периода управления данными Вы можете запросить удаление и исправление ваших зарегистрированных данных.</w:t>
      </w:r>
    </w:p>
    <w:p w14:paraId="71FDF1BB" w14:textId="284F7F4A" w:rsidR="008F5F1E" w:rsidRPr="00EE1C66" w:rsidRDefault="00E0368E" w:rsidP="00EE1C66">
      <w:pPr>
        <w:pStyle w:val="Szvegtrzs"/>
        <w:ind w:left="227"/>
        <w:jc w:val="both"/>
        <w:rPr>
          <w:sz w:val="19"/>
          <w:szCs w:val="19"/>
        </w:rPr>
      </w:pPr>
      <w:r w:rsidRPr="005F7D85">
        <w:rPr>
          <w:noProof/>
          <w:sz w:val="19"/>
          <w:szCs w:val="19"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40730C29">
                <wp:simplePos x="0" y="0"/>
                <wp:positionH relativeFrom="page">
                  <wp:posOffset>285750</wp:posOffset>
                </wp:positionH>
                <wp:positionV relativeFrom="paragraph">
                  <wp:posOffset>1106170</wp:posOffset>
                </wp:positionV>
                <wp:extent cx="7153275" cy="339090"/>
                <wp:effectExtent l="0" t="0" r="28575" b="2286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3582FC01" w:rsidR="00B63155" w:rsidRDefault="0034156F" w:rsidP="00E0368E">
                            <w:pPr>
                              <w:spacing w:before="18"/>
                              <w:ind w:left="561" w:right="561"/>
                              <w:jc w:val="center"/>
                              <w:rPr>
                                <w:b/>
                              </w:rPr>
                            </w:pPr>
                            <w:r w:rsidRPr="0034156F">
                              <w:rPr>
                                <w:b/>
                                <w:bCs/>
                                <w:lang w:val="ru"/>
                              </w:rPr>
                              <w:t>Пересылка посылок возможна также только после регистрации</w:t>
                            </w:r>
                            <w:r w:rsidR="00B63155">
                              <w:rPr>
                                <w:b/>
                                <w:bCs/>
                                <w:lang w:val="ru"/>
                              </w:rPr>
                              <w:t>!</w:t>
                            </w:r>
                          </w:p>
                          <w:p w14:paraId="096603E9" w14:textId="77777777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ru"/>
                              </w:rPr>
                              <w:t>ПОСЫЛКИ ОТ НЕЗАРЕГИСТРИРОВАННОГО ЛИЦА ПЕРЕДАВАТЬСЯ НЕ БУДУТ!!!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5pt;margin-top:87.1pt;width:563.25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" filled="f" strokeweight=".16936mm">
                <v:textbox inset="0,0,0,0">
                  <w:txbxContent>
                    <w:p w14:paraId="284565FB" w14:textId="3582FC01" w:rsidR="00B63155" w:rsidRDefault="0034156F" w:rsidP="00E0368E">
                      <w:pPr>
                        <w:spacing w:before="18"/>
                        <w:ind w:left="561" w:right="561"/>
                        <w:jc w:val="center"/>
                        <w:rPr>
                          <w:b/>
                        </w:rPr>
                      </w:pPr>
                      <w:r w:rsidRPr="0034156F">
                        <w:rPr>
                          <w:b/>
                          <w:bCs/>
                          <w:lang w:val="ru"/>
                        </w:rPr>
                        <w:t>Пересылка посылок возможна также только после регистрации</w:t>
                      </w:r>
                      <w:r w:rsidR="00B63155">
                        <w:rPr>
                          <w:b/>
                          <w:bCs/>
                          <w:lang w:val="ru"/>
                        </w:rPr>
                        <w:t>!</w:t>
                      </w:r>
                    </w:p>
                    <w:p w14:paraId="096603E9" w14:textId="77777777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lang w:val="ru"/>
                        </w:rPr>
                        <w:t>ПОСЫЛКИ ОТ НЕЗАРЕГИСТРИРОВАННОГО ЛИЦА ПЕРЕДАВАТЬСЯ НЕ БУДУТ!!!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04F3A" w:rsidRPr="005F7D85">
        <w:rPr>
          <w:noProof/>
          <w:sz w:val="19"/>
          <w:szCs w:val="19"/>
          <w:lang w:val="ru-RU"/>
        </w:rPr>
        <w:t>При неправомерной обработк</w:t>
      </w:r>
      <w:r w:rsidR="00EE1C66" w:rsidRPr="005F7D85">
        <w:rPr>
          <w:noProof/>
          <w:sz w:val="19"/>
          <w:szCs w:val="19"/>
          <w:lang w:val="ru-RU"/>
        </w:rPr>
        <w:t>е</w:t>
      </w:r>
      <w:r w:rsidR="00004F3A" w:rsidRPr="005F7D85">
        <w:rPr>
          <w:noProof/>
          <w:sz w:val="19"/>
          <w:szCs w:val="19"/>
          <w:lang w:val="ru-RU"/>
        </w:rPr>
        <w:t xml:space="preserve"> Ваших данных, Вы можете подать жалобу, ходатайство в Национальное управление по защите данных и свободе информации. Если в Ваших персональных данных произошли изменения или Вы достигли совершеннолетия, Вы должны в письменной форме со</w:t>
      </w:r>
      <w:r w:rsidRPr="005F7D85">
        <w:rPr>
          <w:noProof/>
          <w:sz w:val="19"/>
          <w:szCs w:val="19"/>
          <w:lang w:val="ru-RU"/>
        </w:rPr>
        <w:t>о</w:t>
      </w:r>
      <w:r w:rsidR="00004F3A" w:rsidRPr="005F7D85">
        <w:rPr>
          <w:noProof/>
          <w:sz w:val="19"/>
          <w:szCs w:val="19"/>
          <w:lang w:val="ru-RU"/>
        </w:rPr>
        <w:t>бщить об этом в Учреждение по исполнению наказа</w:t>
      </w:r>
      <w:r w:rsidRPr="005F7D85">
        <w:rPr>
          <w:noProof/>
          <w:sz w:val="19"/>
          <w:szCs w:val="19"/>
          <w:lang w:val="ru-RU"/>
        </w:rPr>
        <w:t>ни</w:t>
      </w:r>
      <w:r w:rsidR="00004F3A" w:rsidRPr="005F7D85">
        <w:rPr>
          <w:noProof/>
          <w:sz w:val="19"/>
          <w:szCs w:val="19"/>
          <w:lang w:val="ru-RU"/>
        </w:rPr>
        <w:t xml:space="preserve">й. Обращаю Ваше внимание на то, что названный выше заключённый может воспользоваться разрешёнными формами контакта (переписка, телефонный звонок, приём посетителей, отправка посылок и денег) при условии, </w:t>
      </w:r>
      <w:r w:rsidR="00004F3A" w:rsidRPr="005F7D85">
        <w:rPr>
          <w:b/>
          <w:bCs/>
          <w:noProof/>
          <w:sz w:val="19"/>
          <w:szCs w:val="19"/>
          <w:lang w:val="ru-RU"/>
        </w:rPr>
        <w:t>что Вы послали обратно в Уч</w:t>
      </w:r>
      <w:r w:rsidR="005F7D85" w:rsidRPr="005F7D85">
        <w:rPr>
          <w:b/>
          <w:bCs/>
          <w:noProof/>
          <w:sz w:val="19"/>
          <w:szCs w:val="19"/>
          <w:lang w:val="ru-RU"/>
        </w:rPr>
        <w:t>р</w:t>
      </w:r>
      <w:r w:rsidR="00004F3A" w:rsidRPr="005F7D85">
        <w:rPr>
          <w:b/>
          <w:bCs/>
          <w:noProof/>
          <w:sz w:val="19"/>
          <w:szCs w:val="19"/>
          <w:lang w:val="ru-RU"/>
        </w:rPr>
        <w:t>еждение по исполнению наказаний подписанное Вами заявление</w:t>
      </w:r>
      <w:r w:rsidR="00004F3A" w:rsidRPr="005F7D85">
        <w:rPr>
          <w:noProof/>
          <w:sz w:val="19"/>
          <w:szCs w:val="19"/>
          <w:lang w:val="ru-RU"/>
        </w:rPr>
        <w:t xml:space="preserve">. В случае контакта с лицом, </w:t>
      </w:r>
      <w:r w:rsidR="00004F3A" w:rsidRPr="005F7D85">
        <w:rPr>
          <w:b/>
          <w:bCs/>
          <w:noProof/>
          <w:sz w:val="19"/>
          <w:szCs w:val="19"/>
          <w:lang w:val="ru-RU"/>
        </w:rPr>
        <w:t>не достигшим шестнадцатилетнего возраста</w:t>
      </w:r>
      <w:r w:rsidR="00004F3A" w:rsidRPr="005F7D85">
        <w:rPr>
          <w:noProof/>
          <w:sz w:val="19"/>
          <w:szCs w:val="19"/>
          <w:lang w:val="ru-RU"/>
        </w:rPr>
        <w:t xml:space="preserve">, требуется письменное заявление о согласии от </w:t>
      </w:r>
      <w:r w:rsidR="00004F3A" w:rsidRPr="005F7D85">
        <w:rPr>
          <w:b/>
          <w:bCs/>
          <w:noProof/>
          <w:sz w:val="19"/>
          <w:szCs w:val="19"/>
          <w:lang w:val="ru-RU"/>
        </w:rPr>
        <w:t>законного представителя</w:t>
      </w:r>
      <w:r w:rsidR="00004F3A" w:rsidRPr="005F7D85">
        <w:rPr>
          <w:noProof/>
          <w:sz w:val="19"/>
          <w:szCs w:val="19"/>
          <w:lang w:val="ru-RU"/>
        </w:rPr>
        <w:t>. При отсутствии</w:t>
      </w:r>
      <w:r w:rsidR="00004F3A" w:rsidRPr="00EE1C66">
        <w:rPr>
          <w:sz w:val="19"/>
          <w:szCs w:val="19"/>
          <w:lang w:val="ru"/>
        </w:rPr>
        <w:t xml:space="preserve"> подписанного Вами заявления Учреждение не может зарегистрировать Ваши данные.</w:t>
      </w:r>
    </w:p>
    <w:sectPr w:rsidR="008F5F1E" w:rsidRPr="00EE1C66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0F42"/>
    <w:multiLevelType w:val="hybridMultilevel"/>
    <w:tmpl w:val="1C4E5DD8"/>
    <w:lvl w:ilvl="0" w:tplc="DD86D970">
      <w:start w:val="1"/>
      <w:numFmt w:val="bullet"/>
      <w:lvlText w:val="-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31427E0E"/>
    <w:multiLevelType w:val="hybridMultilevel"/>
    <w:tmpl w:val="73FAD71C"/>
    <w:lvl w:ilvl="0" w:tplc="DD86D970">
      <w:start w:val="1"/>
      <w:numFmt w:val="bullet"/>
      <w:lvlText w:val="-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79A1580E"/>
    <w:multiLevelType w:val="hybridMultilevel"/>
    <w:tmpl w:val="AB64A3E0"/>
    <w:lvl w:ilvl="0" w:tplc="DD86D970">
      <w:start w:val="1"/>
      <w:numFmt w:val="bullet"/>
      <w:lvlText w:val="-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670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41B3A"/>
    <w:rsid w:val="000562FA"/>
    <w:rsid w:val="0008301D"/>
    <w:rsid w:val="00092EEB"/>
    <w:rsid w:val="000B30A4"/>
    <w:rsid w:val="0011569C"/>
    <w:rsid w:val="00135161"/>
    <w:rsid w:val="001B6669"/>
    <w:rsid w:val="00222AF0"/>
    <w:rsid w:val="00256FA5"/>
    <w:rsid w:val="002A3D87"/>
    <w:rsid w:val="002F4F03"/>
    <w:rsid w:val="00327B03"/>
    <w:rsid w:val="0033372D"/>
    <w:rsid w:val="0034156F"/>
    <w:rsid w:val="003734EC"/>
    <w:rsid w:val="00383D74"/>
    <w:rsid w:val="00404A73"/>
    <w:rsid w:val="004D64DB"/>
    <w:rsid w:val="005416B2"/>
    <w:rsid w:val="005533A3"/>
    <w:rsid w:val="00596DFB"/>
    <w:rsid w:val="005E682E"/>
    <w:rsid w:val="005F7D85"/>
    <w:rsid w:val="00635828"/>
    <w:rsid w:val="00652D57"/>
    <w:rsid w:val="006563E3"/>
    <w:rsid w:val="0066525F"/>
    <w:rsid w:val="00675BCC"/>
    <w:rsid w:val="006772BE"/>
    <w:rsid w:val="006C7671"/>
    <w:rsid w:val="006C7F80"/>
    <w:rsid w:val="007241DF"/>
    <w:rsid w:val="0074201F"/>
    <w:rsid w:val="00753737"/>
    <w:rsid w:val="007600F8"/>
    <w:rsid w:val="007842C0"/>
    <w:rsid w:val="007C5F72"/>
    <w:rsid w:val="007C5F79"/>
    <w:rsid w:val="0081098E"/>
    <w:rsid w:val="0087455F"/>
    <w:rsid w:val="00894EBA"/>
    <w:rsid w:val="008D6A25"/>
    <w:rsid w:val="008F5F1E"/>
    <w:rsid w:val="0099763A"/>
    <w:rsid w:val="009B571D"/>
    <w:rsid w:val="00A02B5B"/>
    <w:rsid w:val="00A1025C"/>
    <w:rsid w:val="00A327E4"/>
    <w:rsid w:val="00A32B04"/>
    <w:rsid w:val="00A35B48"/>
    <w:rsid w:val="00A60522"/>
    <w:rsid w:val="00A727F2"/>
    <w:rsid w:val="00AB087F"/>
    <w:rsid w:val="00B07738"/>
    <w:rsid w:val="00B63155"/>
    <w:rsid w:val="00B63FAA"/>
    <w:rsid w:val="00B84938"/>
    <w:rsid w:val="00C376E3"/>
    <w:rsid w:val="00C53939"/>
    <w:rsid w:val="00D236AD"/>
    <w:rsid w:val="00D435C2"/>
    <w:rsid w:val="00D513B2"/>
    <w:rsid w:val="00D844EB"/>
    <w:rsid w:val="00DB1F21"/>
    <w:rsid w:val="00DC3188"/>
    <w:rsid w:val="00E0368E"/>
    <w:rsid w:val="00E71133"/>
    <w:rsid w:val="00E86904"/>
    <w:rsid w:val="00E97E1C"/>
    <w:rsid w:val="00EA5B1E"/>
    <w:rsid w:val="00EE1C66"/>
    <w:rsid w:val="00F407C1"/>
    <w:rsid w:val="00F9235F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1</Pages>
  <Words>632</Words>
  <Characters>4365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2025-08-28T12:26:00Z</dcterms:created>
  <dcterms:modified xsi:type="dcterms:W3CDTF">2025-08-28T12:26:00Z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