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72863D76" w:rsidR="008F5F1E" w:rsidRPr="00256FA5" w:rsidRDefault="00B07738" w:rsidP="00652D57">
      <w:pPr>
        <w:tabs>
          <w:tab w:val="left" w:pos="946"/>
          <w:tab w:val="left" w:pos="5891"/>
          <w:tab w:val="left" w:pos="8016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b/>
          <w:sz w:val="20"/>
        </w:rPr>
        <w:tab/>
      </w:r>
      <w:r w:rsidR="00004F3A" w:rsidRPr="00256FA5">
        <w:rPr>
          <w:b/>
          <w:sz w:val="20"/>
        </w:rPr>
        <w:tab/>
      </w:r>
      <w:r w:rsidR="004D38D6">
        <w:rPr>
          <w:color w:val="000000" w:themeColor="text1"/>
          <w:sz w:val="20"/>
          <w:vertAlign w:val="superscript"/>
          <w:lang w:val="uk-UA"/>
        </w:rPr>
        <w:t>На підставі</w:t>
      </w:r>
      <w:r w:rsidR="00004F3A" w:rsidRPr="007C5F79">
        <w:rPr>
          <w:color w:val="000000" w:themeColor="text1"/>
          <w:spacing w:val="22"/>
          <w:sz w:val="20"/>
          <w:vertAlign w:val="superscript"/>
        </w:rPr>
        <w:t xml:space="preserve"> </w:t>
      </w:r>
      <w:r w:rsidR="004D38D6" w:rsidRPr="00B07738">
        <w:rPr>
          <w:sz w:val="20"/>
          <w:vertAlign w:val="superscript"/>
        </w:rPr>
        <w:t>d)</w:t>
      </w:r>
      <w:r w:rsidR="004D38D6" w:rsidRPr="00B07738">
        <w:rPr>
          <w:spacing w:val="-31"/>
          <w:sz w:val="20"/>
          <w:vertAlign w:val="superscript"/>
        </w:rPr>
        <w:t xml:space="preserve"> </w:t>
      </w:r>
      <w:r w:rsidR="004D38D6" w:rsidRPr="00B07738">
        <w:rPr>
          <w:sz w:val="20"/>
          <w:vertAlign w:val="superscript"/>
        </w:rPr>
        <w:t>.</w:t>
      </w:r>
      <w:r w:rsidR="004D38D6">
        <w:rPr>
          <w:sz w:val="20"/>
          <w:vertAlign w:val="superscript"/>
          <w:lang w:val="uk-UA"/>
        </w:rPr>
        <w:t xml:space="preserve"> </w:t>
      </w:r>
      <w:r w:rsidR="004D38D6" w:rsidRPr="007C5F79">
        <w:rPr>
          <w:color w:val="000000" w:themeColor="text1"/>
          <w:spacing w:val="-30"/>
          <w:sz w:val="20"/>
          <w:vertAlign w:val="superscript"/>
        </w:rPr>
        <w:t xml:space="preserve">(     2        )   </w:t>
      </w:r>
      <w:r w:rsidR="004D38D6">
        <w:rPr>
          <w:color w:val="000000" w:themeColor="text1"/>
          <w:spacing w:val="-30"/>
          <w:sz w:val="20"/>
          <w:vertAlign w:val="superscript"/>
          <w:lang w:val="uk-UA"/>
        </w:rPr>
        <w:t xml:space="preserve">  </w:t>
      </w:r>
      <w:r w:rsidR="004D38D6" w:rsidRPr="007C5F79">
        <w:rPr>
          <w:color w:val="000000" w:themeColor="text1"/>
          <w:spacing w:val="-30"/>
          <w:sz w:val="20"/>
          <w:vertAlign w:val="superscript"/>
        </w:rPr>
        <w:t xml:space="preserve"> </w:t>
      </w:r>
      <w:r w:rsidR="004D38D6">
        <w:rPr>
          <w:color w:val="000000" w:themeColor="text1"/>
          <w:spacing w:val="-31"/>
          <w:sz w:val="20"/>
          <w:vertAlign w:val="superscript"/>
          <w:lang w:val="uk-UA"/>
        </w:rPr>
        <w:t xml:space="preserve">            3</w:t>
      </w:r>
      <w:r w:rsidRPr="007C5F79">
        <w:rPr>
          <w:color w:val="000000" w:themeColor="text1"/>
          <w:spacing w:val="-31"/>
          <w:sz w:val="20"/>
          <w:vertAlign w:val="superscript"/>
        </w:rPr>
        <w:t xml:space="preserve"> </w:t>
      </w:r>
      <w:r w:rsidRPr="007C5F79">
        <w:rPr>
          <w:color w:val="000000" w:themeColor="text1"/>
          <w:spacing w:val="-29"/>
          <w:sz w:val="20"/>
          <w:vertAlign w:val="superscript"/>
        </w:rPr>
        <w:t xml:space="preserve"> </w:t>
      </w:r>
      <w:r w:rsidR="004D38D6">
        <w:rPr>
          <w:color w:val="000000" w:themeColor="text1"/>
          <w:spacing w:val="-29"/>
          <w:sz w:val="20"/>
          <w:vertAlign w:val="superscript"/>
          <w:lang w:val="uk-UA"/>
        </w:rPr>
        <w:t xml:space="preserve">     </w:t>
      </w:r>
      <w:r w:rsidRPr="007C5F79">
        <w:rPr>
          <w:color w:val="000000" w:themeColor="text1"/>
          <w:spacing w:val="-29"/>
          <w:sz w:val="20"/>
          <w:vertAlign w:val="superscript"/>
        </w:rPr>
        <w:t xml:space="preserve">9 </w:t>
      </w:r>
      <w:r w:rsidR="00004F3A" w:rsidRPr="007C5F79">
        <w:rPr>
          <w:color w:val="000000" w:themeColor="text1"/>
          <w:spacing w:val="-29"/>
          <w:sz w:val="20"/>
          <w:vertAlign w:val="superscript"/>
        </w:rPr>
        <w:t xml:space="preserve"> </w:t>
      </w:r>
      <w:r w:rsidRPr="007C5F79">
        <w:rPr>
          <w:color w:val="000000" w:themeColor="text1"/>
          <w:spacing w:val="-29"/>
          <w:sz w:val="20"/>
          <w:vertAlign w:val="superscript"/>
        </w:rPr>
        <w:t xml:space="preserve">.      </w:t>
      </w:r>
      <w:r w:rsidR="00004F3A" w:rsidRPr="007C5F79">
        <w:rPr>
          <w:color w:val="000000" w:themeColor="text1"/>
          <w:sz w:val="20"/>
          <w:vertAlign w:val="superscript"/>
        </w:rPr>
        <w:t>§</w:t>
      </w:r>
      <w:r w:rsidR="00004F3A" w:rsidRPr="007C5F79">
        <w:rPr>
          <w:color w:val="000000" w:themeColor="text1"/>
          <w:spacing w:val="-31"/>
          <w:sz w:val="20"/>
          <w:vertAlign w:val="superscript"/>
        </w:rPr>
        <w:t xml:space="preserve"> </w:t>
      </w:r>
      <w:r w:rsidR="00004F3A" w:rsidRPr="007C5F79">
        <w:rPr>
          <w:color w:val="000000" w:themeColor="text1"/>
          <w:sz w:val="20"/>
          <w:vertAlign w:val="superscript"/>
        </w:rPr>
        <w:t>.</w:t>
      </w:r>
      <w:r w:rsidR="00004F3A" w:rsidRPr="007C5F79">
        <w:rPr>
          <w:color w:val="000000" w:themeColor="text1"/>
          <w:spacing w:val="-30"/>
          <w:sz w:val="20"/>
          <w:vertAlign w:val="superscript"/>
        </w:rPr>
        <w:t xml:space="preserve"> </w:t>
      </w:r>
      <w:r w:rsidRPr="007C5F79">
        <w:rPr>
          <w:color w:val="000000" w:themeColor="text1"/>
          <w:spacing w:val="-30"/>
          <w:sz w:val="20"/>
          <w:vertAlign w:val="superscript"/>
        </w:rPr>
        <w:t xml:space="preserve"> </w:t>
      </w:r>
      <w:r w:rsidR="004D38D6">
        <w:rPr>
          <w:color w:val="000000" w:themeColor="text1"/>
          <w:spacing w:val="-30"/>
          <w:sz w:val="20"/>
          <w:vertAlign w:val="superscript"/>
          <w:lang w:val="uk-UA"/>
        </w:rPr>
        <w:t>КП.</w:t>
      </w:r>
      <w:r w:rsidR="00004F3A" w:rsidRPr="00B07738">
        <w:rPr>
          <w:spacing w:val="-28"/>
          <w:sz w:val="20"/>
          <w:vertAlign w:val="superscript"/>
        </w:rPr>
        <w:t xml:space="preserve"> </w:t>
      </w:r>
      <w:r w:rsidR="00004F3A" w:rsidRPr="00B07738">
        <w:rPr>
          <w:position w:val="7"/>
          <w:sz w:val="10"/>
          <w:vertAlign w:val="superscript"/>
        </w:rPr>
        <w:t>.</w:t>
      </w:r>
      <w:r w:rsidR="00004F3A" w:rsidRPr="00256FA5">
        <w:rPr>
          <w:position w:val="7"/>
          <w:sz w:val="10"/>
        </w:rPr>
        <w:tab/>
      </w:r>
      <w:r w:rsidR="004D38D6">
        <w:rPr>
          <w:i/>
          <w:sz w:val="20"/>
          <w:lang w:val="uk-UA"/>
        </w:rPr>
        <w:t>Зареєстрував</w:t>
      </w:r>
      <w:r w:rsidR="00004F3A" w:rsidRPr="00256FA5">
        <w:rPr>
          <w:i/>
          <w:sz w:val="20"/>
        </w:rPr>
        <w:t>: ………. - …….. -</w:t>
      </w:r>
      <w:r w:rsidR="00004F3A" w:rsidRPr="00256FA5">
        <w:rPr>
          <w:i/>
          <w:spacing w:val="-2"/>
          <w:sz w:val="20"/>
        </w:rPr>
        <w:t xml:space="preserve"> </w:t>
      </w:r>
      <w:r w:rsidR="00004F3A" w:rsidRPr="00256FA5">
        <w:rPr>
          <w:i/>
          <w:sz w:val="20"/>
        </w:rPr>
        <w:t>……..</w:t>
      </w:r>
    </w:p>
    <w:p w14:paraId="508E20AA" w14:textId="5B60080F" w:rsidR="008F5F1E" w:rsidRPr="00256FA5" w:rsidRDefault="004D38D6" w:rsidP="004D38D6">
      <w:pPr>
        <w:spacing w:before="97"/>
        <w:ind w:left="3969"/>
        <w:rPr>
          <w:sz w:val="13"/>
        </w:rPr>
      </w:pPr>
      <w:bookmarkStart w:id="1" w:name="Rendelkezési_jogkör_gyakorlójának_engedé"/>
      <w:bookmarkEnd w:id="1"/>
      <w:r w:rsidRPr="004D38D6">
        <w:rPr>
          <w:sz w:val="13"/>
        </w:rPr>
        <w:t>На підставі дозволу особи, яка здійснює повноваження розпоряджатися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2B963318" w:rsidR="008F5F1E" w:rsidRPr="004D38D6" w:rsidRDefault="004D38D6" w:rsidP="00D54F66">
      <w:pPr>
        <w:pStyle w:val="Cmsor1"/>
        <w:spacing w:before="225"/>
        <w:ind w:left="4211" w:firstLine="467"/>
        <w:rPr>
          <w:lang w:val="uk-UA"/>
        </w:rPr>
      </w:pPr>
      <w:bookmarkStart w:id="2" w:name="N_Y_I_L_A_T_K_O_Z_A_T"/>
      <w:bookmarkEnd w:id="2"/>
      <w:r>
        <w:rPr>
          <w:lang w:val="uk-UA"/>
        </w:rPr>
        <w:lastRenderedPageBreak/>
        <w:t>З</w:t>
      </w:r>
      <w:r w:rsidR="00D54F66">
        <w:rPr>
          <w:lang w:val="uk-UA"/>
        </w:rPr>
        <w:t xml:space="preserve"> </w:t>
      </w:r>
      <w:r>
        <w:rPr>
          <w:lang w:val="uk-UA"/>
        </w:rPr>
        <w:t>А</w:t>
      </w:r>
      <w:r w:rsidR="00D54F66">
        <w:rPr>
          <w:lang w:val="uk-UA"/>
        </w:rPr>
        <w:t xml:space="preserve"> </w:t>
      </w:r>
      <w:r>
        <w:rPr>
          <w:lang w:val="uk-UA"/>
        </w:rPr>
        <w:t>Я</w:t>
      </w:r>
      <w:r w:rsidR="00D54F66">
        <w:rPr>
          <w:lang w:val="uk-UA"/>
        </w:rPr>
        <w:t xml:space="preserve"> </w:t>
      </w:r>
      <w:r>
        <w:rPr>
          <w:lang w:val="uk-UA"/>
        </w:rPr>
        <w:t>В</w:t>
      </w:r>
      <w:r w:rsidR="00D54F66">
        <w:rPr>
          <w:lang w:val="uk-UA"/>
        </w:rPr>
        <w:t xml:space="preserve"> </w:t>
      </w:r>
      <w:r>
        <w:rPr>
          <w:lang w:val="uk-UA"/>
        </w:rPr>
        <w:t>А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 w:rsidRPr="00256FA5">
        <w:br w:type="column"/>
      </w:r>
      <w:r w:rsidRPr="00256FA5"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333DDC66" w:rsidR="008F5F1E" w:rsidRPr="00256FA5" w:rsidRDefault="00004F3A" w:rsidP="00AF729F">
      <w:pPr>
        <w:tabs>
          <w:tab w:val="left" w:pos="9715"/>
        </w:tabs>
        <w:spacing w:line="113" w:lineRule="exact"/>
        <w:ind w:left="6599" w:firstLine="489"/>
        <w:rPr>
          <w:rFonts w:ascii="Wingdings" w:hAnsi="Wingdings"/>
          <w:sz w:val="10"/>
        </w:rPr>
      </w:pPr>
      <w:r w:rsidRPr="00256FA5">
        <w:rPr>
          <w:rFonts w:ascii="Wingdings" w:hAnsi="Wingdings"/>
          <w:sz w:val="10"/>
        </w:rPr>
        <w:lastRenderedPageBreak/>
        <w:t></w:t>
      </w:r>
      <w:r w:rsidRPr="00256FA5">
        <w:rPr>
          <w:sz w:val="10"/>
        </w:rPr>
        <w:t xml:space="preserve"> </w:t>
      </w:r>
      <w:r w:rsidRPr="00256FA5">
        <w:rPr>
          <w:spacing w:val="13"/>
          <w:sz w:val="10"/>
        </w:rPr>
        <w:t xml:space="preserve"> </w:t>
      </w:r>
      <w:r w:rsidR="00AF729F" w:rsidRPr="00AF729F">
        <w:rPr>
          <w:sz w:val="10"/>
        </w:rPr>
        <w:t>Ім'я ув'язненого</w:t>
      </w:r>
      <w:r w:rsidRPr="00256FA5">
        <w:rPr>
          <w:sz w:val="10"/>
        </w:rPr>
        <w:t xml:space="preserve"> </w:t>
      </w:r>
      <w:r w:rsidRPr="00256FA5">
        <w:rPr>
          <w:spacing w:val="16"/>
          <w:sz w:val="10"/>
        </w:rPr>
        <w:t xml:space="preserve"> </w:t>
      </w:r>
      <w:r w:rsidRPr="00256FA5">
        <w:rPr>
          <w:rFonts w:ascii="Wingdings" w:hAnsi="Wingdings"/>
          <w:sz w:val="10"/>
        </w:rPr>
        <w:t></w:t>
      </w:r>
      <w:r w:rsidRPr="00256FA5">
        <w:rPr>
          <w:sz w:val="10"/>
        </w:rPr>
        <w:tab/>
      </w:r>
      <w:r w:rsidRPr="00256FA5">
        <w:rPr>
          <w:rFonts w:ascii="Wingdings" w:hAnsi="Wingdings"/>
          <w:sz w:val="10"/>
        </w:rPr>
        <w:t></w:t>
      </w:r>
      <w:r w:rsidRPr="00256FA5">
        <w:rPr>
          <w:spacing w:val="-6"/>
          <w:sz w:val="10"/>
        </w:rPr>
        <w:t xml:space="preserve"> </w:t>
      </w:r>
      <w:r w:rsidR="00AF729F">
        <w:rPr>
          <w:sz w:val="10"/>
          <w:lang w:val="uk-UA"/>
        </w:rPr>
        <w:t>Дата народження</w:t>
      </w:r>
      <w:r w:rsidRPr="00256FA5">
        <w:rPr>
          <w:sz w:val="10"/>
        </w:rPr>
        <w:t xml:space="preserve"> </w:t>
      </w:r>
      <w:r w:rsidRPr="00256FA5">
        <w:rPr>
          <w:rFonts w:ascii="Wingdings" w:hAnsi="Wingdings"/>
          <w:sz w:val="10"/>
        </w:rPr>
        <w:t></w:t>
      </w:r>
    </w:p>
    <w:p w14:paraId="7854D34A" w14:textId="78DDC095" w:rsidR="008F5F1E" w:rsidRPr="00256FA5" w:rsidRDefault="004D38D6" w:rsidP="00652D57">
      <w:pPr>
        <w:pStyle w:val="Szvegtrzs"/>
        <w:tabs>
          <w:tab w:val="left" w:leader="dot" w:pos="10930"/>
        </w:tabs>
        <w:ind w:left="227"/>
      </w:pPr>
      <w:r>
        <w:rPr>
          <w:rStyle w:val="rynqvb"/>
          <w:lang w:val="uk-UA"/>
        </w:rPr>
        <w:t xml:space="preserve">Я, нижчепідписаний, </w:t>
      </w:r>
      <w:r w:rsidR="00AF729F" w:rsidRPr="00AF729F">
        <w:rPr>
          <w:rStyle w:val="rynqvb"/>
          <w:lang w:val="uk-UA"/>
        </w:rPr>
        <w:t>беру до відома</w:t>
      </w:r>
      <w:r>
        <w:rPr>
          <w:rStyle w:val="rynqvb"/>
          <w:lang w:val="uk-UA"/>
        </w:rPr>
        <w:t xml:space="preserve">, </w:t>
      </w:r>
      <w:r>
        <w:rPr>
          <w:spacing w:val="-3"/>
          <w:lang w:val="uk-UA"/>
        </w:rPr>
        <w:t>що</w:t>
      </w:r>
      <w:r w:rsidR="00004F3A" w:rsidRPr="00256FA5">
        <w:rPr>
          <w:spacing w:val="-3"/>
        </w:rPr>
        <w:t xml:space="preserve"> </w:t>
      </w:r>
      <w:r w:rsidR="00AF729F">
        <w:rPr>
          <w:rStyle w:val="rynqvb"/>
          <w:lang w:val="uk-UA"/>
        </w:rPr>
        <w:t xml:space="preserve">у Пен. установі як для </w:t>
      </w:r>
      <w:r w:rsidR="00AF729F" w:rsidRPr="00AF729F">
        <w:rPr>
          <w:b/>
          <w:spacing w:val="-5"/>
          <w:sz w:val="24"/>
          <w:u w:val="thick"/>
        </w:rPr>
        <w:t>ув'язнен</w:t>
      </w:r>
      <w:r w:rsidR="00AF729F">
        <w:rPr>
          <w:b/>
          <w:spacing w:val="-5"/>
          <w:sz w:val="24"/>
          <w:u w:val="thick"/>
          <w:lang w:val="uk-UA"/>
        </w:rPr>
        <w:t>ого</w:t>
      </w:r>
      <w:r w:rsidR="00004F3A" w:rsidRPr="00256FA5">
        <w:rPr>
          <w:spacing w:val="-5"/>
        </w:rPr>
        <w:t>:</w:t>
      </w:r>
      <w:r w:rsidR="006C7671">
        <w:rPr>
          <w:spacing w:val="-5"/>
        </w:rPr>
        <w:t>*</w:t>
      </w:r>
      <w:r w:rsidR="00A60522" w:rsidRPr="00256FA5">
        <w:rPr>
          <w:spacing w:val="-4"/>
        </w:rPr>
        <w:t>……………………………</w:t>
      </w:r>
      <w:r w:rsidR="00004F3A" w:rsidRPr="00256FA5">
        <w:rPr>
          <w:spacing w:val="-4"/>
        </w:rPr>
        <w:t>……..</w:t>
      </w:r>
      <w:r w:rsidR="00004F3A" w:rsidRPr="00256FA5">
        <w:rPr>
          <w:spacing w:val="-5"/>
        </w:rPr>
        <w:t xml:space="preserve"> </w:t>
      </w:r>
      <w:r w:rsidR="00004F3A" w:rsidRPr="00256FA5">
        <w:t>-</w:t>
      </w:r>
      <w:r w:rsidR="006C7671">
        <w:t>*</w:t>
      </w:r>
      <w:r w:rsidR="00652D57">
        <w:t>…………...….</w:t>
      </w:r>
      <w:r w:rsidR="00004F3A" w:rsidRPr="00256FA5">
        <w:t>,</w:t>
      </w:r>
    </w:p>
    <w:p w14:paraId="693AC846" w14:textId="1B20EA21" w:rsidR="008F5F1E" w:rsidRPr="00256FA5" w:rsidRDefault="00AF729F" w:rsidP="00652D57">
      <w:pPr>
        <w:pStyle w:val="Szvegtrzs"/>
        <w:ind w:left="227"/>
        <w:rPr>
          <w:spacing w:val="-4"/>
        </w:rPr>
      </w:pPr>
      <w:r>
        <w:rPr>
          <w:rStyle w:val="rynqvb"/>
          <w:lang w:val="uk-UA"/>
        </w:rPr>
        <w:t>у якості контактної особи</w:t>
      </w:r>
      <w:r w:rsidR="004D38D6">
        <w:rPr>
          <w:rStyle w:val="rynqvb"/>
          <w:lang w:val="uk-UA"/>
        </w:rPr>
        <w:t>, мої персональні дані, зазначені нижче, будуть оброблятися установою виконання покарань протягом періоду в</w:t>
      </w:r>
      <w:r>
        <w:rPr>
          <w:rStyle w:val="rynqvb"/>
          <w:lang w:val="uk-UA"/>
        </w:rPr>
        <w:t>казан</w:t>
      </w:r>
      <w:r w:rsidR="004D38D6">
        <w:rPr>
          <w:rStyle w:val="rynqvb"/>
          <w:lang w:val="uk-UA"/>
        </w:rPr>
        <w:t xml:space="preserve">ого </w:t>
      </w:r>
      <w:r w:rsidRPr="00AF729F">
        <w:rPr>
          <w:rStyle w:val="rynqvb"/>
          <w:lang w:val="uk-UA"/>
        </w:rPr>
        <w:t>ув'язненого</w:t>
      </w:r>
      <w:r w:rsidR="004D38D6">
        <w:rPr>
          <w:rStyle w:val="rynqvb"/>
          <w:lang w:val="uk-UA"/>
        </w:rPr>
        <w:t xml:space="preserve"> під вартою</w:t>
      </w:r>
      <w:r w:rsidR="00383D74">
        <w:rPr>
          <w:spacing w:val="-4"/>
        </w:rPr>
        <w:t xml:space="preserve">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4C59BAAA" w:rsidR="00652D57" w:rsidRDefault="00AF729F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 w:rsidRPr="00AF729F">
              <w:rPr>
                <w:b/>
                <w:sz w:val="20"/>
              </w:rPr>
              <w:t>Контактна інформація</w:t>
            </w:r>
            <w:r w:rsidR="007C5F72" w:rsidRPr="00256FA5">
              <w:rPr>
                <w:b/>
                <w:sz w:val="20"/>
              </w:rPr>
              <w:t>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 w:rsidRPr="00256FA5">
              <w:rPr>
                <w:b/>
                <w:sz w:val="20"/>
              </w:rPr>
              <w:tab/>
            </w:r>
          </w:p>
          <w:p w14:paraId="2BC72780" w14:textId="52238634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</w:t>
            </w:r>
            <w:r w:rsidR="00AF729F">
              <w:t xml:space="preserve"> </w:t>
            </w:r>
            <w:r w:rsidR="00AF729F" w:rsidRPr="00AF729F">
              <w:rPr>
                <w:sz w:val="20"/>
              </w:rPr>
              <w:t>Повне ім'я</w:t>
            </w:r>
            <w:r w:rsidR="007C5F72" w:rsidRPr="00256FA5">
              <w:rPr>
                <w:sz w:val="20"/>
              </w:rPr>
              <w:t>:………</w:t>
            </w:r>
            <w:r w:rsidR="00A60522" w:rsidRPr="00256FA5">
              <w:rPr>
                <w:sz w:val="20"/>
              </w:rPr>
              <w:t>…………………………………………………………………………………………………………..</w:t>
            </w:r>
            <w:r w:rsidR="007C5F72" w:rsidRPr="00256FA5">
              <w:rPr>
                <w:sz w:val="20"/>
              </w:rPr>
              <w:t>………………</w:t>
            </w:r>
          </w:p>
          <w:p w14:paraId="1243130C" w14:textId="3FF9D76A" w:rsidR="007C5F72" w:rsidRPr="00256FA5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</w:t>
            </w:r>
            <w:r w:rsidR="00AF729F">
              <w:t xml:space="preserve"> </w:t>
            </w:r>
            <w:r w:rsidR="00AF729F" w:rsidRPr="00AF729F">
              <w:rPr>
                <w:sz w:val="20"/>
              </w:rPr>
              <w:t xml:space="preserve">Місце та </w:t>
            </w:r>
            <w:r w:rsidR="00AF729F">
              <w:rPr>
                <w:sz w:val="20"/>
                <w:lang w:val="uk-UA"/>
              </w:rPr>
              <w:t>дата</w:t>
            </w:r>
            <w:r w:rsidR="00AF729F" w:rsidRPr="00AF729F">
              <w:rPr>
                <w:sz w:val="20"/>
              </w:rPr>
              <w:t xml:space="preserve"> народження</w:t>
            </w:r>
            <w:r w:rsidR="00652D57">
              <w:rPr>
                <w:sz w:val="20"/>
              </w:rPr>
              <w:t xml:space="preserve">: …………………………………………….. </w:t>
            </w:r>
            <w:r w:rsidR="00AF729F" w:rsidRPr="00AF729F">
              <w:rPr>
                <w:sz w:val="20"/>
              </w:rPr>
              <w:t>Ім'я матері</w:t>
            </w:r>
            <w:r w:rsidR="00652D57">
              <w:rPr>
                <w:sz w:val="20"/>
              </w:rPr>
              <w:t>: …………………………………………………….</w:t>
            </w:r>
            <w:r w:rsidR="007C5F72" w:rsidRPr="00256FA5">
              <w:rPr>
                <w:sz w:val="20"/>
              </w:rPr>
              <w:t xml:space="preserve"> </w:t>
            </w:r>
          </w:p>
          <w:p w14:paraId="323E7A05" w14:textId="724F12EE" w:rsidR="007C5F72" w:rsidRPr="00256FA5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</w:t>
            </w:r>
            <w:r w:rsidR="00AF729F">
              <w:t xml:space="preserve"> </w:t>
            </w:r>
            <w:r w:rsidR="00AF729F" w:rsidRPr="00AF729F">
              <w:rPr>
                <w:sz w:val="20"/>
              </w:rPr>
              <w:t>Зареєстрована адреса або місце проживання</w:t>
            </w:r>
            <w:r w:rsidR="007C5F72" w:rsidRPr="00256FA5">
              <w:rPr>
                <w:sz w:val="20"/>
              </w:rPr>
              <w:t>: ……</w:t>
            </w:r>
            <w:r w:rsidR="00A60522" w:rsidRPr="00256FA5">
              <w:rPr>
                <w:sz w:val="20"/>
              </w:rPr>
              <w:t>…</w:t>
            </w:r>
            <w:r w:rsidR="007C5F72" w:rsidRPr="00256FA5">
              <w:rPr>
                <w:sz w:val="20"/>
              </w:rPr>
              <w:t xml:space="preserve"> - </w:t>
            </w:r>
            <w:r w:rsidR="00A60522" w:rsidRPr="00256FA5">
              <w:rPr>
                <w:sz w:val="20"/>
              </w:rPr>
              <w:t>..</w:t>
            </w:r>
            <w:r w:rsidR="007C5F72" w:rsidRPr="00256FA5">
              <w:rPr>
                <w:sz w:val="20"/>
              </w:rPr>
              <w:t>……………………..-…</w:t>
            </w:r>
            <w:r w:rsidR="00A60522" w:rsidRPr="00256FA5">
              <w:rPr>
                <w:sz w:val="20"/>
              </w:rPr>
              <w:t>…</w:t>
            </w:r>
            <w:r w:rsidR="007C5F72" w:rsidRPr="00256FA5">
              <w:rPr>
                <w:sz w:val="20"/>
              </w:rPr>
              <w:t>…</w:t>
            </w:r>
            <w:r w:rsidR="00A60522" w:rsidRPr="00256FA5">
              <w:rPr>
                <w:sz w:val="20"/>
              </w:rPr>
              <w:t>…………………</w:t>
            </w:r>
            <w:r w:rsidR="007C5F72" w:rsidRPr="00256FA5">
              <w:rPr>
                <w:sz w:val="20"/>
              </w:rPr>
              <w:t>……</w:t>
            </w:r>
            <w:r w:rsidR="00A60522" w:rsidRPr="00256FA5">
              <w:rPr>
                <w:sz w:val="20"/>
              </w:rPr>
              <w:t>……………..</w:t>
            </w:r>
            <w:r w:rsidR="007C5F72" w:rsidRPr="00256FA5">
              <w:rPr>
                <w:sz w:val="20"/>
              </w:rPr>
              <w:t>.-……</w:t>
            </w:r>
            <w:r w:rsidR="00DB1F21" w:rsidRPr="00256FA5">
              <w:rPr>
                <w:sz w:val="20"/>
              </w:rPr>
              <w:t>.</w:t>
            </w:r>
            <w:r w:rsidR="007C5F72" w:rsidRPr="00256FA5">
              <w:rPr>
                <w:sz w:val="20"/>
              </w:rPr>
              <w:t>….</w:t>
            </w:r>
          </w:p>
          <w:p w14:paraId="21DBD04F" w14:textId="0A67965E" w:rsidR="007C5F72" w:rsidRPr="00AF729F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  <w:lang w:val="uk-UA"/>
              </w:rPr>
            </w:pPr>
            <w:r w:rsidRPr="00256FA5">
              <w:rPr>
                <w:sz w:val="12"/>
                <w:szCs w:val="12"/>
              </w:rPr>
              <w:t xml:space="preserve">↓ </w:t>
            </w:r>
            <w:r w:rsidR="00AF729F" w:rsidRPr="00AF729F">
              <w:rPr>
                <w:sz w:val="12"/>
                <w:szCs w:val="12"/>
              </w:rPr>
              <w:t xml:space="preserve">Якщо адресу не повідомлено ув'язненому </w:t>
            </w:r>
            <w:r w:rsidRPr="00256FA5">
              <w:rPr>
                <w:sz w:val="12"/>
                <w:szCs w:val="12"/>
              </w:rPr>
              <w:t xml:space="preserve">↓           </w:t>
            </w:r>
            <w:r w:rsidR="00AF729F" w:rsidRPr="00AF729F">
              <w:rPr>
                <w:sz w:val="12"/>
                <w:szCs w:val="12"/>
              </w:rPr>
              <w:t>поштовий індекс</w:t>
            </w:r>
            <w:r w:rsidRPr="00256FA5">
              <w:rPr>
                <w:sz w:val="12"/>
                <w:szCs w:val="12"/>
              </w:rPr>
              <w:t xml:space="preserve">  </w:t>
            </w:r>
            <w:r w:rsidRPr="00256FA5">
              <w:rPr>
                <w:b/>
                <w:sz w:val="12"/>
                <w:szCs w:val="12"/>
              </w:rPr>
              <w:t>-</w:t>
            </w:r>
            <w:r w:rsidRPr="00256FA5">
              <w:rPr>
                <w:sz w:val="12"/>
                <w:szCs w:val="12"/>
              </w:rPr>
              <w:t xml:space="preserve">    </w:t>
            </w:r>
            <w:r w:rsidR="00AF729F">
              <w:rPr>
                <w:sz w:val="12"/>
                <w:szCs w:val="12"/>
                <w:lang w:val="uk-UA"/>
              </w:rPr>
              <w:t>місто</w:t>
            </w:r>
            <w:r w:rsidRPr="00256FA5">
              <w:rPr>
                <w:sz w:val="12"/>
                <w:szCs w:val="12"/>
              </w:rPr>
              <w:t xml:space="preserve">                                                          </w:t>
            </w:r>
            <w:r w:rsidR="00A60522" w:rsidRPr="00256FA5">
              <w:rPr>
                <w:sz w:val="12"/>
                <w:szCs w:val="12"/>
              </w:rPr>
              <w:t xml:space="preserve">  </w:t>
            </w:r>
            <w:r w:rsidRPr="00256FA5">
              <w:rPr>
                <w:b/>
                <w:sz w:val="12"/>
                <w:szCs w:val="12"/>
              </w:rPr>
              <w:t>-</w:t>
            </w:r>
            <w:r w:rsidRPr="00256FA5">
              <w:rPr>
                <w:sz w:val="12"/>
                <w:szCs w:val="12"/>
              </w:rPr>
              <w:t xml:space="preserve">                      </w:t>
            </w:r>
            <w:r w:rsidR="00AF729F" w:rsidRPr="00AF729F">
              <w:rPr>
                <w:sz w:val="12"/>
                <w:szCs w:val="12"/>
              </w:rPr>
              <w:t>назва вулиці/назва громадського місця</w:t>
            </w:r>
            <w:r w:rsidRPr="00256FA5">
              <w:rPr>
                <w:sz w:val="12"/>
                <w:szCs w:val="12"/>
              </w:rPr>
              <w:t xml:space="preserve">               </w:t>
            </w:r>
            <w:r w:rsidR="00A60522" w:rsidRPr="00256FA5">
              <w:rPr>
                <w:sz w:val="12"/>
                <w:szCs w:val="12"/>
              </w:rPr>
              <w:t xml:space="preserve">                                             </w:t>
            </w:r>
            <w:r w:rsidRPr="00256FA5">
              <w:rPr>
                <w:b/>
                <w:sz w:val="12"/>
                <w:szCs w:val="12"/>
              </w:rPr>
              <w:t>-</w:t>
            </w:r>
            <w:r w:rsidRPr="00256FA5">
              <w:rPr>
                <w:sz w:val="12"/>
                <w:szCs w:val="12"/>
              </w:rPr>
              <w:t xml:space="preserve">       </w:t>
            </w:r>
            <w:r w:rsidR="00AF729F">
              <w:rPr>
                <w:sz w:val="12"/>
                <w:szCs w:val="12"/>
                <w:lang w:val="uk-UA"/>
              </w:rPr>
              <w:t>ном. буд.</w:t>
            </w:r>
          </w:p>
          <w:p w14:paraId="08D32CE9" w14:textId="566A6F17" w:rsidR="007C5F72" w:rsidRPr="00256FA5" w:rsidRDefault="00B75DD6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Офіс, місце </w:t>
            </w:r>
            <w:r w:rsidR="00AC00F8" w:rsidRPr="00AC00F8">
              <w:rPr>
                <w:sz w:val="20"/>
              </w:rPr>
              <w:t>реєстр</w:t>
            </w:r>
            <w:r>
              <w:rPr>
                <w:sz w:val="20"/>
                <w:lang w:val="uk-UA"/>
              </w:rPr>
              <w:t>ації</w:t>
            </w:r>
            <w:r w:rsidR="00AC00F8" w:rsidRPr="00AC00F8">
              <w:rPr>
                <w:sz w:val="20"/>
              </w:rPr>
              <w:t xml:space="preserve"> або поштова адреса</w:t>
            </w:r>
            <w:r w:rsidR="007C5F72" w:rsidRPr="00256FA5">
              <w:rPr>
                <w:sz w:val="20"/>
              </w:rPr>
              <w:t>:</w:t>
            </w:r>
            <w:r w:rsidR="00AC00F8">
              <w:rPr>
                <w:sz w:val="20"/>
                <w:lang w:val="uk-UA"/>
              </w:rPr>
              <w:t xml:space="preserve"> </w:t>
            </w:r>
            <w:r w:rsidR="007C5F72" w:rsidRPr="00256FA5">
              <w:rPr>
                <w:sz w:val="20"/>
              </w:rPr>
              <w:t xml:space="preserve">.…….. </w:t>
            </w:r>
            <w:r w:rsidR="00A60522" w:rsidRPr="00256FA5">
              <w:rPr>
                <w:sz w:val="20"/>
              </w:rPr>
              <w:t xml:space="preserve"> </w:t>
            </w:r>
            <w:r w:rsidR="007C5F72" w:rsidRPr="00256FA5">
              <w:rPr>
                <w:sz w:val="20"/>
              </w:rPr>
              <w:t>- ………………….….</w:t>
            </w:r>
            <w:r w:rsidR="00A60522" w:rsidRPr="00256FA5">
              <w:rPr>
                <w:sz w:val="20"/>
              </w:rPr>
              <w:t>..- ……………………………………………</w:t>
            </w:r>
            <w:r w:rsidR="007C5F72" w:rsidRPr="00256FA5">
              <w:rPr>
                <w:sz w:val="20"/>
              </w:rPr>
              <w:t>-</w:t>
            </w:r>
            <w:r w:rsidR="007C5F72" w:rsidRPr="00256FA5">
              <w:rPr>
                <w:spacing w:val="-8"/>
                <w:sz w:val="20"/>
              </w:rPr>
              <w:t xml:space="preserve"> </w:t>
            </w:r>
            <w:r w:rsidR="007C5F72" w:rsidRPr="00256FA5">
              <w:rPr>
                <w:sz w:val="20"/>
              </w:rPr>
              <w:t>………</w:t>
            </w:r>
            <w:r w:rsidR="00DB1F21" w:rsidRPr="00256FA5">
              <w:rPr>
                <w:sz w:val="20"/>
              </w:rPr>
              <w:t>.</w:t>
            </w:r>
            <w:r w:rsidR="007C5F72" w:rsidRPr="00256FA5">
              <w:rPr>
                <w:sz w:val="20"/>
              </w:rPr>
              <w:t>.</w:t>
            </w:r>
          </w:p>
          <w:p w14:paraId="286EA1B1" w14:textId="1E75E332" w:rsidR="007C5F72" w:rsidRPr="00256FA5" w:rsidRDefault="00B75DD6" w:rsidP="007C5F72">
            <w:pPr>
              <w:spacing w:line="360" w:lineRule="auto"/>
              <w:rPr>
                <w:sz w:val="20"/>
              </w:rPr>
            </w:pPr>
            <w:r w:rsidRPr="00B75DD6">
              <w:rPr>
                <w:sz w:val="20"/>
              </w:rPr>
              <w:t>Ном. стаціонарного телефону</w:t>
            </w:r>
            <w:r w:rsidR="00DB1F21" w:rsidRPr="00256FA5">
              <w:rPr>
                <w:sz w:val="20"/>
              </w:rPr>
              <w:t>:</w:t>
            </w:r>
            <w:r w:rsidR="007C5F72" w:rsidRPr="00256FA5">
              <w:rPr>
                <w:sz w:val="20"/>
              </w:rPr>
              <w:t>……………………………………………</w:t>
            </w:r>
            <w:r>
              <w:rPr>
                <w:sz w:val="20"/>
                <w:lang w:val="uk-UA"/>
              </w:rPr>
              <w:t>Моб.тел.</w:t>
            </w:r>
            <w:r w:rsidR="00DB1F21" w:rsidRPr="00256FA5">
              <w:rPr>
                <w:sz w:val="20"/>
              </w:rPr>
              <w:t>:</w:t>
            </w:r>
            <w:r w:rsidR="007C5F72" w:rsidRPr="00256FA5">
              <w:rPr>
                <w:sz w:val="20"/>
              </w:rPr>
              <w:t>………………</w:t>
            </w:r>
            <w:r w:rsidR="00DB1F21" w:rsidRPr="00256FA5">
              <w:rPr>
                <w:sz w:val="20"/>
              </w:rPr>
              <w:t>…………..</w:t>
            </w:r>
            <w:r w:rsidR="007C5F72" w:rsidRPr="00256FA5">
              <w:rPr>
                <w:sz w:val="20"/>
              </w:rPr>
              <w:t>…………………………</w:t>
            </w:r>
          </w:p>
          <w:p w14:paraId="373DBBDF" w14:textId="19338A7B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 w:rsidRPr="0033372D">
              <w:rPr>
                <w:sz w:val="20"/>
              </w:rPr>
              <w:t>#</w:t>
            </w:r>
            <w:r w:rsidR="00DB1F21" w:rsidRPr="0033372D">
              <w:rPr>
                <w:sz w:val="20"/>
              </w:rPr>
              <w:t xml:space="preserve">E-mail </w:t>
            </w:r>
            <w:r w:rsidR="00B75DD6">
              <w:rPr>
                <w:sz w:val="20"/>
                <w:lang w:val="uk-UA"/>
              </w:rPr>
              <w:t>адреса</w:t>
            </w:r>
            <w:r w:rsidR="00F407C1">
              <w:rPr>
                <w:sz w:val="20"/>
              </w:rPr>
              <w:t xml:space="preserve"> </w:t>
            </w:r>
            <w:r w:rsidR="0081098E">
              <w:rPr>
                <w:sz w:val="20"/>
              </w:rPr>
              <w:t>(</w:t>
            </w:r>
            <w:r w:rsidR="00B75DD6" w:rsidRPr="00B75DD6">
              <w:rPr>
                <w:sz w:val="20"/>
              </w:rPr>
              <w:t>для електронного зв'язку</w:t>
            </w:r>
            <w:r w:rsidR="0081098E">
              <w:rPr>
                <w:sz w:val="20"/>
              </w:rPr>
              <w:t>)</w:t>
            </w:r>
            <w:r w:rsidR="00D513B2" w:rsidRPr="0033372D">
              <w:rPr>
                <w:sz w:val="20"/>
              </w:rPr>
              <w:t>:..</w:t>
            </w:r>
            <w:r w:rsidRPr="0033372D">
              <w:rPr>
                <w:sz w:val="20"/>
              </w:rPr>
              <w:t>…………</w:t>
            </w:r>
            <w:r w:rsidR="0081098E">
              <w:rPr>
                <w:sz w:val="20"/>
              </w:rPr>
              <w:t>……………..</w:t>
            </w:r>
            <w:r w:rsidRPr="0033372D">
              <w:rPr>
                <w:sz w:val="20"/>
              </w:rPr>
              <w:t>……………</w:t>
            </w:r>
            <w:r w:rsidR="00A727F2">
              <w:rPr>
                <w:sz w:val="20"/>
              </w:rPr>
              <w:t>…</w:t>
            </w:r>
            <w:r w:rsidR="0081098E">
              <w:rPr>
                <w:sz w:val="20"/>
              </w:rPr>
              <w:t>.</w:t>
            </w:r>
            <w:r w:rsidR="00A727F2">
              <w:rPr>
                <w:sz w:val="20"/>
              </w:rPr>
              <w:t>……</w:t>
            </w:r>
            <w:r w:rsidR="002A3D87">
              <w:rPr>
                <w:sz w:val="20"/>
              </w:rPr>
              <w:t>.</w:t>
            </w:r>
            <w:r w:rsidR="00A727F2">
              <w:rPr>
                <w:sz w:val="20"/>
              </w:rPr>
              <w:t>…..</w:t>
            </w:r>
            <w:r w:rsidR="00F407C1">
              <w:rPr>
                <w:sz w:val="20"/>
              </w:rPr>
              <w:t>…..</w:t>
            </w:r>
            <w:r w:rsidRPr="0033372D">
              <w:rPr>
                <w:sz w:val="20"/>
              </w:rPr>
              <w:t>……</w:t>
            </w:r>
            <w:r w:rsidR="00FB55C3">
              <w:rPr>
                <w:sz w:val="20"/>
              </w:rPr>
              <w:t>………</w:t>
            </w:r>
            <w:r w:rsidR="00D513B2" w:rsidRPr="00FB55C3">
              <w:rPr>
                <w:sz w:val="20"/>
              </w:rPr>
              <w:t>…</w:t>
            </w:r>
            <w:r w:rsidR="00DB1F21" w:rsidRPr="00FB55C3">
              <w:rPr>
                <w:sz w:val="20"/>
              </w:rPr>
              <w:t>…</w:t>
            </w:r>
            <w:r w:rsidR="00A727F2">
              <w:rPr>
                <w:sz w:val="20"/>
              </w:rPr>
              <w:t>…</w:t>
            </w:r>
            <w:r w:rsidR="00FF7237" w:rsidRPr="00FB55C3">
              <w:rPr>
                <w:sz w:val="20"/>
              </w:rPr>
              <w:t>……</w:t>
            </w:r>
          </w:p>
          <w:p w14:paraId="565D392B" w14:textId="756BE90A" w:rsidR="007C5F72" w:rsidRPr="00256FA5" w:rsidRDefault="00383D74" w:rsidP="00B631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  <w:r w:rsidR="00B75DD6">
              <w:t xml:space="preserve"> </w:t>
            </w:r>
            <w:r w:rsidR="00B75DD6" w:rsidRPr="00B75DD6">
              <w:rPr>
                <w:b/>
                <w:sz w:val="20"/>
              </w:rPr>
              <w:t xml:space="preserve">Якість ваших контактів </w:t>
            </w:r>
            <w:r w:rsidR="007C5F72" w:rsidRPr="00256FA5">
              <w:rPr>
                <w:sz w:val="20"/>
              </w:rPr>
              <w:t>(</w:t>
            </w:r>
            <w:r w:rsidR="00B75DD6">
              <w:rPr>
                <w:sz w:val="20"/>
                <w:lang w:val="uk-UA"/>
              </w:rPr>
              <w:t>на пр</w:t>
            </w:r>
            <w:r w:rsidR="007C5F72" w:rsidRPr="00256FA5">
              <w:rPr>
                <w:b/>
                <w:sz w:val="20"/>
              </w:rPr>
              <w:t xml:space="preserve">.: </w:t>
            </w:r>
            <w:r w:rsidR="00B75DD6" w:rsidRPr="00B75DD6">
              <w:rPr>
                <w:spacing w:val="-7"/>
                <w:sz w:val="16"/>
              </w:rPr>
              <w:t>зведений брат/сестра, двоюрідний брат/сестра, хрещений батько/мати, хрещеник, партнер, прийомна дитина, друг</w:t>
            </w:r>
            <w:r w:rsidR="007C5F72" w:rsidRPr="00256FA5">
              <w:rPr>
                <w:spacing w:val="-6"/>
                <w:sz w:val="16"/>
              </w:rPr>
              <w:t xml:space="preserve">, </w:t>
            </w:r>
            <w:r w:rsidR="00B75DD6">
              <w:rPr>
                <w:b/>
                <w:sz w:val="16"/>
                <w:u w:val="single"/>
              </w:rPr>
              <w:t>тощо</w:t>
            </w:r>
            <w:r w:rsidR="007C5F72" w:rsidRPr="00256FA5">
              <w:rPr>
                <w:b/>
                <w:sz w:val="16"/>
              </w:rPr>
              <w:t>. ---&gt;</w:t>
            </w:r>
            <w:r w:rsidR="007C5F72" w:rsidRPr="00256FA5">
              <w:rPr>
                <w:sz w:val="20"/>
              </w:rPr>
              <w:t>.):</w:t>
            </w:r>
            <w:r w:rsidR="007C5F72" w:rsidRPr="00256FA5">
              <w:rPr>
                <w:b/>
                <w:sz w:val="20"/>
              </w:rPr>
              <w:t>……………………………</w:t>
            </w:r>
            <w:r w:rsidR="00652D57">
              <w:rPr>
                <w:b/>
                <w:sz w:val="20"/>
              </w:rPr>
              <w:t>………</w:t>
            </w:r>
          </w:p>
          <w:p w14:paraId="7B779346" w14:textId="74194495" w:rsidR="007C5F72" w:rsidRPr="00256FA5" w:rsidRDefault="00B75DD6" w:rsidP="00B63155">
            <w:pPr>
              <w:ind w:left="103" w:right="30" w:hanging="11"/>
              <w:jc w:val="center"/>
              <w:rPr>
                <w:sz w:val="18"/>
              </w:rPr>
            </w:pPr>
            <w:r w:rsidRPr="00B75DD6">
              <w:rPr>
                <w:sz w:val="18"/>
              </w:rPr>
              <w:t>Я заявляю, що мене було поінформовано про факти, пов’язані з обробкою моїх даних, зокрема про мету та правову основу обробки даних, особу, уповноважену керувати даними та обробляти їх, тривалість обробки даних та хто може мати доступ до даних</w:t>
            </w:r>
            <w:r w:rsidR="007C5F72" w:rsidRPr="00256FA5">
              <w:rPr>
                <w:sz w:val="18"/>
              </w:rPr>
              <w:t>.</w:t>
            </w:r>
          </w:p>
          <w:p w14:paraId="512414F3" w14:textId="43839228" w:rsidR="00652D57" w:rsidRPr="00652D57" w:rsidRDefault="00B75DD6" w:rsidP="00B63155">
            <w:pPr>
              <w:ind w:left="221" w:right="169"/>
              <w:jc w:val="center"/>
              <w:rPr>
                <w:b/>
                <w:sz w:val="12"/>
              </w:rPr>
            </w:pPr>
            <w:r w:rsidRPr="00B75DD6">
              <w:rPr>
                <w:b/>
                <w:sz w:val="20"/>
                <w:u w:val="single"/>
              </w:rPr>
              <w:t>Усвідомлюючи свою кримінальну відповідальність, я заявляю, що надана мною інформація є правдивою.</w:t>
            </w:r>
          </w:p>
          <w:p w14:paraId="70447C0D" w14:textId="728E72D8" w:rsidR="007C5F72" w:rsidRPr="00256FA5" w:rsidRDefault="006C7671" w:rsidP="00B75DD6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  <w:r w:rsidR="007C5F72" w:rsidRPr="00256FA5">
              <w:rPr>
                <w:sz w:val="20"/>
              </w:rPr>
              <w:t xml:space="preserve">…………………………, …….. </w:t>
            </w:r>
            <w:r w:rsidR="00B75DD6">
              <w:rPr>
                <w:sz w:val="20"/>
                <w:lang w:val="uk-UA"/>
              </w:rPr>
              <w:t>рік</w:t>
            </w:r>
            <w:r w:rsidR="00B75DD6">
              <w:rPr>
                <w:sz w:val="20"/>
              </w:rPr>
              <w:t xml:space="preserve"> ……………. місяць</w:t>
            </w:r>
            <w:r w:rsidR="007C5F72" w:rsidRPr="00256FA5">
              <w:rPr>
                <w:spacing w:val="-8"/>
                <w:sz w:val="20"/>
              </w:rPr>
              <w:t xml:space="preserve"> </w:t>
            </w:r>
            <w:r w:rsidR="007C5F72" w:rsidRPr="00256FA5">
              <w:rPr>
                <w:sz w:val="20"/>
              </w:rPr>
              <w:t>….</w:t>
            </w:r>
            <w:r w:rsidR="007C5F72" w:rsidRPr="00256FA5">
              <w:rPr>
                <w:spacing w:val="3"/>
                <w:sz w:val="20"/>
              </w:rPr>
              <w:t xml:space="preserve"> </w:t>
            </w:r>
            <w:r w:rsidR="00B75DD6">
              <w:rPr>
                <w:sz w:val="20"/>
              </w:rPr>
              <w:t>день</w:t>
            </w:r>
          </w:p>
        </w:tc>
      </w:tr>
      <w:tr w:rsidR="00256FA5" w:rsidRPr="00256FA5" w14:paraId="00EA78AD" w14:textId="77777777" w:rsidTr="00291A4C">
        <w:trPr>
          <w:trHeight w:val="494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 w:rsidRPr="00256FA5">
              <w:rPr>
                <w:sz w:val="20"/>
              </w:rPr>
              <w:t>…………………………………………………..</w:t>
            </w:r>
          </w:p>
          <w:p w14:paraId="1799C36A" w14:textId="0FFB7A2B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 w:rsidRPr="00256FA5">
              <w:rPr>
                <w:b/>
                <w:sz w:val="20"/>
              </w:rPr>
              <w:t xml:space="preserve">                                                                                                                   </w:t>
            </w:r>
            <w:r w:rsidR="006C7671">
              <w:rPr>
                <w:b/>
                <w:sz w:val="20"/>
              </w:rPr>
              <w:t>*</w:t>
            </w:r>
            <w:r w:rsidR="00B75DD6">
              <w:t xml:space="preserve"> </w:t>
            </w:r>
            <w:r w:rsidR="00B75DD6" w:rsidRPr="00B75DD6">
              <w:rPr>
                <w:b/>
                <w:sz w:val="20"/>
              </w:rPr>
              <w:t>Контактна особа</w:t>
            </w:r>
            <w:r w:rsidRPr="00256FA5">
              <w:rPr>
                <w:b/>
                <w:sz w:val="20"/>
              </w:rPr>
              <w:t xml:space="preserve"> / </w:t>
            </w:r>
            <w:r w:rsidR="00B75DD6" w:rsidRPr="00B75DD6">
              <w:rPr>
                <w:b/>
                <w:sz w:val="20"/>
              </w:rPr>
              <w:t>Підпис законного представника</w:t>
            </w:r>
          </w:p>
        </w:tc>
      </w:tr>
    </w:tbl>
    <w:p w14:paraId="3E243D0B" w14:textId="38D8915C" w:rsidR="008F5F1E" w:rsidRPr="00256FA5" w:rsidRDefault="00B75DD6" w:rsidP="00652D57">
      <w:pPr>
        <w:ind w:left="743" w:right="748"/>
        <w:jc w:val="center"/>
        <w:rPr>
          <w:b/>
          <w:i/>
          <w:sz w:val="24"/>
        </w:rPr>
      </w:pPr>
      <w:r w:rsidRPr="00B75DD6">
        <w:rPr>
          <w:b/>
          <w:i/>
          <w:sz w:val="24"/>
        </w:rPr>
        <w:t>Шановний співробітник з питань реінтеграції!</w:t>
      </w:r>
      <w:r w:rsidR="00004F3A" w:rsidRPr="00256FA5">
        <w:rPr>
          <w:b/>
          <w:i/>
          <w:sz w:val="24"/>
        </w:rPr>
        <w:t xml:space="preserve"> </w:t>
      </w:r>
      <w:r w:rsidR="00D54F66">
        <w:rPr>
          <w:b/>
          <w:i/>
          <w:sz w:val="24"/>
          <w:lang w:val="uk-UA"/>
        </w:rPr>
        <w:t>Прошу</w:t>
      </w:r>
      <w:r w:rsidRPr="00B75DD6">
        <w:rPr>
          <w:b/>
          <w:i/>
          <w:sz w:val="24"/>
        </w:rPr>
        <w:t xml:space="preserve">, зареєструйте повернуту </w:t>
      </w:r>
      <w:r>
        <w:rPr>
          <w:b/>
          <w:i/>
          <w:sz w:val="24"/>
        </w:rPr>
        <w:t>заяву про контакт з моєю згодою</w:t>
      </w:r>
      <w:r w:rsidR="00004F3A" w:rsidRPr="00256FA5">
        <w:rPr>
          <w:b/>
          <w:i/>
          <w:sz w:val="24"/>
        </w:rPr>
        <w:t>.</w:t>
      </w:r>
    </w:p>
    <w:p w14:paraId="0F46B1AE" w14:textId="15C1CB2A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 w:rsidRPr="00256FA5">
        <w:rPr>
          <w:b/>
          <w:i/>
          <w:sz w:val="24"/>
        </w:rPr>
        <w:t xml:space="preserve">……………., ………. </w:t>
      </w:r>
      <w:r w:rsidR="00D54F66">
        <w:rPr>
          <w:b/>
          <w:i/>
          <w:sz w:val="24"/>
          <w:lang w:val="uk-UA"/>
        </w:rPr>
        <w:t>рік</w:t>
      </w:r>
      <w:r w:rsidR="00D54F66">
        <w:rPr>
          <w:b/>
          <w:i/>
          <w:sz w:val="24"/>
        </w:rPr>
        <w:t xml:space="preserve"> …….. м</w:t>
      </w:r>
      <w:r w:rsidR="00D54F66">
        <w:rPr>
          <w:b/>
          <w:i/>
          <w:sz w:val="24"/>
          <w:lang w:val="uk-UA"/>
        </w:rPr>
        <w:t>ісяць</w:t>
      </w:r>
      <w:r w:rsidR="00D54F66">
        <w:rPr>
          <w:b/>
          <w:i/>
          <w:sz w:val="24"/>
        </w:rPr>
        <w:t xml:space="preserve"> …….. д</w:t>
      </w:r>
      <w:r w:rsidR="00D54F66">
        <w:rPr>
          <w:b/>
          <w:i/>
          <w:sz w:val="24"/>
          <w:lang w:val="uk-UA"/>
        </w:rPr>
        <w:t>ень</w:t>
      </w:r>
      <w:r w:rsidRPr="00256FA5">
        <w:rPr>
          <w:b/>
          <w:i/>
          <w:sz w:val="24"/>
        </w:rPr>
        <w:tab/>
        <w:t>………………………………………………</w:t>
      </w:r>
    </w:p>
    <w:bookmarkStart w:id="5" w:name="Fogvatartott_aláírása_/_Nyilvántartási_s"/>
    <w:bookmarkEnd w:id="5"/>
    <w:p w14:paraId="261B279F" w14:textId="26CB1F1F" w:rsidR="008F5F1E" w:rsidRPr="00256FA5" w:rsidRDefault="00291A4C" w:rsidP="00652D57">
      <w:pPr>
        <w:ind w:left="5891"/>
        <w:rPr>
          <w:b/>
          <w:i/>
          <w:sz w:val="24"/>
        </w:rPr>
      </w:pPr>
      <w:r w:rsidRPr="00256FA5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61070C87">
                <wp:simplePos x="0" y="0"/>
                <wp:positionH relativeFrom="page">
                  <wp:posOffset>373077</wp:posOffset>
                </wp:positionH>
                <wp:positionV relativeFrom="paragraph">
                  <wp:posOffset>249555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62DE2A" id="Rectangle 3" o:spid="_x0000_s1026" style="position:absolute;margin-left:29.4pt;margin-top:19.65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y1dgIAAPk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D54F66" w:rsidRPr="00D54F66">
        <w:rPr>
          <w:b/>
          <w:i/>
          <w:sz w:val="24"/>
        </w:rPr>
        <w:t xml:space="preserve">Підпис ув'язненого </w:t>
      </w:r>
      <w:r w:rsidR="00004F3A" w:rsidRPr="00256FA5">
        <w:rPr>
          <w:b/>
          <w:i/>
          <w:sz w:val="24"/>
        </w:rPr>
        <w:t xml:space="preserve">/ </w:t>
      </w:r>
      <w:r w:rsidR="00D54F66" w:rsidRPr="00D54F66">
        <w:rPr>
          <w:b/>
          <w:i/>
          <w:sz w:val="24"/>
        </w:rPr>
        <w:t>Реєстраційний номер</w:t>
      </w:r>
    </w:p>
    <w:p w14:paraId="7419F8FA" w14:textId="10AE9A67" w:rsidR="008F5F1E" w:rsidRPr="00D54F66" w:rsidRDefault="00D54F66">
      <w:pPr>
        <w:spacing w:before="98"/>
        <w:ind w:left="745" w:right="745"/>
        <w:jc w:val="center"/>
        <w:rPr>
          <w:b/>
          <w:sz w:val="26"/>
          <w:szCs w:val="26"/>
          <w:lang w:val="uk-UA"/>
        </w:rPr>
      </w:pPr>
      <w:bookmarkStart w:id="6" w:name="T_Á_J_É_K_O_Z_T_A_T_Ó"/>
      <w:bookmarkEnd w:id="6"/>
      <w:r>
        <w:rPr>
          <w:b/>
          <w:sz w:val="26"/>
          <w:szCs w:val="26"/>
          <w:lang w:val="uk-UA"/>
        </w:rPr>
        <w:t>І Н Ф О Р М А Ц І Я</w:t>
      </w:r>
    </w:p>
    <w:p w14:paraId="2371740D" w14:textId="2E22EB5C" w:rsidR="008F5F1E" w:rsidRPr="00256FA5" w:rsidRDefault="00D54F66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rPr>
          <w:rStyle w:val="rynqvb"/>
          <w:lang w:val="uk-UA"/>
        </w:rPr>
        <w:t>Щодо обробки персональних даних у системі управління даними пенітенціарної організації</w:t>
      </w:r>
    </w:p>
    <w:p w14:paraId="410D3DD1" w14:textId="0D5A9AFA" w:rsidR="008F5F1E" w:rsidRPr="00256FA5" w:rsidRDefault="006F1B5E" w:rsidP="006F1B5E">
      <w:pPr>
        <w:pStyle w:val="Szvegtrzs"/>
        <w:tabs>
          <w:tab w:val="left" w:pos="2350"/>
        </w:tabs>
        <w:spacing w:line="276" w:lineRule="auto"/>
      </w:pPr>
      <w:r w:rsidRPr="006F1B5E">
        <w:rPr>
          <w:u w:val="single"/>
        </w:rPr>
        <w:t>Мета обробки даних</w:t>
      </w:r>
      <w:r w:rsidR="00004F3A" w:rsidRPr="00256FA5">
        <w:rPr>
          <w:u w:val="single"/>
        </w:rPr>
        <w:t>:</w:t>
      </w:r>
      <w:r w:rsidR="00004F3A" w:rsidRPr="00256FA5">
        <w:tab/>
      </w:r>
      <w:r>
        <w:rPr>
          <w:rStyle w:val="rynqvb"/>
          <w:lang w:val="uk-UA"/>
        </w:rPr>
        <w:t>Підтримка порядку та безпеки у пенітенціарних установах та встановлення особи контактної особи</w:t>
      </w:r>
      <w:r w:rsidR="00004F3A" w:rsidRPr="00256FA5">
        <w:t>.</w:t>
      </w:r>
    </w:p>
    <w:p w14:paraId="3409579D" w14:textId="77777777" w:rsidR="008F5F1E" w:rsidRPr="00291A4C" w:rsidRDefault="008F5F1E" w:rsidP="00652D57">
      <w:pPr>
        <w:pStyle w:val="Szvegtrzs"/>
        <w:spacing w:line="276" w:lineRule="auto"/>
        <w:ind w:left="0"/>
        <w:rPr>
          <w:sz w:val="8"/>
        </w:rPr>
      </w:pPr>
    </w:p>
    <w:p w14:paraId="056C869D" w14:textId="1147C699" w:rsidR="008F5F1E" w:rsidRPr="00256FA5" w:rsidRDefault="006F1B5E" w:rsidP="00291A4C">
      <w:pPr>
        <w:pStyle w:val="Szvegtrzs"/>
        <w:tabs>
          <w:tab w:val="left" w:pos="2350"/>
        </w:tabs>
        <w:spacing w:line="276" w:lineRule="auto"/>
        <w:ind w:left="2350" w:hanging="2124"/>
      </w:pPr>
      <w:r w:rsidRPr="006F1B5E">
        <w:rPr>
          <w:u w:val="single"/>
        </w:rPr>
        <w:t>Обсяг оброблюваних даних</w:t>
      </w:r>
      <w:r w:rsidR="00004F3A" w:rsidRPr="00256FA5">
        <w:rPr>
          <w:u w:val="single"/>
        </w:rPr>
        <w:t>:</w:t>
      </w:r>
      <w:r w:rsidR="00004F3A" w:rsidRPr="00256FA5">
        <w:tab/>
      </w:r>
      <w:r>
        <w:rPr>
          <w:rStyle w:val="rynqvb"/>
          <w:lang w:val="uk-UA"/>
        </w:rPr>
        <w:t>Прізвище та ім'я, місце та час народження,</w:t>
      </w:r>
      <w:r w:rsidR="00652D57">
        <w:t xml:space="preserve"> </w:t>
      </w:r>
      <w:r>
        <w:rPr>
          <w:rStyle w:val="rynqvb"/>
          <w:lang w:val="uk-UA"/>
        </w:rPr>
        <w:t>ім'я матері, адреса проживання або поштова адреса</w:t>
      </w:r>
      <w:r w:rsidR="00004F3A" w:rsidRPr="00256FA5">
        <w:t xml:space="preserve">, </w:t>
      </w:r>
      <w:r>
        <w:rPr>
          <w:rStyle w:val="rynqvb"/>
          <w:lang w:val="uk-UA"/>
        </w:rPr>
        <w:t>номер телефону, якість контакту, місце та дата народження,</w:t>
      </w:r>
      <w:r w:rsidR="00652D57">
        <w:t xml:space="preserve"> </w:t>
      </w:r>
      <w:r w:rsidR="00291A4C">
        <w:rPr>
          <w:lang w:val="uk-UA"/>
        </w:rPr>
        <w:t>е</w:t>
      </w:r>
      <w:r w:rsidR="00652D57">
        <w:t xml:space="preserve">-mail </w:t>
      </w:r>
      <w:r>
        <w:rPr>
          <w:rStyle w:val="rynqvb"/>
          <w:lang w:val="uk-UA"/>
        </w:rPr>
        <w:t>адреса</w:t>
      </w:r>
      <w:r w:rsidR="00652D57">
        <w:t xml:space="preserve">, </w:t>
      </w:r>
      <w:r>
        <w:rPr>
          <w:rStyle w:val="rynqvb"/>
          <w:lang w:val="uk-UA"/>
        </w:rPr>
        <w:t>ідентифікатор відеодзвінка</w:t>
      </w:r>
      <w:r w:rsidR="00652D57">
        <w:t>.</w:t>
      </w:r>
    </w:p>
    <w:p w14:paraId="712F380A" w14:textId="088EEF0E" w:rsidR="006F1B5E" w:rsidRPr="006F1B5E" w:rsidRDefault="006F1B5E" w:rsidP="00652D57">
      <w:pPr>
        <w:pStyle w:val="Szvegtrzs"/>
        <w:tabs>
          <w:tab w:val="left" w:pos="2350"/>
        </w:tabs>
        <w:spacing w:line="276" w:lineRule="auto"/>
        <w:ind w:left="2478" w:right="273" w:hanging="2252"/>
        <w:rPr>
          <w:lang w:val="uk-UA"/>
        </w:rPr>
      </w:pPr>
      <w:r w:rsidRPr="006F1B5E">
        <w:rPr>
          <w:u w:val="single"/>
        </w:rPr>
        <w:t>Правова основа для обробки даних</w:t>
      </w:r>
      <w:r w:rsidR="00004F3A" w:rsidRPr="00256FA5">
        <w:rPr>
          <w:u w:val="single"/>
        </w:rPr>
        <w:t>:</w:t>
      </w:r>
      <w:r w:rsidR="00004F3A" w:rsidRPr="00256FA5">
        <w:tab/>
        <w:t>-</w:t>
      </w:r>
      <w:r w:rsidR="00004F3A" w:rsidRPr="00256FA5">
        <w:rPr>
          <w:spacing w:val="-1"/>
        </w:rPr>
        <w:t xml:space="preserve"> </w:t>
      </w:r>
      <w:r w:rsidRPr="006F1B5E">
        <w:t xml:space="preserve">пункт a) </w:t>
      </w:r>
      <w:r>
        <w:rPr>
          <w:lang w:val="uk-UA"/>
        </w:rPr>
        <w:t xml:space="preserve">частини </w:t>
      </w:r>
      <w:r w:rsidRPr="006F1B5E">
        <w:t xml:space="preserve">(1) </w:t>
      </w:r>
      <w:r w:rsidRPr="00256FA5">
        <w:t>§.</w:t>
      </w:r>
      <w:r>
        <w:rPr>
          <w:lang w:val="uk-UA"/>
        </w:rPr>
        <w:t xml:space="preserve">5. </w:t>
      </w:r>
      <w:r w:rsidRPr="006F1B5E">
        <w:t>та пункт 2</w:t>
      </w:r>
      <w:r>
        <w:rPr>
          <w:lang w:val="uk-UA"/>
        </w:rPr>
        <w:t xml:space="preserve"> </w:t>
      </w:r>
      <w:r w:rsidR="00F848DF" w:rsidRPr="00256FA5">
        <w:t>§.</w:t>
      </w:r>
      <w:r w:rsidR="00F848DF">
        <w:rPr>
          <w:lang w:val="uk-UA"/>
        </w:rPr>
        <w:t xml:space="preserve"> </w:t>
      </w:r>
      <w:r>
        <w:rPr>
          <w:lang w:val="uk-UA"/>
        </w:rPr>
        <w:t>3.</w:t>
      </w:r>
      <w:r w:rsidRPr="006F1B5E">
        <w:t xml:space="preserve"> Розділ</w:t>
      </w:r>
      <w:r w:rsidR="00F848DF">
        <w:rPr>
          <w:lang w:val="uk-UA"/>
        </w:rPr>
        <w:t>у</w:t>
      </w:r>
      <w:r w:rsidRPr="006F1B5E">
        <w:t xml:space="preserve"> </w:t>
      </w:r>
      <w:r w:rsidR="00F848DF" w:rsidRPr="006F1B5E">
        <w:t xml:space="preserve">II. </w:t>
      </w:r>
      <w:r w:rsidRPr="006F1B5E">
        <w:t>Закон</w:t>
      </w:r>
      <w:r>
        <w:rPr>
          <w:lang w:val="uk-UA"/>
        </w:rPr>
        <w:t>у</w:t>
      </w:r>
      <w:r w:rsidRPr="006F1B5E">
        <w:t xml:space="preserve"> </w:t>
      </w:r>
      <w:r w:rsidRPr="00256FA5">
        <w:t>CXII.</w:t>
      </w:r>
      <w:r w:rsidRPr="006F1B5E">
        <w:t xml:space="preserve"> від 2011 року про право на інформаційне самовизначення та свободу інформації,</w:t>
      </w:r>
    </w:p>
    <w:p w14:paraId="336D56BD" w14:textId="68A67B8D" w:rsidR="008F5F1E" w:rsidRPr="00256FA5" w:rsidRDefault="006F1B5E" w:rsidP="006F1B5E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rPr>
          <w:sz w:val="20"/>
        </w:rPr>
      </w:pPr>
      <w:r w:rsidRPr="00256FA5">
        <w:rPr>
          <w:sz w:val="20"/>
        </w:rPr>
        <w:t>28/A.</w:t>
      </w:r>
      <w:r w:rsidRPr="00256FA5">
        <w:rPr>
          <w:spacing w:val="-7"/>
          <w:sz w:val="20"/>
        </w:rPr>
        <w:t xml:space="preserve"> </w:t>
      </w:r>
      <w:r w:rsidRPr="00256FA5">
        <w:rPr>
          <w:sz w:val="20"/>
        </w:rPr>
        <w:t>§.</w:t>
      </w:r>
      <w:r>
        <w:rPr>
          <w:sz w:val="20"/>
          <w:lang w:val="uk-UA"/>
        </w:rPr>
        <w:t xml:space="preserve"> </w:t>
      </w:r>
      <w:r w:rsidRPr="006F1B5E">
        <w:rPr>
          <w:sz w:val="20"/>
        </w:rPr>
        <w:t xml:space="preserve">Закон </w:t>
      </w:r>
      <w:r w:rsidR="00F848DF" w:rsidRPr="00256FA5">
        <w:rPr>
          <w:sz w:val="20"/>
        </w:rPr>
        <w:t xml:space="preserve">CVII. </w:t>
      </w:r>
      <w:r w:rsidR="00F848DF">
        <w:rPr>
          <w:sz w:val="20"/>
          <w:lang w:val="uk-UA"/>
        </w:rPr>
        <w:t xml:space="preserve">від </w:t>
      </w:r>
      <w:r w:rsidR="00F848DF" w:rsidRPr="00256FA5">
        <w:rPr>
          <w:sz w:val="20"/>
        </w:rPr>
        <w:t xml:space="preserve">1995. </w:t>
      </w:r>
      <w:r w:rsidR="00F848DF">
        <w:rPr>
          <w:sz w:val="20"/>
          <w:lang w:val="uk-UA"/>
        </w:rPr>
        <w:t>року</w:t>
      </w:r>
      <w:r w:rsidR="00F848DF" w:rsidRPr="00256FA5">
        <w:rPr>
          <w:sz w:val="20"/>
        </w:rPr>
        <w:t xml:space="preserve"> </w:t>
      </w:r>
      <w:r w:rsidRPr="006F1B5E">
        <w:rPr>
          <w:sz w:val="20"/>
        </w:rPr>
        <w:t>про організацію пенітенціарної системи</w:t>
      </w:r>
      <w:r w:rsidR="00F848DF">
        <w:rPr>
          <w:sz w:val="20"/>
          <w:lang w:val="uk-UA"/>
        </w:rPr>
        <w:t>.</w:t>
      </w:r>
      <w:r w:rsidR="00004F3A" w:rsidRPr="00256FA5">
        <w:rPr>
          <w:sz w:val="20"/>
        </w:rPr>
        <w:t xml:space="preserve"> </w:t>
      </w:r>
    </w:p>
    <w:p w14:paraId="04A54CE8" w14:textId="2FF8A9DE" w:rsidR="008F5F1E" w:rsidRPr="00256FA5" w:rsidRDefault="00F848DF" w:rsidP="00652D57">
      <w:pPr>
        <w:pStyle w:val="Szvegtrzs"/>
        <w:spacing w:line="276" w:lineRule="auto"/>
      </w:pPr>
      <w:r w:rsidRPr="00F848DF">
        <w:rPr>
          <w:u w:val="single"/>
        </w:rPr>
        <w:t>Особи, уповноважені керувати та обробляти дані</w:t>
      </w:r>
      <w:r w:rsidR="00004F3A" w:rsidRPr="00256FA5">
        <w:rPr>
          <w:u w:val="single"/>
        </w:rPr>
        <w:t>:</w:t>
      </w:r>
      <w:r w:rsidR="00004F3A" w:rsidRPr="00256FA5">
        <w:t xml:space="preserve"> </w:t>
      </w:r>
      <w:r>
        <w:rPr>
          <w:rStyle w:val="rynqvb"/>
          <w:lang w:val="uk-UA"/>
        </w:rPr>
        <w:t>Особи, призначені начальником Пен. установи, де здійснюється утримання під вартою</w:t>
      </w:r>
      <w:r w:rsidR="00004F3A" w:rsidRPr="00256FA5">
        <w:t>.</w:t>
      </w:r>
    </w:p>
    <w:p w14:paraId="54841541" w14:textId="7355A4EC" w:rsidR="008F5F1E" w:rsidRPr="00256FA5" w:rsidRDefault="00F848DF" w:rsidP="00F848DF">
      <w:pPr>
        <w:pStyle w:val="Szvegtrzs"/>
        <w:tabs>
          <w:tab w:val="left" w:pos="8222"/>
        </w:tabs>
        <w:spacing w:line="276" w:lineRule="auto"/>
        <w:ind w:right="2299"/>
      </w:pPr>
      <w:r w:rsidRPr="00F848DF">
        <w:rPr>
          <w:u w:val="single"/>
        </w:rPr>
        <w:t>Тривалість обробки даних</w:t>
      </w:r>
      <w:r w:rsidR="00004F3A" w:rsidRPr="00256FA5">
        <w:rPr>
          <w:u w:val="single"/>
        </w:rPr>
        <w:t>:</w:t>
      </w:r>
      <w:r w:rsidR="00004F3A" w:rsidRPr="00256FA5">
        <w:t xml:space="preserve"> </w:t>
      </w:r>
      <w:r>
        <w:rPr>
          <w:rStyle w:val="rynqvb"/>
          <w:lang w:val="uk-UA"/>
        </w:rPr>
        <w:t>Період від початку утримання ув'язненого під вартою до його звільнення</w:t>
      </w:r>
      <w:r w:rsidR="00004F3A" w:rsidRPr="00256FA5">
        <w:t xml:space="preserve">. </w:t>
      </w:r>
      <w:r w:rsidRPr="00F848DF">
        <w:rPr>
          <w:u w:val="single"/>
        </w:rPr>
        <w:t>Дані можуть переглядати такі особи</w:t>
      </w:r>
      <w:r w:rsidR="00004F3A" w:rsidRPr="00256FA5">
        <w:rPr>
          <w:u w:val="single"/>
        </w:rPr>
        <w:t>:</w:t>
      </w:r>
    </w:p>
    <w:p w14:paraId="6A30488F" w14:textId="1F4786E2" w:rsidR="008F5F1E" w:rsidRPr="00256FA5" w:rsidRDefault="00F848DF" w:rsidP="00F848DF">
      <w:pPr>
        <w:pStyle w:val="Listaszerbekezds"/>
        <w:numPr>
          <w:ilvl w:val="0"/>
          <w:numId w:val="1"/>
        </w:numPr>
        <w:tabs>
          <w:tab w:val="left" w:pos="2474"/>
          <w:tab w:val="left" w:pos="2552"/>
        </w:tabs>
        <w:spacing w:line="276" w:lineRule="auto"/>
        <w:ind w:hanging="90"/>
        <w:rPr>
          <w:sz w:val="20"/>
        </w:rPr>
      </w:pPr>
      <w:r>
        <w:rPr>
          <w:sz w:val="20"/>
          <w:lang w:val="uk-UA"/>
        </w:rPr>
        <w:t>начальник</w:t>
      </w:r>
      <w:r w:rsidRPr="00F848DF">
        <w:rPr>
          <w:sz w:val="20"/>
        </w:rPr>
        <w:t xml:space="preserve"> та заступник </w:t>
      </w:r>
      <w:r>
        <w:rPr>
          <w:sz w:val="20"/>
          <w:lang w:val="uk-UA"/>
        </w:rPr>
        <w:t>начальника</w:t>
      </w:r>
      <w:r w:rsidRPr="00F848DF">
        <w:rPr>
          <w:sz w:val="20"/>
        </w:rPr>
        <w:t xml:space="preserve"> Пен. установи</w:t>
      </w:r>
      <w:r w:rsidR="00004F3A" w:rsidRPr="00256FA5">
        <w:rPr>
          <w:sz w:val="20"/>
        </w:rPr>
        <w:t>,</w:t>
      </w:r>
    </w:p>
    <w:p w14:paraId="595C9002" w14:textId="015EF878" w:rsidR="008F5F1E" w:rsidRPr="00256FA5" w:rsidRDefault="00F848DF" w:rsidP="00F848DF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/>
        <w:rPr>
          <w:sz w:val="20"/>
        </w:rPr>
      </w:pPr>
      <w:r w:rsidRPr="00F848DF">
        <w:rPr>
          <w:sz w:val="20"/>
        </w:rPr>
        <w:t>особи, які готують, проводять та контролюють варіанти</w:t>
      </w:r>
      <w:r w:rsidR="00601EBF">
        <w:rPr>
          <w:sz w:val="20"/>
          <w:lang w:val="uk-UA"/>
        </w:rPr>
        <w:t xml:space="preserve"> підтримки</w:t>
      </w:r>
      <w:r w:rsidRPr="00F848DF">
        <w:rPr>
          <w:sz w:val="20"/>
        </w:rPr>
        <w:t xml:space="preserve"> контактів, зазначені в чинному законодавстві, видані для виконання стягнень, заходів, певних примусових заходів та затримання за порушення</w:t>
      </w:r>
      <w:r w:rsidR="00004F3A" w:rsidRPr="00256FA5">
        <w:rPr>
          <w:sz w:val="20"/>
        </w:rPr>
        <w:t>.</w:t>
      </w:r>
    </w:p>
    <w:p w14:paraId="4F0D7272" w14:textId="79752B8E" w:rsidR="008F5F1E" w:rsidRPr="00FB55C3" w:rsidRDefault="00504CDE" w:rsidP="00652D57">
      <w:pPr>
        <w:spacing w:line="276" w:lineRule="auto"/>
        <w:ind w:left="226"/>
        <w:rPr>
          <w:b/>
          <w:sz w:val="18"/>
        </w:rPr>
      </w:pPr>
      <w:r w:rsidRPr="00504CDE">
        <w:rPr>
          <w:b/>
          <w:sz w:val="18"/>
          <w:u w:val="single"/>
        </w:rPr>
        <w:t>Зверніть увагу, що повернуті дані, необхідні для контакту (ім'я, адреса, номер телефону), будуть відомі та використовуват</w:t>
      </w:r>
      <w:r>
        <w:rPr>
          <w:b/>
          <w:sz w:val="18"/>
          <w:u w:val="single"/>
        </w:rPr>
        <w:t>имуться ув'язненим</w:t>
      </w:r>
      <w:r w:rsidR="00004F3A" w:rsidRPr="00FB55C3">
        <w:rPr>
          <w:b/>
          <w:sz w:val="18"/>
          <w:u w:val="single"/>
        </w:rPr>
        <w:t>.</w:t>
      </w:r>
      <w:r w:rsidR="00383D74" w:rsidRPr="00FB55C3">
        <w:rPr>
          <w:b/>
          <w:sz w:val="18"/>
          <w:u w:val="single"/>
        </w:rPr>
        <w:t xml:space="preserve"> </w:t>
      </w:r>
      <w:r w:rsidR="000C7E5B" w:rsidRPr="000C7E5B">
        <w:rPr>
          <w:b/>
          <w:sz w:val="18"/>
          <w:u w:val="single"/>
        </w:rPr>
        <w:t>Поля, позначені *, обов'язкові для заповнення!</w:t>
      </w:r>
      <w:r w:rsidR="00383D74" w:rsidRPr="00FB55C3">
        <w:rPr>
          <w:b/>
          <w:sz w:val="18"/>
          <w:u w:val="single"/>
        </w:rPr>
        <w:t xml:space="preserve"> </w:t>
      </w:r>
      <w:r w:rsidR="000C7E5B" w:rsidRPr="000C7E5B">
        <w:rPr>
          <w:b/>
          <w:sz w:val="18"/>
          <w:u w:val="single"/>
        </w:rPr>
        <w:t>Якщо ви бажаєте підтримувати зв’язок із ув’язненим електронною поштою або відеодзвінком, вам також потрібно заповнити поле, позначене знаком #!</w:t>
      </w:r>
    </w:p>
    <w:p w14:paraId="51EC5176" w14:textId="0F27A845" w:rsidR="008F5F1E" w:rsidRPr="00256FA5" w:rsidRDefault="004A37C7" w:rsidP="00652D57">
      <w:pPr>
        <w:pStyle w:val="Szvegtrzs"/>
        <w:spacing w:line="276" w:lineRule="auto"/>
      </w:pPr>
      <w:r>
        <w:rPr>
          <w:lang w:val="uk-UA"/>
        </w:rPr>
        <w:t>П</w:t>
      </w:r>
      <w:r w:rsidRPr="004A37C7">
        <w:t>овідом</w:t>
      </w:r>
      <w:r>
        <w:rPr>
          <w:lang w:val="uk-UA"/>
        </w:rPr>
        <w:t>ляю</w:t>
      </w:r>
      <w:r w:rsidRPr="004A37C7">
        <w:t>, що ви можете будь-коли протягом періоду обробки даних вимагати видалення або виправлення ваших зареєстрованих даних.</w:t>
      </w:r>
    </w:p>
    <w:p w14:paraId="71FDF1BB" w14:textId="1DC77AC2" w:rsidR="008F5F1E" w:rsidRPr="00256FA5" w:rsidRDefault="004A37C7" w:rsidP="00652D57">
      <w:pPr>
        <w:pStyle w:val="Szvegtrzs"/>
        <w:ind w:right="253"/>
      </w:pPr>
      <w:r w:rsidRPr="004A37C7">
        <w:t>Ви можете подати скаргу або подання до Національного органу із захисту даних та свободи інформації щодо несанкціонованої обробки даних.</w:t>
      </w:r>
      <w:r w:rsidR="00004F3A" w:rsidRPr="00256FA5">
        <w:t xml:space="preserve"> </w:t>
      </w:r>
      <w:r>
        <w:rPr>
          <w:rStyle w:val="rynqvb"/>
          <w:lang w:val="uk-UA"/>
        </w:rPr>
        <w:t>Якщо ваші персональні дані зміняться або ви досягнете повноліття, ви повинні письмово повідомити про це Пен. установу.</w:t>
      </w:r>
      <w:r w:rsidR="00004F3A" w:rsidRPr="00256FA5">
        <w:t xml:space="preserve"> </w:t>
      </w:r>
      <w:r>
        <w:rPr>
          <w:rStyle w:val="rynqvb"/>
          <w:lang w:val="uk-UA"/>
        </w:rPr>
        <w:t xml:space="preserve">Зверніть увагу, що вищезгаданий ув’язнений може використовувати дозволені форми зв’язку </w:t>
      </w:r>
      <w:r w:rsidRPr="004A37C7">
        <w:rPr>
          <w:rStyle w:val="rynqvb"/>
          <w:b/>
          <w:lang w:val="uk-UA"/>
        </w:rPr>
        <w:t>лише після повернення підписаної вами заяви до в’язниці</w:t>
      </w:r>
      <w:r>
        <w:rPr>
          <w:rStyle w:val="rynqvb"/>
          <w:lang w:val="uk-UA"/>
        </w:rPr>
        <w:t>.</w:t>
      </w:r>
      <w:r w:rsidRPr="00256FA5">
        <w:t xml:space="preserve"> </w:t>
      </w:r>
      <w:r w:rsidR="00004F3A" w:rsidRPr="00256FA5">
        <w:t>(</w:t>
      </w:r>
      <w:r w:rsidRPr="004A37C7">
        <w:t>листування, телефонні дзвінки, прийом відвідувачів, надсилання посилок або грошей</w:t>
      </w:r>
      <w:r w:rsidR="00004F3A" w:rsidRPr="00256FA5">
        <w:t xml:space="preserve">). </w:t>
      </w:r>
      <w:r>
        <w:rPr>
          <w:rStyle w:val="rynqvb"/>
          <w:lang w:val="uk-UA"/>
        </w:rPr>
        <w:t xml:space="preserve">У випадку контактної особи, яка </w:t>
      </w:r>
      <w:r w:rsidRPr="004A37C7">
        <w:rPr>
          <w:rStyle w:val="rynqvb"/>
          <w:b/>
          <w:lang w:val="uk-UA"/>
        </w:rPr>
        <w:t>не досягла шістнадцяти років</w:t>
      </w:r>
      <w:r>
        <w:rPr>
          <w:rStyle w:val="rynqvb"/>
          <w:lang w:val="uk-UA"/>
        </w:rPr>
        <w:t xml:space="preserve">, потрібна письмова згода від </w:t>
      </w:r>
      <w:r w:rsidRPr="004A37C7">
        <w:rPr>
          <w:rStyle w:val="rynqvb"/>
          <w:b/>
          <w:lang w:val="uk-UA"/>
        </w:rPr>
        <w:t>законного представника</w:t>
      </w:r>
      <w:r>
        <w:rPr>
          <w:rStyle w:val="rynqvb"/>
          <w:lang w:val="uk-UA"/>
        </w:rPr>
        <w:t>.</w:t>
      </w:r>
      <w:r w:rsidR="00004F3A" w:rsidRPr="00256FA5">
        <w:t xml:space="preserve"> </w:t>
      </w:r>
      <w:r>
        <w:rPr>
          <w:rStyle w:val="rynqvb"/>
          <w:lang w:val="uk-UA"/>
        </w:rPr>
        <w:t>Без вашої підписаної заяви Пен. установа не може зберігати ваші дані.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 w:rsidRPr="00256FA5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71098F8C">
                <wp:simplePos x="0" y="0"/>
                <wp:positionH relativeFrom="page">
                  <wp:posOffset>290830</wp:posOffset>
                </wp:positionH>
                <wp:positionV relativeFrom="paragraph">
                  <wp:posOffset>153670</wp:posOffset>
                </wp:positionV>
                <wp:extent cx="6985000" cy="480695"/>
                <wp:effectExtent l="0" t="0" r="25400" b="146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48069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0E6201A0" w:rsidR="00B63155" w:rsidRDefault="004A37C7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 w:rsidRPr="004A37C7">
                              <w:rPr>
                                <w:b/>
                              </w:rPr>
                              <w:t>Посилки можна ві</w:t>
                            </w:r>
                            <w:r>
                              <w:rPr>
                                <w:b/>
                              </w:rPr>
                              <w:t>дправляти лише після реєстрації</w:t>
                            </w:r>
                            <w:r w:rsidR="00B63155">
                              <w:rPr>
                                <w:b/>
                              </w:rPr>
                              <w:t>!</w:t>
                            </w:r>
                          </w:p>
                          <w:p w14:paraId="096603E9" w14:textId="011CB4CE" w:rsidR="00B63155" w:rsidRDefault="004A37C7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4A37C7">
                              <w:rPr>
                                <w:b/>
                                <w:sz w:val="20"/>
                              </w:rPr>
                              <w:t xml:space="preserve">ВІДПРАВЛЕННЯ, ЩО НАДХОДЯТЬ ВІД ОСІБ, </w:t>
                            </w:r>
                            <w:r w:rsidRPr="004A37C7">
                              <w:rPr>
                                <w:b/>
                                <w:sz w:val="20"/>
                                <w:u w:val="single"/>
                              </w:rPr>
                              <w:t>ЯКІ ЩЕ НЕ ЗАРЕЄСТРОВАНІ</w:t>
                            </w:r>
                            <w:r>
                              <w:rPr>
                                <w:b/>
                                <w:sz w:val="20"/>
                              </w:rPr>
                              <w:t>, НЕ БУДУТЬ ДОСТАВЛЕНІ</w:t>
                            </w:r>
                            <w:r w:rsidR="00B63155">
                              <w:rPr>
                                <w:b/>
                                <w:sz w:val="20"/>
                              </w:rPr>
                              <w:t>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9pt;margin-top:12.1pt;width:550pt;height:37.8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" filled="f" strokeweight=".16936mm">
                <v:textbox inset="0,0,0,0">
                  <w:txbxContent>
                    <w:p w14:paraId="284565FB" w14:textId="0E6201A0" w:rsidR="00B63155" w:rsidRDefault="004A37C7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</w:pPr>
                      <w:r w:rsidRPr="004A37C7">
                        <w:rPr>
                          <w:b/>
                        </w:rPr>
                        <w:t>Посилки можна ві</w:t>
                      </w:r>
                      <w:r>
                        <w:rPr>
                          <w:b/>
                        </w:rPr>
                        <w:t>дправляти лише після реєстрації</w:t>
                      </w:r>
                      <w:r w:rsidR="00B63155">
                        <w:rPr>
                          <w:b/>
                        </w:rPr>
                        <w:t>!</w:t>
                      </w:r>
                    </w:p>
                    <w:p w14:paraId="096603E9" w14:textId="011CB4CE" w:rsidR="00B63155" w:rsidRDefault="004A37C7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 w:rsidRPr="004A37C7">
                        <w:rPr>
                          <w:b/>
                          <w:sz w:val="20"/>
                        </w:rPr>
                        <w:t xml:space="preserve">ВІДПРАВЛЕННЯ, ЩО НАДХОДЯТЬ ВІД ОСІБ, </w:t>
                      </w:r>
                      <w:r w:rsidRPr="004A37C7">
                        <w:rPr>
                          <w:b/>
                          <w:sz w:val="20"/>
                          <w:u w:val="single"/>
                        </w:rPr>
                        <w:t>ЯКІ ЩЕ НЕ ЗАРЕЄСТРОВАНІ</w:t>
                      </w:r>
                      <w:r>
                        <w:rPr>
                          <w:b/>
                          <w:sz w:val="20"/>
                        </w:rPr>
                        <w:t>, НЕ БУДУТЬ ДОСТАВЛЕНІ</w:t>
                      </w:r>
                      <w:r w:rsidR="00B63155">
                        <w:rPr>
                          <w:b/>
                          <w:sz w:val="20"/>
                        </w:rPr>
                        <w:t>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59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484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371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257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6144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7031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917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804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691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562FA"/>
    <w:rsid w:val="00092EEB"/>
    <w:rsid w:val="000C7E5B"/>
    <w:rsid w:val="00135161"/>
    <w:rsid w:val="001B6669"/>
    <w:rsid w:val="00222AF0"/>
    <w:rsid w:val="00256FA5"/>
    <w:rsid w:val="00291A4C"/>
    <w:rsid w:val="002A3D87"/>
    <w:rsid w:val="002F4F03"/>
    <w:rsid w:val="0033372D"/>
    <w:rsid w:val="003734EC"/>
    <w:rsid w:val="00383D74"/>
    <w:rsid w:val="00404A73"/>
    <w:rsid w:val="004A37C7"/>
    <w:rsid w:val="004D38D6"/>
    <w:rsid w:val="004D64DB"/>
    <w:rsid w:val="004F3D56"/>
    <w:rsid w:val="00504CDE"/>
    <w:rsid w:val="005416B2"/>
    <w:rsid w:val="005533A3"/>
    <w:rsid w:val="005E682E"/>
    <w:rsid w:val="00601EBF"/>
    <w:rsid w:val="00635828"/>
    <w:rsid w:val="00652D57"/>
    <w:rsid w:val="00675BCC"/>
    <w:rsid w:val="006772BE"/>
    <w:rsid w:val="006C7671"/>
    <w:rsid w:val="006C7F80"/>
    <w:rsid w:val="006F1B5E"/>
    <w:rsid w:val="007241DF"/>
    <w:rsid w:val="0074201F"/>
    <w:rsid w:val="00753737"/>
    <w:rsid w:val="007600F8"/>
    <w:rsid w:val="007842C0"/>
    <w:rsid w:val="007C5F72"/>
    <w:rsid w:val="007C5F79"/>
    <w:rsid w:val="0081098E"/>
    <w:rsid w:val="0087455F"/>
    <w:rsid w:val="00894EBA"/>
    <w:rsid w:val="008D6A25"/>
    <w:rsid w:val="008F5F1E"/>
    <w:rsid w:val="0099763A"/>
    <w:rsid w:val="00A02B5B"/>
    <w:rsid w:val="00A1025C"/>
    <w:rsid w:val="00A32B04"/>
    <w:rsid w:val="00A35B48"/>
    <w:rsid w:val="00A60522"/>
    <w:rsid w:val="00A727F2"/>
    <w:rsid w:val="00AB087F"/>
    <w:rsid w:val="00AC00F8"/>
    <w:rsid w:val="00AF729F"/>
    <w:rsid w:val="00B07738"/>
    <w:rsid w:val="00B46B32"/>
    <w:rsid w:val="00B63155"/>
    <w:rsid w:val="00B75DD6"/>
    <w:rsid w:val="00B84938"/>
    <w:rsid w:val="00C53939"/>
    <w:rsid w:val="00C669B1"/>
    <w:rsid w:val="00D435C2"/>
    <w:rsid w:val="00D513B2"/>
    <w:rsid w:val="00D54F66"/>
    <w:rsid w:val="00D844EB"/>
    <w:rsid w:val="00DB1F21"/>
    <w:rsid w:val="00DC3188"/>
    <w:rsid w:val="00E24846"/>
    <w:rsid w:val="00E71133"/>
    <w:rsid w:val="00EA5B1E"/>
    <w:rsid w:val="00F407C1"/>
    <w:rsid w:val="00F848DF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  <w:style w:type="character" w:customStyle="1" w:styleId="rynqvb">
    <w:name w:val="rynqvb"/>
    <w:basedOn w:val="Bekezdsalapbettpusa"/>
    <w:rsid w:val="004D3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  <w:style w:type="character" w:customStyle="1" w:styleId="rynqvb">
    <w:name w:val="rynqvb"/>
    <w:basedOn w:val="Bekezdsalapbettpusa"/>
    <w:rsid w:val="004D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1</Pages>
  <Words>585</Words>
  <Characters>4041</Characters>
  <Application>Microsoft Office Word</Application>
  <DocSecurity>4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BV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2025-08-28T12:27:00Z</dcterms:created>
  <dcterms:modified xsi:type="dcterms:W3CDTF">2025-08-28T12:27:00Z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